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EF2" w:rsidRDefault="00C81EF2" w:rsidP="00C81EF2">
      <w:pPr>
        <w:keepNext/>
        <w:keepLines/>
        <w:ind w:left="284" w:right="142"/>
        <w:jc w:val="center"/>
        <w:outlineLvl w:val="1"/>
        <w:rPr>
          <w:b/>
          <w:sz w:val="28"/>
          <w:szCs w:val="26"/>
          <w:lang w:eastAsia="en-US"/>
        </w:rPr>
      </w:pPr>
      <w:bookmarkStart w:id="0" w:name="_Toc440382726"/>
      <w:bookmarkStart w:id="1" w:name="_Toc456104492"/>
      <w:bookmarkStart w:id="2" w:name="_GoBack"/>
      <w:bookmarkEnd w:id="2"/>
      <w:r w:rsidRPr="007D2C86">
        <w:rPr>
          <w:b/>
          <w:sz w:val="28"/>
          <w:szCs w:val="26"/>
          <w:lang w:eastAsia="en-US"/>
        </w:rPr>
        <w:t>Содержание.</w:t>
      </w:r>
      <w:bookmarkStart w:id="3" w:name="_Toc440382727"/>
      <w:bookmarkEnd w:id="0"/>
      <w:bookmarkEnd w:id="1"/>
    </w:p>
    <w:p w:rsidR="00C81EF2" w:rsidRDefault="00C81EF2" w:rsidP="009453C9">
      <w:pPr>
        <w:jc w:val="center"/>
        <w:rPr>
          <w:b/>
          <w:sz w:val="28"/>
          <w:szCs w:val="28"/>
          <w:lang w:eastAsia="en-US"/>
        </w:rPr>
      </w:pPr>
      <w:r w:rsidRPr="009453C9">
        <w:rPr>
          <w:b/>
          <w:sz w:val="28"/>
          <w:szCs w:val="28"/>
          <w:lang w:eastAsia="en-US"/>
        </w:rPr>
        <w:t>Том II. Материалы по обоснованию проекта</w:t>
      </w:r>
      <w:r w:rsidR="004B04BB">
        <w:rPr>
          <w:b/>
          <w:sz w:val="28"/>
          <w:szCs w:val="28"/>
          <w:lang w:eastAsia="en-US"/>
        </w:rPr>
        <w:t xml:space="preserve"> планировки</w:t>
      </w:r>
      <w:r w:rsidRPr="009453C9">
        <w:rPr>
          <w:b/>
          <w:sz w:val="28"/>
          <w:szCs w:val="28"/>
          <w:lang w:eastAsia="en-US"/>
        </w:rPr>
        <w:t>.</w:t>
      </w:r>
      <w:bookmarkEnd w:id="3"/>
    </w:p>
    <w:tbl>
      <w:tblPr>
        <w:tblStyle w:val="af1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3"/>
        <w:gridCol w:w="713"/>
      </w:tblGrid>
      <w:tr w:rsidR="00F61A36" w:rsidRPr="000F30D3" w:rsidTr="00741624">
        <w:tc>
          <w:tcPr>
            <w:tcW w:w="9493" w:type="dxa"/>
          </w:tcPr>
          <w:p w:rsidR="00F61A36" w:rsidRPr="001F2DCC" w:rsidRDefault="00F61A36" w:rsidP="00741624">
            <w:pPr>
              <w:rPr>
                <w:sz w:val="28"/>
                <w:szCs w:val="28"/>
              </w:rPr>
            </w:pPr>
          </w:p>
        </w:tc>
        <w:tc>
          <w:tcPr>
            <w:tcW w:w="713" w:type="dxa"/>
          </w:tcPr>
          <w:p w:rsidR="00F61A36" w:rsidRPr="000F30D3" w:rsidRDefault="00F61A36" w:rsidP="00741624">
            <w:pPr>
              <w:pStyle w:val="aff2"/>
              <w:ind w:left="33" w:right="-87" w:firstLine="1"/>
              <w:jc w:val="right"/>
            </w:pPr>
            <w:r w:rsidRPr="000F30D3">
              <w:t>стр.</w:t>
            </w:r>
          </w:p>
        </w:tc>
      </w:tr>
      <w:tr w:rsidR="00F61A36" w:rsidRPr="001F2DCC" w:rsidTr="00741624">
        <w:tc>
          <w:tcPr>
            <w:tcW w:w="9493" w:type="dxa"/>
          </w:tcPr>
          <w:p w:rsidR="00F61A36" w:rsidRPr="001F2DCC" w:rsidRDefault="00F61A36" w:rsidP="00741624">
            <w:pPr>
              <w:pStyle w:val="aff2"/>
              <w:ind w:left="34"/>
              <w:rPr>
                <w:sz w:val="28"/>
                <w:szCs w:val="28"/>
              </w:rPr>
            </w:pPr>
            <w:r w:rsidRPr="001F2DCC">
              <w:rPr>
                <w:sz w:val="28"/>
                <w:szCs w:val="28"/>
              </w:rPr>
              <w:t>Титульный лист………………………………………………………………</w:t>
            </w: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713" w:type="dxa"/>
          </w:tcPr>
          <w:p w:rsidR="00F61A36" w:rsidRPr="00D319AC" w:rsidRDefault="00F61A36" w:rsidP="00741624">
            <w:pPr>
              <w:pStyle w:val="aff2"/>
              <w:ind w:left="34"/>
              <w:jc w:val="right"/>
              <w:rPr>
                <w:sz w:val="28"/>
                <w:szCs w:val="28"/>
                <w:lang w:val="en-US"/>
              </w:rPr>
            </w:pPr>
            <w:r w:rsidRPr="00D319AC">
              <w:rPr>
                <w:sz w:val="28"/>
                <w:szCs w:val="28"/>
                <w:lang w:val="en-US"/>
              </w:rPr>
              <w:t>1</w:t>
            </w:r>
          </w:p>
        </w:tc>
      </w:tr>
      <w:tr w:rsidR="00F61A36" w:rsidRPr="001F2DCC" w:rsidTr="00741624">
        <w:trPr>
          <w:trHeight w:val="321"/>
        </w:trPr>
        <w:tc>
          <w:tcPr>
            <w:tcW w:w="9493" w:type="dxa"/>
          </w:tcPr>
          <w:p w:rsidR="00F61A36" w:rsidRPr="001F2DCC" w:rsidRDefault="00F61A36" w:rsidP="00741624">
            <w:pPr>
              <w:pStyle w:val="aff2"/>
              <w:ind w:left="34"/>
              <w:rPr>
                <w:sz w:val="28"/>
                <w:szCs w:val="28"/>
              </w:rPr>
            </w:pPr>
            <w:r w:rsidRPr="001F2DCC">
              <w:rPr>
                <w:sz w:val="28"/>
                <w:szCs w:val="28"/>
              </w:rPr>
              <w:t>Свидетельство СРО…………………………</w:t>
            </w:r>
            <w:r>
              <w:rPr>
                <w:sz w:val="28"/>
                <w:szCs w:val="28"/>
              </w:rPr>
              <w:t>…</w:t>
            </w:r>
            <w:r w:rsidRPr="001F2DCC">
              <w:rPr>
                <w:sz w:val="28"/>
                <w:szCs w:val="28"/>
              </w:rPr>
              <w:t>……………………………..</w:t>
            </w:r>
            <w:r>
              <w:rPr>
                <w:sz w:val="28"/>
                <w:szCs w:val="28"/>
              </w:rPr>
              <w:t>.......</w:t>
            </w:r>
          </w:p>
        </w:tc>
        <w:tc>
          <w:tcPr>
            <w:tcW w:w="713" w:type="dxa"/>
          </w:tcPr>
          <w:p w:rsidR="00F61A36" w:rsidRPr="00BF0E64" w:rsidRDefault="00BF0E64" w:rsidP="00741624">
            <w:pPr>
              <w:pStyle w:val="aff2"/>
              <w:ind w:left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61A36" w:rsidRPr="001F2DCC" w:rsidTr="00741624">
        <w:trPr>
          <w:trHeight w:val="321"/>
        </w:trPr>
        <w:tc>
          <w:tcPr>
            <w:tcW w:w="9493" w:type="dxa"/>
          </w:tcPr>
          <w:p w:rsidR="00F61A36" w:rsidRPr="001F2DCC" w:rsidRDefault="00F61A36" w:rsidP="00741624">
            <w:pPr>
              <w:pStyle w:val="aff2"/>
              <w:ind w:left="34"/>
              <w:rPr>
                <w:sz w:val="28"/>
                <w:szCs w:val="28"/>
              </w:rPr>
            </w:pPr>
            <w:r w:rsidRPr="001F2DCC">
              <w:rPr>
                <w:sz w:val="28"/>
                <w:szCs w:val="28"/>
              </w:rPr>
              <w:t>Состав проекта……………………………………………………………</w:t>
            </w:r>
            <w:r>
              <w:rPr>
                <w:sz w:val="28"/>
                <w:szCs w:val="28"/>
              </w:rPr>
              <w:t>..</w:t>
            </w:r>
            <w:r w:rsidRPr="001F2DCC">
              <w:rPr>
                <w:sz w:val="28"/>
                <w:szCs w:val="28"/>
              </w:rPr>
              <w:t>…</w:t>
            </w:r>
            <w:r>
              <w:rPr>
                <w:sz w:val="28"/>
                <w:szCs w:val="28"/>
              </w:rPr>
              <w:t>…..</w:t>
            </w:r>
            <w:r w:rsidRPr="001F2DCC">
              <w:rPr>
                <w:sz w:val="28"/>
                <w:szCs w:val="28"/>
              </w:rPr>
              <w:t>.</w:t>
            </w:r>
          </w:p>
        </w:tc>
        <w:tc>
          <w:tcPr>
            <w:tcW w:w="713" w:type="dxa"/>
          </w:tcPr>
          <w:p w:rsidR="00F61A36" w:rsidRPr="00D319AC" w:rsidRDefault="00F61A36" w:rsidP="00741624">
            <w:pPr>
              <w:pStyle w:val="aff2"/>
              <w:ind w:left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F61A36" w:rsidRPr="001F2DCC" w:rsidTr="00741624">
        <w:trPr>
          <w:trHeight w:val="321"/>
        </w:trPr>
        <w:tc>
          <w:tcPr>
            <w:tcW w:w="9493" w:type="dxa"/>
          </w:tcPr>
          <w:p w:rsidR="00F61A36" w:rsidRPr="001F2DCC" w:rsidRDefault="00F61A36" w:rsidP="00741624">
            <w:pPr>
              <w:pStyle w:val="aff2"/>
              <w:ind w:left="34"/>
              <w:rPr>
                <w:sz w:val="28"/>
                <w:szCs w:val="28"/>
              </w:rPr>
            </w:pPr>
            <w:r w:rsidRPr="001F2DCC">
              <w:rPr>
                <w:sz w:val="28"/>
                <w:szCs w:val="28"/>
              </w:rPr>
              <w:t xml:space="preserve">Состав </w:t>
            </w:r>
            <w:r>
              <w:rPr>
                <w:sz w:val="28"/>
                <w:szCs w:val="28"/>
              </w:rPr>
              <w:t>авторского коллектива</w:t>
            </w:r>
            <w:r w:rsidRPr="001F2DCC">
              <w:rPr>
                <w:sz w:val="28"/>
                <w:szCs w:val="28"/>
              </w:rPr>
              <w:t>………………………………………</w:t>
            </w:r>
            <w:r>
              <w:rPr>
                <w:sz w:val="28"/>
                <w:szCs w:val="28"/>
              </w:rPr>
              <w:t>..</w:t>
            </w:r>
            <w:r w:rsidRPr="001F2DCC">
              <w:rPr>
                <w:sz w:val="28"/>
                <w:szCs w:val="28"/>
              </w:rPr>
              <w:t>…</w:t>
            </w:r>
            <w:r>
              <w:rPr>
                <w:sz w:val="28"/>
                <w:szCs w:val="28"/>
              </w:rPr>
              <w:t>…..</w:t>
            </w:r>
            <w:r w:rsidRPr="001F2DCC">
              <w:rPr>
                <w:sz w:val="28"/>
                <w:szCs w:val="28"/>
              </w:rPr>
              <w:t>.</w:t>
            </w:r>
          </w:p>
        </w:tc>
        <w:tc>
          <w:tcPr>
            <w:tcW w:w="713" w:type="dxa"/>
          </w:tcPr>
          <w:p w:rsidR="00F61A36" w:rsidRPr="00D319AC" w:rsidRDefault="009D59E5" w:rsidP="00741624">
            <w:pPr>
              <w:pStyle w:val="aff2"/>
              <w:ind w:left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BF0E64" w:rsidRPr="00BF0E64" w:rsidRDefault="00E24FAC">
      <w:pPr>
        <w:pStyle w:val="26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r w:rsidRPr="00BF0E64">
        <w:rPr>
          <w:b w:val="0"/>
        </w:rPr>
        <w:fldChar w:fldCharType="begin"/>
      </w:r>
      <w:r w:rsidR="00C81EF2" w:rsidRPr="00BF0E64">
        <w:rPr>
          <w:b w:val="0"/>
        </w:rPr>
        <w:instrText xml:space="preserve"> TOC \o \h \z \u </w:instrText>
      </w:r>
      <w:r w:rsidRPr="00BF0E64">
        <w:rPr>
          <w:b w:val="0"/>
        </w:rPr>
        <w:fldChar w:fldCharType="separate"/>
      </w:r>
      <w:hyperlink w:anchor="_Toc456104492" w:history="1">
        <w:r w:rsidR="00BF0E64" w:rsidRPr="00BF0E64">
          <w:rPr>
            <w:rStyle w:val="affd"/>
            <w:b w:val="0"/>
          </w:rPr>
          <w:t>Содержание.</w:t>
        </w:r>
        <w:r w:rsidR="00BF0E64" w:rsidRPr="00BF0E64">
          <w:rPr>
            <w:b w:val="0"/>
            <w:webHidden/>
          </w:rPr>
          <w:tab/>
        </w:r>
        <w:r w:rsidRPr="00BF0E64">
          <w:rPr>
            <w:b w:val="0"/>
            <w:webHidden/>
          </w:rPr>
          <w:fldChar w:fldCharType="begin"/>
        </w:r>
        <w:r w:rsidR="00BF0E64" w:rsidRPr="00BF0E64">
          <w:rPr>
            <w:b w:val="0"/>
            <w:webHidden/>
          </w:rPr>
          <w:instrText xml:space="preserve"> PAGEREF _Toc456104492 \h </w:instrText>
        </w:r>
        <w:r w:rsidRPr="00BF0E64">
          <w:rPr>
            <w:b w:val="0"/>
            <w:webHidden/>
          </w:rPr>
        </w:r>
        <w:r w:rsidRPr="00BF0E64">
          <w:rPr>
            <w:b w:val="0"/>
            <w:webHidden/>
          </w:rPr>
          <w:fldChar w:fldCharType="separate"/>
        </w:r>
        <w:r w:rsidR="00BF0E64" w:rsidRPr="00BF0E64">
          <w:rPr>
            <w:b w:val="0"/>
            <w:webHidden/>
          </w:rPr>
          <w:t>9</w:t>
        </w:r>
        <w:r w:rsidRPr="00BF0E64">
          <w:rPr>
            <w:b w:val="0"/>
            <w:webHidden/>
          </w:rPr>
          <w:fldChar w:fldCharType="end"/>
        </w:r>
      </w:hyperlink>
    </w:p>
    <w:p w:rsidR="00BF0E64" w:rsidRPr="00BF0E64" w:rsidRDefault="00AC5A95">
      <w:pPr>
        <w:pStyle w:val="26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56104493" w:history="1">
        <w:r w:rsidR="00BF0E64" w:rsidRPr="00BF0E64">
          <w:rPr>
            <w:rStyle w:val="affd"/>
            <w:b w:val="0"/>
          </w:rPr>
          <w:t>ПОЯСНИТЕЛЬНАЯ ЗАПИСКА.</w:t>
        </w:r>
        <w:r w:rsidR="00BF0E64" w:rsidRPr="00BF0E64">
          <w:rPr>
            <w:b w:val="0"/>
            <w:webHidden/>
          </w:rPr>
          <w:tab/>
        </w:r>
        <w:r w:rsidR="00E24FAC" w:rsidRPr="00BF0E64">
          <w:rPr>
            <w:b w:val="0"/>
            <w:webHidden/>
          </w:rPr>
          <w:fldChar w:fldCharType="begin"/>
        </w:r>
        <w:r w:rsidR="00BF0E64" w:rsidRPr="00BF0E64">
          <w:rPr>
            <w:b w:val="0"/>
            <w:webHidden/>
          </w:rPr>
          <w:instrText xml:space="preserve"> PAGEREF _Toc456104493 \h </w:instrText>
        </w:r>
        <w:r w:rsidR="00E24FAC" w:rsidRPr="00BF0E64">
          <w:rPr>
            <w:b w:val="0"/>
            <w:webHidden/>
          </w:rPr>
        </w:r>
        <w:r w:rsidR="00E24FAC" w:rsidRPr="00BF0E64">
          <w:rPr>
            <w:b w:val="0"/>
            <w:webHidden/>
          </w:rPr>
          <w:fldChar w:fldCharType="separate"/>
        </w:r>
        <w:r w:rsidR="00BF0E64" w:rsidRPr="00BF0E64">
          <w:rPr>
            <w:b w:val="0"/>
            <w:webHidden/>
          </w:rPr>
          <w:t>10</w:t>
        </w:r>
        <w:r w:rsidR="00E24FAC" w:rsidRPr="00BF0E64">
          <w:rPr>
            <w:b w:val="0"/>
            <w:webHidden/>
          </w:rPr>
          <w:fldChar w:fldCharType="end"/>
        </w:r>
      </w:hyperlink>
    </w:p>
    <w:p w:rsidR="00BF0E64" w:rsidRPr="00BF0E64" w:rsidRDefault="00AC5A95">
      <w:pPr>
        <w:pStyle w:val="26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56104494" w:history="1">
        <w:r w:rsidR="00BF0E64" w:rsidRPr="00BF0E64">
          <w:rPr>
            <w:rStyle w:val="affd"/>
            <w:b w:val="0"/>
          </w:rPr>
          <w:t>1. ОБЩИЕ ПОЛОЖЕНИЯ.</w:t>
        </w:r>
        <w:r w:rsidR="00BF0E64" w:rsidRPr="00BF0E64">
          <w:rPr>
            <w:b w:val="0"/>
            <w:webHidden/>
          </w:rPr>
          <w:tab/>
        </w:r>
        <w:r w:rsidR="00E24FAC" w:rsidRPr="00BF0E64">
          <w:rPr>
            <w:b w:val="0"/>
            <w:webHidden/>
          </w:rPr>
          <w:fldChar w:fldCharType="begin"/>
        </w:r>
        <w:r w:rsidR="00BF0E64" w:rsidRPr="00BF0E64">
          <w:rPr>
            <w:b w:val="0"/>
            <w:webHidden/>
          </w:rPr>
          <w:instrText xml:space="preserve"> PAGEREF _Toc456104494 \h </w:instrText>
        </w:r>
        <w:r w:rsidR="00E24FAC" w:rsidRPr="00BF0E64">
          <w:rPr>
            <w:b w:val="0"/>
            <w:webHidden/>
          </w:rPr>
        </w:r>
        <w:r w:rsidR="00E24FAC" w:rsidRPr="00BF0E64">
          <w:rPr>
            <w:b w:val="0"/>
            <w:webHidden/>
          </w:rPr>
          <w:fldChar w:fldCharType="separate"/>
        </w:r>
        <w:r w:rsidR="00BF0E64" w:rsidRPr="00BF0E64">
          <w:rPr>
            <w:b w:val="0"/>
            <w:webHidden/>
          </w:rPr>
          <w:t>10</w:t>
        </w:r>
        <w:r w:rsidR="00E24FAC" w:rsidRPr="00BF0E64">
          <w:rPr>
            <w:b w:val="0"/>
            <w:webHidden/>
          </w:rPr>
          <w:fldChar w:fldCharType="end"/>
        </w:r>
      </w:hyperlink>
    </w:p>
    <w:p w:rsidR="00BF0E64" w:rsidRPr="00BF0E64" w:rsidRDefault="00AC5A95">
      <w:pPr>
        <w:pStyle w:val="26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56104495" w:history="1">
        <w:r w:rsidR="00BF0E64" w:rsidRPr="00BF0E64">
          <w:rPr>
            <w:rStyle w:val="affd"/>
            <w:b w:val="0"/>
          </w:rPr>
          <w:t>2. ХАРАКТЕРИСТИКА ПЛАНИРУЕМОГО РАЗВИТИЯ ТЕРРИТОРИИ.</w:t>
        </w:r>
        <w:r w:rsidR="00BF0E64" w:rsidRPr="00BF0E64">
          <w:rPr>
            <w:b w:val="0"/>
            <w:webHidden/>
          </w:rPr>
          <w:tab/>
        </w:r>
        <w:r w:rsidR="00E24FAC" w:rsidRPr="00BF0E64">
          <w:rPr>
            <w:b w:val="0"/>
            <w:webHidden/>
          </w:rPr>
          <w:fldChar w:fldCharType="begin"/>
        </w:r>
        <w:r w:rsidR="00BF0E64" w:rsidRPr="00BF0E64">
          <w:rPr>
            <w:b w:val="0"/>
            <w:webHidden/>
          </w:rPr>
          <w:instrText xml:space="preserve"> PAGEREF _Toc456104495 \h </w:instrText>
        </w:r>
        <w:r w:rsidR="00E24FAC" w:rsidRPr="00BF0E64">
          <w:rPr>
            <w:b w:val="0"/>
            <w:webHidden/>
          </w:rPr>
        </w:r>
        <w:r w:rsidR="00E24FAC" w:rsidRPr="00BF0E64">
          <w:rPr>
            <w:b w:val="0"/>
            <w:webHidden/>
          </w:rPr>
          <w:fldChar w:fldCharType="separate"/>
        </w:r>
        <w:r w:rsidR="00BF0E64" w:rsidRPr="00BF0E64">
          <w:rPr>
            <w:b w:val="0"/>
            <w:webHidden/>
          </w:rPr>
          <w:t>13</w:t>
        </w:r>
        <w:r w:rsidR="00E24FAC" w:rsidRPr="00BF0E64">
          <w:rPr>
            <w:b w:val="0"/>
            <w:webHidden/>
          </w:rPr>
          <w:fldChar w:fldCharType="end"/>
        </w:r>
      </w:hyperlink>
    </w:p>
    <w:p w:rsidR="00BF0E64" w:rsidRPr="00BF0E64" w:rsidRDefault="00AC5A95">
      <w:pPr>
        <w:pStyle w:val="26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56104496" w:history="1">
        <w:r w:rsidR="00BF0E64" w:rsidRPr="00BF0E64">
          <w:rPr>
            <w:rStyle w:val="affd"/>
            <w:b w:val="0"/>
          </w:rPr>
          <w:t>2.1. Градостроительная ситуация.</w:t>
        </w:r>
        <w:r w:rsidR="00BF0E64" w:rsidRPr="00BF0E64">
          <w:rPr>
            <w:b w:val="0"/>
            <w:webHidden/>
          </w:rPr>
          <w:tab/>
        </w:r>
        <w:r w:rsidR="00E24FAC" w:rsidRPr="00BF0E64">
          <w:rPr>
            <w:b w:val="0"/>
            <w:webHidden/>
          </w:rPr>
          <w:fldChar w:fldCharType="begin"/>
        </w:r>
        <w:r w:rsidR="00BF0E64" w:rsidRPr="00BF0E64">
          <w:rPr>
            <w:b w:val="0"/>
            <w:webHidden/>
          </w:rPr>
          <w:instrText xml:space="preserve"> PAGEREF _Toc456104496 \h </w:instrText>
        </w:r>
        <w:r w:rsidR="00E24FAC" w:rsidRPr="00BF0E64">
          <w:rPr>
            <w:b w:val="0"/>
            <w:webHidden/>
          </w:rPr>
        </w:r>
        <w:r w:rsidR="00E24FAC" w:rsidRPr="00BF0E64">
          <w:rPr>
            <w:b w:val="0"/>
            <w:webHidden/>
          </w:rPr>
          <w:fldChar w:fldCharType="separate"/>
        </w:r>
        <w:r w:rsidR="00BF0E64" w:rsidRPr="00BF0E64">
          <w:rPr>
            <w:b w:val="0"/>
            <w:webHidden/>
          </w:rPr>
          <w:t>13</w:t>
        </w:r>
        <w:r w:rsidR="00E24FAC" w:rsidRPr="00BF0E64">
          <w:rPr>
            <w:b w:val="0"/>
            <w:webHidden/>
          </w:rPr>
          <w:fldChar w:fldCharType="end"/>
        </w:r>
      </w:hyperlink>
    </w:p>
    <w:p w:rsidR="00BF0E64" w:rsidRPr="00BF0E64" w:rsidRDefault="00AC5A95">
      <w:pPr>
        <w:pStyle w:val="26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56104497" w:history="1">
        <w:r w:rsidR="00BF0E64" w:rsidRPr="00BF0E64">
          <w:rPr>
            <w:rStyle w:val="affd"/>
            <w:b w:val="0"/>
          </w:rPr>
          <w:t>2.2. Существующее положение.</w:t>
        </w:r>
        <w:r w:rsidR="00BF0E64" w:rsidRPr="00BF0E64">
          <w:rPr>
            <w:b w:val="0"/>
            <w:webHidden/>
          </w:rPr>
          <w:tab/>
        </w:r>
        <w:r w:rsidR="00E24FAC" w:rsidRPr="00BF0E64">
          <w:rPr>
            <w:b w:val="0"/>
            <w:webHidden/>
          </w:rPr>
          <w:fldChar w:fldCharType="begin"/>
        </w:r>
        <w:r w:rsidR="00BF0E64" w:rsidRPr="00BF0E64">
          <w:rPr>
            <w:b w:val="0"/>
            <w:webHidden/>
          </w:rPr>
          <w:instrText xml:space="preserve"> PAGEREF _Toc456104497 \h </w:instrText>
        </w:r>
        <w:r w:rsidR="00E24FAC" w:rsidRPr="00BF0E64">
          <w:rPr>
            <w:b w:val="0"/>
            <w:webHidden/>
          </w:rPr>
        </w:r>
        <w:r w:rsidR="00E24FAC" w:rsidRPr="00BF0E64">
          <w:rPr>
            <w:b w:val="0"/>
            <w:webHidden/>
          </w:rPr>
          <w:fldChar w:fldCharType="separate"/>
        </w:r>
        <w:r w:rsidR="00BF0E64" w:rsidRPr="00BF0E64">
          <w:rPr>
            <w:b w:val="0"/>
            <w:webHidden/>
          </w:rPr>
          <w:t>14</w:t>
        </w:r>
        <w:r w:rsidR="00E24FAC" w:rsidRPr="00BF0E64">
          <w:rPr>
            <w:b w:val="0"/>
            <w:webHidden/>
          </w:rPr>
          <w:fldChar w:fldCharType="end"/>
        </w:r>
      </w:hyperlink>
    </w:p>
    <w:p w:rsidR="00BF0E64" w:rsidRPr="00BF0E64" w:rsidRDefault="00AC5A95">
      <w:pPr>
        <w:pStyle w:val="26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56104498" w:history="1">
        <w:r w:rsidR="00BF0E64" w:rsidRPr="00BF0E64">
          <w:rPr>
            <w:rStyle w:val="affd"/>
            <w:b w:val="0"/>
          </w:rPr>
          <w:t>2.3. Инженерная оценка территории.</w:t>
        </w:r>
        <w:r w:rsidR="00BF0E64" w:rsidRPr="00BF0E64">
          <w:rPr>
            <w:b w:val="0"/>
            <w:webHidden/>
          </w:rPr>
          <w:tab/>
        </w:r>
        <w:r w:rsidR="00E24FAC" w:rsidRPr="00BF0E64">
          <w:rPr>
            <w:b w:val="0"/>
            <w:webHidden/>
          </w:rPr>
          <w:fldChar w:fldCharType="begin"/>
        </w:r>
        <w:r w:rsidR="00BF0E64" w:rsidRPr="00BF0E64">
          <w:rPr>
            <w:b w:val="0"/>
            <w:webHidden/>
          </w:rPr>
          <w:instrText xml:space="preserve"> PAGEREF _Toc456104498 \h </w:instrText>
        </w:r>
        <w:r w:rsidR="00E24FAC" w:rsidRPr="00BF0E64">
          <w:rPr>
            <w:b w:val="0"/>
            <w:webHidden/>
          </w:rPr>
        </w:r>
        <w:r w:rsidR="00E24FAC" w:rsidRPr="00BF0E64">
          <w:rPr>
            <w:b w:val="0"/>
            <w:webHidden/>
          </w:rPr>
          <w:fldChar w:fldCharType="separate"/>
        </w:r>
        <w:r w:rsidR="00BF0E64" w:rsidRPr="00BF0E64">
          <w:rPr>
            <w:b w:val="0"/>
            <w:webHidden/>
          </w:rPr>
          <w:t>15</w:t>
        </w:r>
        <w:r w:rsidR="00E24FAC" w:rsidRPr="00BF0E64">
          <w:rPr>
            <w:b w:val="0"/>
            <w:webHidden/>
          </w:rPr>
          <w:fldChar w:fldCharType="end"/>
        </w:r>
      </w:hyperlink>
    </w:p>
    <w:p w:rsidR="00BF0E64" w:rsidRPr="00BF0E64" w:rsidRDefault="00AC5A95">
      <w:pPr>
        <w:pStyle w:val="26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56104499" w:history="1">
        <w:r w:rsidR="00BF0E64" w:rsidRPr="00BF0E64">
          <w:rPr>
            <w:rStyle w:val="affd"/>
            <w:b w:val="0"/>
          </w:rPr>
          <w:t>2.4. Почвенно-растительный покров</w:t>
        </w:r>
        <w:r w:rsidR="00BF0E64" w:rsidRPr="00BF0E64">
          <w:rPr>
            <w:b w:val="0"/>
            <w:webHidden/>
          </w:rPr>
          <w:tab/>
        </w:r>
        <w:r w:rsidR="00E24FAC" w:rsidRPr="00BF0E64">
          <w:rPr>
            <w:b w:val="0"/>
            <w:webHidden/>
          </w:rPr>
          <w:fldChar w:fldCharType="begin"/>
        </w:r>
        <w:r w:rsidR="00BF0E64" w:rsidRPr="00BF0E64">
          <w:rPr>
            <w:b w:val="0"/>
            <w:webHidden/>
          </w:rPr>
          <w:instrText xml:space="preserve"> PAGEREF _Toc456104499 \h </w:instrText>
        </w:r>
        <w:r w:rsidR="00E24FAC" w:rsidRPr="00BF0E64">
          <w:rPr>
            <w:b w:val="0"/>
            <w:webHidden/>
          </w:rPr>
        </w:r>
        <w:r w:rsidR="00E24FAC" w:rsidRPr="00BF0E64">
          <w:rPr>
            <w:b w:val="0"/>
            <w:webHidden/>
          </w:rPr>
          <w:fldChar w:fldCharType="separate"/>
        </w:r>
        <w:r w:rsidR="00BF0E64" w:rsidRPr="00BF0E64">
          <w:rPr>
            <w:b w:val="0"/>
            <w:webHidden/>
          </w:rPr>
          <w:t>15</w:t>
        </w:r>
        <w:r w:rsidR="00E24FAC" w:rsidRPr="00BF0E64">
          <w:rPr>
            <w:b w:val="0"/>
            <w:webHidden/>
          </w:rPr>
          <w:fldChar w:fldCharType="end"/>
        </w:r>
      </w:hyperlink>
    </w:p>
    <w:p w:rsidR="00BF0E64" w:rsidRPr="00BF0E64" w:rsidRDefault="00AC5A95">
      <w:pPr>
        <w:pStyle w:val="26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56104500" w:history="1">
        <w:r w:rsidR="00BF0E64" w:rsidRPr="00BF0E64">
          <w:rPr>
            <w:rStyle w:val="affd"/>
            <w:b w:val="0"/>
          </w:rPr>
          <w:t>2.5. Характеристика природно-климатических условий</w:t>
        </w:r>
        <w:r w:rsidR="00BF0E64" w:rsidRPr="00BF0E64">
          <w:rPr>
            <w:b w:val="0"/>
            <w:webHidden/>
          </w:rPr>
          <w:tab/>
        </w:r>
        <w:r w:rsidR="00E24FAC" w:rsidRPr="00BF0E64">
          <w:rPr>
            <w:b w:val="0"/>
            <w:webHidden/>
          </w:rPr>
          <w:fldChar w:fldCharType="begin"/>
        </w:r>
        <w:r w:rsidR="00BF0E64" w:rsidRPr="00BF0E64">
          <w:rPr>
            <w:b w:val="0"/>
            <w:webHidden/>
          </w:rPr>
          <w:instrText xml:space="preserve"> PAGEREF _Toc456104500 \h </w:instrText>
        </w:r>
        <w:r w:rsidR="00E24FAC" w:rsidRPr="00BF0E64">
          <w:rPr>
            <w:b w:val="0"/>
            <w:webHidden/>
          </w:rPr>
        </w:r>
        <w:r w:rsidR="00E24FAC" w:rsidRPr="00BF0E64">
          <w:rPr>
            <w:b w:val="0"/>
            <w:webHidden/>
          </w:rPr>
          <w:fldChar w:fldCharType="separate"/>
        </w:r>
        <w:r w:rsidR="00BF0E64" w:rsidRPr="00BF0E64">
          <w:rPr>
            <w:b w:val="0"/>
            <w:webHidden/>
          </w:rPr>
          <w:t>15</w:t>
        </w:r>
        <w:r w:rsidR="00E24FAC" w:rsidRPr="00BF0E64">
          <w:rPr>
            <w:b w:val="0"/>
            <w:webHidden/>
          </w:rPr>
          <w:fldChar w:fldCharType="end"/>
        </w:r>
      </w:hyperlink>
    </w:p>
    <w:p w:rsidR="00BF0E64" w:rsidRPr="00BF0E64" w:rsidRDefault="00AC5A95">
      <w:pPr>
        <w:pStyle w:val="26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56104501" w:history="1">
        <w:r w:rsidR="00BF0E64" w:rsidRPr="00BF0E64">
          <w:rPr>
            <w:rStyle w:val="affd"/>
            <w:b w:val="0"/>
          </w:rPr>
          <w:t>2.6. Охранные коридоры коммуникаций и градостроительные ограничения.</w:t>
        </w:r>
        <w:r w:rsidR="00BF0E64" w:rsidRPr="00BF0E64">
          <w:rPr>
            <w:b w:val="0"/>
            <w:webHidden/>
          </w:rPr>
          <w:tab/>
        </w:r>
        <w:r w:rsidR="00E24FAC" w:rsidRPr="00BF0E64">
          <w:rPr>
            <w:b w:val="0"/>
            <w:webHidden/>
          </w:rPr>
          <w:fldChar w:fldCharType="begin"/>
        </w:r>
        <w:r w:rsidR="00BF0E64" w:rsidRPr="00BF0E64">
          <w:rPr>
            <w:b w:val="0"/>
            <w:webHidden/>
          </w:rPr>
          <w:instrText xml:space="preserve"> PAGEREF _Toc456104501 \h </w:instrText>
        </w:r>
        <w:r w:rsidR="00E24FAC" w:rsidRPr="00BF0E64">
          <w:rPr>
            <w:b w:val="0"/>
            <w:webHidden/>
          </w:rPr>
        </w:r>
        <w:r w:rsidR="00E24FAC" w:rsidRPr="00BF0E64">
          <w:rPr>
            <w:b w:val="0"/>
            <w:webHidden/>
          </w:rPr>
          <w:fldChar w:fldCharType="separate"/>
        </w:r>
        <w:r w:rsidR="00BF0E64" w:rsidRPr="00BF0E64">
          <w:rPr>
            <w:b w:val="0"/>
            <w:webHidden/>
          </w:rPr>
          <w:t>16</w:t>
        </w:r>
        <w:r w:rsidR="00E24FAC" w:rsidRPr="00BF0E64">
          <w:rPr>
            <w:b w:val="0"/>
            <w:webHidden/>
          </w:rPr>
          <w:fldChar w:fldCharType="end"/>
        </w:r>
      </w:hyperlink>
    </w:p>
    <w:p w:rsidR="00BF0E64" w:rsidRPr="00BF0E64" w:rsidRDefault="00AC5A95">
      <w:pPr>
        <w:pStyle w:val="26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56104502" w:history="1">
        <w:r w:rsidR="00BF0E64" w:rsidRPr="00BF0E64">
          <w:rPr>
            <w:rStyle w:val="affd"/>
            <w:b w:val="0"/>
          </w:rPr>
          <w:t>2.7. Планировочные ограничения и комплексная оценка территории.</w:t>
        </w:r>
        <w:r w:rsidR="00BF0E64" w:rsidRPr="00BF0E64">
          <w:rPr>
            <w:b w:val="0"/>
            <w:webHidden/>
          </w:rPr>
          <w:tab/>
        </w:r>
        <w:r w:rsidR="00E24FAC" w:rsidRPr="00BF0E64">
          <w:rPr>
            <w:b w:val="0"/>
            <w:webHidden/>
          </w:rPr>
          <w:fldChar w:fldCharType="begin"/>
        </w:r>
        <w:r w:rsidR="00BF0E64" w:rsidRPr="00BF0E64">
          <w:rPr>
            <w:b w:val="0"/>
            <w:webHidden/>
          </w:rPr>
          <w:instrText xml:space="preserve"> PAGEREF _Toc456104502 \h </w:instrText>
        </w:r>
        <w:r w:rsidR="00E24FAC" w:rsidRPr="00BF0E64">
          <w:rPr>
            <w:b w:val="0"/>
            <w:webHidden/>
          </w:rPr>
        </w:r>
        <w:r w:rsidR="00E24FAC" w:rsidRPr="00BF0E64">
          <w:rPr>
            <w:b w:val="0"/>
            <w:webHidden/>
          </w:rPr>
          <w:fldChar w:fldCharType="separate"/>
        </w:r>
        <w:r w:rsidR="00BF0E64" w:rsidRPr="00BF0E64">
          <w:rPr>
            <w:b w:val="0"/>
            <w:webHidden/>
          </w:rPr>
          <w:t>17</w:t>
        </w:r>
        <w:r w:rsidR="00E24FAC" w:rsidRPr="00BF0E64">
          <w:rPr>
            <w:b w:val="0"/>
            <w:webHidden/>
          </w:rPr>
          <w:fldChar w:fldCharType="end"/>
        </w:r>
      </w:hyperlink>
    </w:p>
    <w:p w:rsidR="00BF0E64" w:rsidRPr="00BF0E64" w:rsidRDefault="00AC5A95">
      <w:pPr>
        <w:pStyle w:val="26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56104503" w:history="1">
        <w:r w:rsidR="00BF0E64" w:rsidRPr="00BF0E64">
          <w:rPr>
            <w:rStyle w:val="affd"/>
            <w:b w:val="0"/>
          </w:rPr>
          <w:t>3. ПРОЕКТНЫЕ РЕШЕНИЯ.</w:t>
        </w:r>
        <w:r w:rsidR="00BF0E64" w:rsidRPr="00BF0E64">
          <w:rPr>
            <w:b w:val="0"/>
            <w:webHidden/>
          </w:rPr>
          <w:tab/>
        </w:r>
        <w:r w:rsidR="00E24FAC" w:rsidRPr="00BF0E64">
          <w:rPr>
            <w:b w:val="0"/>
            <w:webHidden/>
          </w:rPr>
          <w:fldChar w:fldCharType="begin"/>
        </w:r>
        <w:r w:rsidR="00BF0E64" w:rsidRPr="00BF0E64">
          <w:rPr>
            <w:b w:val="0"/>
            <w:webHidden/>
          </w:rPr>
          <w:instrText xml:space="preserve"> PAGEREF _Toc456104503 \h </w:instrText>
        </w:r>
        <w:r w:rsidR="00E24FAC" w:rsidRPr="00BF0E64">
          <w:rPr>
            <w:b w:val="0"/>
            <w:webHidden/>
          </w:rPr>
        </w:r>
        <w:r w:rsidR="00E24FAC" w:rsidRPr="00BF0E64">
          <w:rPr>
            <w:b w:val="0"/>
            <w:webHidden/>
          </w:rPr>
          <w:fldChar w:fldCharType="separate"/>
        </w:r>
        <w:r w:rsidR="00BF0E64" w:rsidRPr="00BF0E64">
          <w:rPr>
            <w:b w:val="0"/>
            <w:webHidden/>
          </w:rPr>
          <w:t>17</w:t>
        </w:r>
        <w:r w:rsidR="00E24FAC" w:rsidRPr="00BF0E64">
          <w:rPr>
            <w:b w:val="0"/>
            <w:webHidden/>
          </w:rPr>
          <w:fldChar w:fldCharType="end"/>
        </w:r>
      </w:hyperlink>
    </w:p>
    <w:p w:rsidR="00BF0E64" w:rsidRPr="00BF0E64" w:rsidRDefault="00AC5A95">
      <w:pPr>
        <w:pStyle w:val="26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56104504" w:history="1">
        <w:r w:rsidR="00BF0E64" w:rsidRPr="00BF0E64">
          <w:rPr>
            <w:rStyle w:val="affd"/>
            <w:b w:val="0"/>
          </w:rPr>
          <w:t>4.  ОСНОВНАЯ ЧАСТЬ ПРОЕКТА ПЛАНИРОВКИ</w:t>
        </w:r>
        <w:r w:rsidR="00BF0E64" w:rsidRPr="00BF0E64">
          <w:rPr>
            <w:b w:val="0"/>
            <w:webHidden/>
          </w:rPr>
          <w:tab/>
        </w:r>
        <w:r w:rsidR="00E24FAC" w:rsidRPr="00BF0E64">
          <w:rPr>
            <w:b w:val="0"/>
            <w:webHidden/>
          </w:rPr>
          <w:fldChar w:fldCharType="begin"/>
        </w:r>
        <w:r w:rsidR="00BF0E64" w:rsidRPr="00BF0E64">
          <w:rPr>
            <w:b w:val="0"/>
            <w:webHidden/>
          </w:rPr>
          <w:instrText xml:space="preserve"> PAGEREF _Toc456104504 \h </w:instrText>
        </w:r>
        <w:r w:rsidR="00E24FAC" w:rsidRPr="00BF0E64">
          <w:rPr>
            <w:b w:val="0"/>
            <w:webHidden/>
          </w:rPr>
        </w:r>
        <w:r w:rsidR="00E24FAC" w:rsidRPr="00BF0E64">
          <w:rPr>
            <w:b w:val="0"/>
            <w:webHidden/>
          </w:rPr>
          <w:fldChar w:fldCharType="separate"/>
        </w:r>
        <w:r w:rsidR="00BF0E64" w:rsidRPr="00BF0E64">
          <w:rPr>
            <w:b w:val="0"/>
            <w:webHidden/>
          </w:rPr>
          <w:t>21</w:t>
        </w:r>
        <w:r w:rsidR="00E24FAC" w:rsidRPr="00BF0E64">
          <w:rPr>
            <w:b w:val="0"/>
            <w:webHidden/>
          </w:rPr>
          <w:fldChar w:fldCharType="end"/>
        </w:r>
      </w:hyperlink>
    </w:p>
    <w:p w:rsidR="00741624" w:rsidRPr="00BF0E64" w:rsidRDefault="00E24FAC" w:rsidP="008A1255">
      <w:pPr>
        <w:pStyle w:val="26"/>
        <w:tabs>
          <w:tab w:val="left" w:pos="284"/>
        </w:tabs>
        <w:ind w:left="284" w:hanging="284"/>
        <w:rPr>
          <w:b w:val="0"/>
        </w:rPr>
      </w:pPr>
      <w:r w:rsidRPr="00BF0E64">
        <w:rPr>
          <w:b w:val="0"/>
        </w:rPr>
        <w:fldChar w:fldCharType="end"/>
      </w:r>
      <w:r w:rsidR="00741624" w:rsidRPr="00BF0E64">
        <w:rPr>
          <w:b w:val="0"/>
        </w:rPr>
        <w:t xml:space="preserve"> </w:t>
      </w:r>
      <w:bookmarkStart w:id="4" w:name="_Toc440382728"/>
    </w:p>
    <w:p w:rsidR="00C81EF2" w:rsidRDefault="00C81EF2" w:rsidP="00C81EF2">
      <w:pPr>
        <w:ind w:left="-108" w:firstLine="392"/>
        <w:rPr>
          <w:b/>
          <w:sz w:val="28"/>
          <w:szCs w:val="28"/>
        </w:rPr>
      </w:pPr>
      <w:r w:rsidRPr="00064DA1">
        <w:rPr>
          <w:b/>
          <w:sz w:val="28"/>
          <w:szCs w:val="28"/>
        </w:rPr>
        <w:t>Графическ</w:t>
      </w:r>
      <w:r w:rsidR="004F01C9">
        <w:rPr>
          <w:b/>
          <w:sz w:val="28"/>
          <w:szCs w:val="28"/>
        </w:rPr>
        <w:t>ие материалы</w:t>
      </w:r>
      <w:r w:rsidRPr="00064DA1">
        <w:rPr>
          <w:b/>
          <w:sz w:val="28"/>
          <w:szCs w:val="28"/>
        </w:rPr>
        <w:t>:</w:t>
      </w:r>
      <w:bookmarkEnd w:id="4"/>
    </w:p>
    <w:p w:rsidR="00AA0B45" w:rsidRPr="00E96DAB" w:rsidRDefault="00AA0B45" w:rsidP="00C81EF2">
      <w:pPr>
        <w:ind w:left="-108" w:firstLine="392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3"/>
        <w:gridCol w:w="8394"/>
      </w:tblGrid>
      <w:tr w:rsidR="004F01C9" w:rsidRPr="00442591" w:rsidTr="004F01C9">
        <w:trPr>
          <w:cantSplit/>
          <w:jc w:val="center"/>
        </w:trPr>
        <w:tc>
          <w:tcPr>
            <w:tcW w:w="1413" w:type="dxa"/>
            <w:vAlign w:val="center"/>
          </w:tcPr>
          <w:p w:rsidR="004F01C9" w:rsidRPr="00442591" w:rsidRDefault="004F01C9" w:rsidP="008D67DC">
            <w:pPr>
              <w:ind w:left="142"/>
              <w:jc w:val="center"/>
              <w:rPr>
                <w:sz w:val="28"/>
                <w:szCs w:val="28"/>
              </w:rPr>
            </w:pPr>
            <w:r w:rsidRPr="00442591">
              <w:rPr>
                <w:sz w:val="28"/>
                <w:szCs w:val="28"/>
              </w:rPr>
              <w:t xml:space="preserve">Лист </w:t>
            </w:r>
            <w:r w:rsidR="008D67DC">
              <w:rPr>
                <w:sz w:val="28"/>
                <w:szCs w:val="28"/>
              </w:rPr>
              <w:t>1</w:t>
            </w:r>
          </w:p>
        </w:tc>
        <w:tc>
          <w:tcPr>
            <w:tcW w:w="8394" w:type="dxa"/>
            <w:vAlign w:val="center"/>
          </w:tcPr>
          <w:p w:rsidR="004F01C9" w:rsidRPr="00442591" w:rsidRDefault="00442591" w:rsidP="000F3A53">
            <w:pPr>
              <w:pStyle w:val="aff3"/>
              <w:rPr>
                <w:rStyle w:val="FontStyle115"/>
                <w:sz w:val="28"/>
                <w:szCs w:val="28"/>
              </w:rPr>
            </w:pPr>
            <w:r w:rsidRPr="00442591">
              <w:rPr>
                <w:rStyle w:val="FontStyle115"/>
                <w:sz w:val="28"/>
                <w:szCs w:val="28"/>
              </w:rPr>
              <w:t xml:space="preserve">Схема расположения проектируемой территории в структуре </w:t>
            </w:r>
            <w:r w:rsidR="000F3A53" w:rsidRPr="000F3A53">
              <w:rPr>
                <w:rFonts w:ascii="Times New Roman" w:hAnsi="Times New Roman"/>
                <w:sz w:val="28"/>
                <w:szCs w:val="28"/>
              </w:rPr>
              <w:t>Ши</w:t>
            </w:r>
            <w:r w:rsidR="000F3A53" w:rsidRPr="000F3A53">
              <w:rPr>
                <w:rFonts w:ascii="Times New Roman" w:hAnsi="Times New Roman"/>
                <w:sz w:val="28"/>
                <w:szCs w:val="28"/>
              </w:rPr>
              <w:t>м</w:t>
            </w:r>
            <w:r w:rsidR="000F3A53" w:rsidRPr="000F3A53">
              <w:rPr>
                <w:rFonts w:ascii="Times New Roman" w:hAnsi="Times New Roman"/>
                <w:sz w:val="28"/>
                <w:szCs w:val="28"/>
              </w:rPr>
              <w:t>ского городского поселения</w:t>
            </w:r>
            <w:r w:rsidR="000F3A53">
              <w:rPr>
                <w:b/>
              </w:rPr>
              <w:t xml:space="preserve"> </w:t>
            </w:r>
          </w:p>
        </w:tc>
      </w:tr>
      <w:tr w:rsidR="004F01C9" w:rsidRPr="00442591" w:rsidTr="004F01C9">
        <w:trPr>
          <w:cantSplit/>
          <w:jc w:val="center"/>
        </w:trPr>
        <w:tc>
          <w:tcPr>
            <w:tcW w:w="1413" w:type="dxa"/>
            <w:vAlign w:val="center"/>
          </w:tcPr>
          <w:p w:rsidR="004F01C9" w:rsidRPr="00442591" w:rsidRDefault="004F01C9" w:rsidP="008D67DC">
            <w:pPr>
              <w:ind w:left="142"/>
              <w:jc w:val="center"/>
              <w:rPr>
                <w:sz w:val="28"/>
                <w:szCs w:val="28"/>
              </w:rPr>
            </w:pPr>
            <w:r w:rsidRPr="00442591">
              <w:rPr>
                <w:sz w:val="28"/>
                <w:szCs w:val="28"/>
              </w:rPr>
              <w:t>Лист</w:t>
            </w:r>
            <w:r w:rsidR="008D67DC">
              <w:rPr>
                <w:sz w:val="28"/>
                <w:szCs w:val="28"/>
              </w:rPr>
              <w:t xml:space="preserve"> 2</w:t>
            </w:r>
          </w:p>
        </w:tc>
        <w:tc>
          <w:tcPr>
            <w:tcW w:w="8394" w:type="dxa"/>
            <w:vAlign w:val="center"/>
          </w:tcPr>
          <w:p w:rsidR="004F01C9" w:rsidRPr="00442591" w:rsidRDefault="00442591" w:rsidP="002457F0">
            <w:pPr>
              <w:pStyle w:val="aff3"/>
              <w:rPr>
                <w:rStyle w:val="FontStyle115"/>
                <w:sz w:val="28"/>
                <w:szCs w:val="28"/>
              </w:rPr>
            </w:pPr>
            <w:r w:rsidRPr="00442591">
              <w:rPr>
                <w:rStyle w:val="FontStyle115"/>
                <w:sz w:val="28"/>
                <w:szCs w:val="28"/>
              </w:rPr>
              <w:t>Схема использования территории в период подготовки проекта планировки территории (опорный план). М 1:5000</w:t>
            </w:r>
          </w:p>
        </w:tc>
      </w:tr>
      <w:tr w:rsidR="008D67DC" w:rsidRPr="00442591" w:rsidTr="004F01C9">
        <w:trPr>
          <w:cantSplit/>
          <w:jc w:val="center"/>
        </w:trPr>
        <w:tc>
          <w:tcPr>
            <w:tcW w:w="1413" w:type="dxa"/>
            <w:vAlign w:val="center"/>
          </w:tcPr>
          <w:p w:rsidR="008D67DC" w:rsidRPr="00442591" w:rsidRDefault="008D67DC" w:rsidP="008D67DC">
            <w:pPr>
              <w:ind w:left="142"/>
              <w:jc w:val="center"/>
              <w:rPr>
                <w:sz w:val="28"/>
                <w:szCs w:val="28"/>
              </w:rPr>
            </w:pPr>
            <w:r w:rsidRPr="00442591">
              <w:rPr>
                <w:sz w:val="28"/>
                <w:szCs w:val="28"/>
              </w:rPr>
              <w:t xml:space="preserve">Лист 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8394" w:type="dxa"/>
            <w:vAlign w:val="center"/>
          </w:tcPr>
          <w:p w:rsidR="008D67DC" w:rsidRPr="00442591" w:rsidRDefault="008D67DC" w:rsidP="002457F0">
            <w:pPr>
              <w:pStyle w:val="aff3"/>
              <w:rPr>
                <w:rStyle w:val="FontStyle115"/>
                <w:sz w:val="28"/>
                <w:szCs w:val="28"/>
              </w:rPr>
            </w:pPr>
            <w:r>
              <w:rPr>
                <w:rStyle w:val="FontStyle115"/>
                <w:sz w:val="28"/>
                <w:szCs w:val="28"/>
              </w:rPr>
              <w:t>Чертеж планировки территории (основной чертеж</w:t>
            </w:r>
            <w:r w:rsidRPr="00442591">
              <w:rPr>
                <w:rStyle w:val="FontStyle115"/>
                <w:sz w:val="28"/>
                <w:szCs w:val="28"/>
              </w:rPr>
              <w:t>). М 1:5000</w:t>
            </w:r>
          </w:p>
        </w:tc>
      </w:tr>
      <w:tr w:rsidR="00442591" w:rsidRPr="00442591" w:rsidTr="004F01C9">
        <w:trPr>
          <w:cantSplit/>
          <w:jc w:val="center"/>
        </w:trPr>
        <w:tc>
          <w:tcPr>
            <w:tcW w:w="1413" w:type="dxa"/>
            <w:vAlign w:val="center"/>
          </w:tcPr>
          <w:p w:rsidR="00442591" w:rsidRPr="00442591" w:rsidRDefault="00442591" w:rsidP="008D67DC">
            <w:pPr>
              <w:ind w:left="142"/>
              <w:jc w:val="center"/>
              <w:rPr>
                <w:sz w:val="28"/>
                <w:szCs w:val="28"/>
              </w:rPr>
            </w:pPr>
            <w:r w:rsidRPr="00442591">
              <w:rPr>
                <w:sz w:val="28"/>
                <w:szCs w:val="28"/>
              </w:rPr>
              <w:t xml:space="preserve">Лист </w:t>
            </w:r>
            <w:r w:rsidR="008D67DC">
              <w:rPr>
                <w:sz w:val="28"/>
                <w:szCs w:val="28"/>
              </w:rPr>
              <w:t>4</w:t>
            </w:r>
          </w:p>
        </w:tc>
        <w:tc>
          <w:tcPr>
            <w:tcW w:w="8394" w:type="dxa"/>
            <w:vAlign w:val="center"/>
          </w:tcPr>
          <w:p w:rsidR="00442591" w:rsidRPr="00442591" w:rsidRDefault="00442591" w:rsidP="00442591">
            <w:pPr>
              <w:pStyle w:val="aff3"/>
              <w:rPr>
                <w:rStyle w:val="FontStyle115"/>
                <w:sz w:val="28"/>
                <w:szCs w:val="28"/>
              </w:rPr>
            </w:pPr>
            <w:r w:rsidRPr="00442591">
              <w:rPr>
                <w:rStyle w:val="FontStyle115"/>
                <w:sz w:val="28"/>
                <w:szCs w:val="28"/>
              </w:rPr>
              <w:t>Схема вертикальной планировки и инженерной</w:t>
            </w:r>
          </w:p>
          <w:p w:rsidR="00442591" w:rsidRPr="00442591" w:rsidRDefault="00442591" w:rsidP="00442591">
            <w:pPr>
              <w:pStyle w:val="aff3"/>
              <w:rPr>
                <w:rStyle w:val="FontStyle115"/>
                <w:sz w:val="28"/>
                <w:szCs w:val="28"/>
              </w:rPr>
            </w:pPr>
            <w:r w:rsidRPr="00442591">
              <w:rPr>
                <w:rStyle w:val="FontStyle115"/>
                <w:sz w:val="28"/>
                <w:szCs w:val="28"/>
              </w:rPr>
              <w:t>подготовки территории. М 1:5000.</w:t>
            </w:r>
          </w:p>
        </w:tc>
      </w:tr>
      <w:tr w:rsidR="004F01C9" w:rsidRPr="00442591" w:rsidTr="004F01C9">
        <w:trPr>
          <w:cantSplit/>
          <w:jc w:val="center"/>
        </w:trPr>
        <w:tc>
          <w:tcPr>
            <w:tcW w:w="1413" w:type="dxa"/>
            <w:vAlign w:val="center"/>
          </w:tcPr>
          <w:p w:rsidR="004F01C9" w:rsidRPr="00442591" w:rsidRDefault="004F01C9" w:rsidP="0033715A">
            <w:pPr>
              <w:ind w:left="142"/>
              <w:jc w:val="center"/>
              <w:rPr>
                <w:sz w:val="28"/>
                <w:szCs w:val="28"/>
              </w:rPr>
            </w:pPr>
            <w:r w:rsidRPr="00442591">
              <w:rPr>
                <w:sz w:val="28"/>
                <w:szCs w:val="28"/>
              </w:rPr>
              <w:t xml:space="preserve">Лист </w:t>
            </w:r>
            <w:r w:rsidR="0033715A">
              <w:rPr>
                <w:sz w:val="28"/>
                <w:szCs w:val="28"/>
              </w:rPr>
              <w:t>5</w:t>
            </w:r>
          </w:p>
        </w:tc>
        <w:tc>
          <w:tcPr>
            <w:tcW w:w="8394" w:type="dxa"/>
            <w:vAlign w:val="center"/>
          </w:tcPr>
          <w:p w:rsidR="004F01C9" w:rsidRPr="00442591" w:rsidRDefault="00442591" w:rsidP="002457F0">
            <w:pPr>
              <w:pStyle w:val="aff3"/>
              <w:rPr>
                <w:rStyle w:val="FontStyle115"/>
                <w:sz w:val="28"/>
                <w:szCs w:val="28"/>
              </w:rPr>
            </w:pPr>
            <w:r w:rsidRPr="00442591">
              <w:rPr>
                <w:rStyle w:val="FontStyle115"/>
                <w:sz w:val="28"/>
                <w:szCs w:val="28"/>
              </w:rPr>
              <w:t>Схема расположения инженерных сетей и сооружений. М 1:5000</w:t>
            </w:r>
          </w:p>
        </w:tc>
      </w:tr>
    </w:tbl>
    <w:p w:rsidR="00741624" w:rsidRDefault="00741624" w:rsidP="00C81EF2">
      <w:pPr>
        <w:rPr>
          <w:b/>
          <w:sz w:val="28"/>
          <w:szCs w:val="26"/>
          <w:lang w:eastAsia="en-US"/>
        </w:rPr>
        <w:sectPr w:rsidR="00741624" w:rsidSect="00741624">
          <w:headerReference w:type="default" r:id="rId9"/>
          <w:footerReference w:type="default" r:id="rId10"/>
          <w:headerReference w:type="first" r:id="rId11"/>
          <w:footerReference w:type="first" r:id="rId12"/>
          <w:pgSz w:w="11907" w:h="16840" w:code="9"/>
          <w:pgMar w:top="425" w:right="567" w:bottom="2552" w:left="1134" w:header="0" w:footer="686" w:gutter="0"/>
          <w:pgNumType w:start="9"/>
          <w:cols w:space="720"/>
          <w:titlePg/>
        </w:sectPr>
      </w:pPr>
    </w:p>
    <w:p w:rsidR="00976FB7" w:rsidRPr="00C81EF2" w:rsidRDefault="00976FB7" w:rsidP="00C81EF2">
      <w:pPr>
        <w:keepNext/>
        <w:keepLines/>
        <w:ind w:left="284" w:right="142"/>
        <w:jc w:val="center"/>
        <w:outlineLvl w:val="1"/>
        <w:rPr>
          <w:b/>
          <w:sz w:val="28"/>
          <w:szCs w:val="26"/>
          <w:lang w:eastAsia="en-US"/>
        </w:rPr>
      </w:pPr>
      <w:bookmarkStart w:id="5" w:name="_Toc456104493"/>
      <w:r w:rsidRPr="00C81EF2">
        <w:rPr>
          <w:b/>
          <w:sz w:val="28"/>
          <w:szCs w:val="26"/>
          <w:lang w:eastAsia="en-US"/>
        </w:rPr>
        <w:lastRenderedPageBreak/>
        <w:t>ПОЯСНИТЕЛЬНАЯ ЗАПИСКА.</w:t>
      </w:r>
      <w:bookmarkEnd w:id="5"/>
    </w:p>
    <w:p w:rsidR="00C81EF2" w:rsidRDefault="00C81EF2" w:rsidP="00C81EF2">
      <w:pPr>
        <w:ind w:firstLine="709"/>
        <w:jc w:val="both"/>
        <w:rPr>
          <w:sz w:val="28"/>
          <w:szCs w:val="28"/>
        </w:rPr>
      </w:pPr>
      <w:bookmarkStart w:id="6" w:name="_Toc422228725"/>
      <w:bookmarkStart w:id="7" w:name="_Toc425860530"/>
    </w:p>
    <w:p w:rsidR="00975CDB" w:rsidRPr="009D6E51" w:rsidRDefault="00975CDB" w:rsidP="00975CDB">
      <w:pPr>
        <w:keepNext/>
        <w:keepLines/>
        <w:spacing w:before="240" w:after="240" w:line="240" w:lineRule="exact"/>
        <w:ind w:left="284" w:right="142"/>
        <w:jc w:val="center"/>
        <w:outlineLvl w:val="1"/>
        <w:rPr>
          <w:b/>
          <w:sz w:val="28"/>
          <w:szCs w:val="26"/>
          <w:lang w:eastAsia="en-US"/>
        </w:rPr>
      </w:pPr>
      <w:bookmarkStart w:id="8" w:name="_Toc446002131"/>
      <w:bookmarkStart w:id="9" w:name="_Toc456104494"/>
      <w:r w:rsidRPr="009D6E51">
        <w:rPr>
          <w:b/>
          <w:sz w:val="28"/>
          <w:szCs w:val="26"/>
          <w:lang w:eastAsia="en-US"/>
        </w:rPr>
        <w:t xml:space="preserve">1. </w:t>
      </w:r>
      <w:r>
        <w:rPr>
          <w:b/>
          <w:sz w:val="28"/>
          <w:szCs w:val="26"/>
          <w:lang w:eastAsia="en-US"/>
        </w:rPr>
        <w:t>ОБЩИЕ ПОЛОЖЕНИЯ.</w:t>
      </w:r>
      <w:bookmarkEnd w:id="8"/>
      <w:bookmarkEnd w:id="9"/>
    </w:p>
    <w:p w:rsidR="000F6F9F" w:rsidRPr="00EB7B34" w:rsidRDefault="000B05B5" w:rsidP="00341DA1">
      <w:pPr>
        <w:ind w:firstLine="709"/>
        <w:jc w:val="both"/>
        <w:rPr>
          <w:sz w:val="28"/>
          <w:szCs w:val="28"/>
        </w:rPr>
      </w:pPr>
      <w:r w:rsidRPr="00EB7B34">
        <w:rPr>
          <w:rFonts w:eastAsia="MS Mincho"/>
          <w:bCs/>
          <w:sz w:val="28"/>
          <w:szCs w:val="28"/>
        </w:rPr>
        <w:t xml:space="preserve">Проектируемая территория </w:t>
      </w:r>
      <w:r w:rsidRPr="00EB7B34">
        <w:rPr>
          <w:sz w:val="28"/>
          <w:szCs w:val="28"/>
        </w:rPr>
        <w:t xml:space="preserve">для строительства и дальнейшего размещения </w:t>
      </w:r>
      <w:r w:rsidRPr="00EB7B34">
        <w:rPr>
          <w:rFonts w:eastAsia="Calibri"/>
          <w:spacing w:val="10"/>
          <w:sz w:val="28"/>
          <w:lang w:eastAsia="en-US"/>
        </w:rPr>
        <w:t xml:space="preserve">оросительной сети на площади </w:t>
      </w:r>
      <w:r w:rsidR="00EB7B34" w:rsidRPr="00EB7B34">
        <w:rPr>
          <w:sz w:val="28"/>
          <w:szCs w:val="28"/>
        </w:rPr>
        <w:t>1344,7</w:t>
      </w:r>
      <w:r w:rsidRPr="00EB7B34">
        <w:rPr>
          <w:rFonts w:eastAsia="Calibri"/>
          <w:spacing w:val="10"/>
          <w:sz w:val="28"/>
          <w:lang w:eastAsia="en-US"/>
        </w:rPr>
        <w:t xml:space="preserve"> га </w:t>
      </w:r>
      <w:r w:rsidR="00B30570" w:rsidRPr="00EB7B34">
        <w:rPr>
          <w:rFonts w:eastAsia="Calibri"/>
          <w:spacing w:val="10"/>
          <w:sz w:val="28"/>
          <w:lang w:eastAsia="en-US"/>
        </w:rPr>
        <w:t>близ д. Мшага Воскресенская и д. Мшага Ямская</w:t>
      </w:r>
      <w:r w:rsidRPr="00EB7B34">
        <w:rPr>
          <w:rFonts w:eastAsia="Calibri"/>
          <w:spacing w:val="10"/>
          <w:sz w:val="28"/>
          <w:lang w:eastAsia="en-US"/>
        </w:rPr>
        <w:t xml:space="preserve">, </w:t>
      </w:r>
      <w:r w:rsidR="00B30570" w:rsidRPr="00EB7B34">
        <w:rPr>
          <w:rFonts w:eastAsia="Calibri"/>
          <w:spacing w:val="10"/>
          <w:sz w:val="28"/>
          <w:lang w:eastAsia="en-US"/>
        </w:rPr>
        <w:t>Шимского района</w:t>
      </w:r>
      <w:r w:rsidRPr="00EB7B34">
        <w:rPr>
          <w:rFonts w:eastAsia="Calibri"/>
          <w:spacing w:val="10"/>
          <w:sz w:val="28"/>
          <w:lang w:eastAsia="en-US"/>
        </w:rPr>
        <w:t xml:space="preserve">, </w:t>
      </w:r>
      <w:r w:rsidR="00341DA1" w:rsidRPr="00341DA1">
        <w:rPr>
          <w:rFonts w:eastAsia="Calibri"/>
          <w:spacing w:val="10"/>
          <w:sz w:val="28"/>
          <w:lang w:eastAsia="en-US"/>
        </w:rPr>
        <w:t xml:space="preserve">Новгородской </w:t>
      </w:r>
      <w:r w:rsidRPr="00EB7B34">
        <w:rPr>
          <w:rFonts w:eastAsia="Calibri"/>
          <w:spacing w:val="10"/>
          <w:sz w:val="28"/>
          <w:lang w:eastAsia="en-US"/>
        </w:rPr>
        <w:t>области</w:t>
      </w:r>
      <w:r w:rsidR="000F6F9F" w:rsidRPr="00EB7B34">
        <w:rPr>
          <w:sz w:val="28"/>
          <w:szCs w:val="28"/>
        </w:rPr>
        <w:t xml:space="preserve">. </w:t>
      </w:r>
    </w:p>
    <w:p w:rsidR="00975CDB" w:rsidRPr="009D6E51" w:rsidRDefault="00975CDB" w:rsidP="00341DA1">
      <w:pPr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9D6E51">
        <w:rPr>
          <w:rFonts w:eastAsia="Calibri"/>
          <w:sz w:val="28"/>
          <w:szCs w:val="22"/>
          <w:lang w:eastAsia="en-US"/>
        </w:rPr>
        <w:t>Проект планировки выполнен на основании:</w:t>
      </w:r>
    </w:p>
    <w:p w:rsidR="001B381C" w:rsidRPr="001B381C" w:rsidRDefault="001B381C" w:rsidP="00341DA1">
      <w:pPr>
        <w:pStyle w:val="aff2"/>
        <w:numPr>
          <w:ilvl w:val="0"/>
          <w:numId w:val="8"/>
        </w:numPr>
        <w:jc w:val="both"/>
        <w:rPr>
          <w:sz w:val="28"/>
          <w:szCs w:val="28"/>
        </w:rPr>
      </w:pPr>
      <w:r w:rsidRPr="001B381C">
        <w:rPr>
          <w:sz w:val="28"/>
          <w:szCs w:val="28"/>
        </w:rPr>
        <w:t>Постановление «О подготовке проекта планировки территории и межевания территории Шимского городского поселения» № 366 от 10.06.2016г. и № 367 10.06.2016г.</w:t>
      </w:r>
      <w:r w:rsidR="00341DA1">
        <w:rPr>
          <w:sz w:val="28"/>
          <w:szCs w:val="28"/>
        </w:rPr>
        <w:t xml:space="preserve"> Администрации </w:t>
      </w:r>
      <w:r w:rsidR="00341DA1" w:rsidRPr="00EB7B34">
        <w:rPr>
          <w:rFonts w:eastAsia="Calibri"/>
          <w:spacing w:val="10"/>
          <w:sz w:val="28"/>
          <w:lang w:eastAsia="en-US"/>
        </w:rPr>
        <w:t xml:space="preserve">Шимского </w:t>
      </w:r>
      <w:r w:rsidR="00341DA1">
        <w:rPr>
          <w:rFonts w:eastAsia="Calibri"/>
          <w:spacing w:val="10"/>
          <w:sz w:val="28"/>
          <w:lang w:eastAsia="en-US"/>
        </w:rPr>
        <w:t xml:space="preserve">городского поселения </w:t>
      </w:r>
      <w:r w:rsidR="00341DA1" w:rsidRPr="00EB7B34">
        <w:rPr>
          <w:rFonts w:eastAsia="Calibri"/>
          <w:spacing w:val="10"/>
          <w:sz w:val="28"/>
          <w:lang w:eastAsia="en-US"/>
        </w:rPr>
        <w:t xml:space="preserve">Шимского района </w:t>
      </w:r>
      <w:r w:rsidR="00341DA1" w:rsidRPr="00341DA1">
        <w:rPr>
          <w:rFonts w:eastAsia="Calibri"/>
          <w:spacing w:val="10"/>
          <w:sz w:val="28"/>
          <w:lang w:eastAsia="en-US"/>
        </w:rPr>
        <w:t xml:space="preserve">Новгородской </w:t>
      </w:r>
      <w:r w:rsidR="00341DA1" w:rsidRPr="00EB7B34">
        <w:rPr>
          <w:rFonts w:eastAsia="Calibri"/>
          <w:spacing w:val="10"/>
          <w:sz w:val="28"/>
          <w:lang w:eastAsia="en-US"/>
        </w:rPr>
        <w:t>области</w:t>
      </w:r>
      <w:r w:rsidR="00341DA1">
        <w:rPr>
          <w:rFonts w:eastAsia="Calibri"/>
          <w:spacing w:val="10"/>
          <w:sz w:val="28"/>
          <w:lang w:eastAsia="en-US"/>
        </w:rPr>
        <w:t>;</w:t>
      </w:r>
      <w:r w:rsidRPr="001B381C">
        <w:rPr>
          <w:sz w:val="28"/>
          <w:szCs w:val="28"/>
        </w:rPr>
        <w:t xml:space="preserve"> </w:t>
      </w:r>
    </w:p>
    <w:p w:rsidR="001B381C" w:rsidRPr="001B381C" w:rsidRDefault="001B381C" w:rsidP="00341DA1">
      <w:pPr>
        <w:pStyle w:val="aff2"/>
        <w:numPr>
          <w:ilvl w:val="0"/>
          <w:numId w:val="8"/>
        </w:numPr>
        <w:jc w:val="both"/>
        <w:rPr>
          <w:sz w:val="28"/>
          <w:szCs w:val="28"/>
        </w:rPr>
      </w:pPr>
      <w:r w:rsidRPr="001B381C">
        <w:rPr>
          <w:sz w:val="28"/>
          <w:szCs w:val="28"/>
        </w:rPr>
        <w:t xml:space="preserve">Постановление «О подготовке проекта планировки территории и межевания территории Медведского сельского поселения» № 94 от 07.07.2016 г. </w:t>
      </w:r>
      <w:r w:rsidR="00341DA1">
        <w:rPr>
          <w:sz w:val="28"/>
          <w:szCs w:val="28"/>
        </w:rPr>
        <w:t>Админ</w:t>
      </w:r>
      <w:r w:rsidR="00341DA1">
        <w:rPr>
          <w:sz w:val="28"/>
          <w:szCs w:val="28"/>
        </w:rPr>
        <w:t>и</w:t>
      </w:r>
      <w:r w:rsidR="00341DA1">
        <w:rPr>
          <w:sz w:val="28"/>
          <w:szCs w:val="28"/>
        </w:rPr>
        <w:t xml:space="preserve">страции Медведковского сельского поселения </w:t>
      </w:r>
      <w:r w:rsidR="00341DA1" w:rsidRPr="00EB7B34">
        <w:rPr>
          <w:rFonts w:eastAsia="Calibri"/>
          <w:spacing w:val="10"/>
          <w:sz w:val="28"/>
          <w:lang w:eastAsia="en-US"/>
        </w:rPr>
        <w:t xml:space="preserve">Шимского района </w:t>
      </w:r>
      <w:r w:rsidR="00341DA1" w:rsidRPr="00341DA1">
        <w:rPr>
          <w:rFonts w:eastAsia="Calibri"/>
          <w:spacing w:val="10"/>
          <w:sz w:val="28"/>
          <w:lang w:eastAsia="en-US"/>
        </w:rPr>
        <w:t>Новгоро</w:t>
      </w:r>
      <w:r w:rsidR="00341DA1" w:rsidRPr="00341DA1">
        <w:rPr>
          <w:rFonts w:eastAsia="Calibri"/>
          <w:spacing w:val="10"/>
          <w:sz w:val="28"/>
          <w:lang w:eastAsia="en-US"/>
        </w:rPr>
        <w:t>д</w:t>
      </w:r>
      <w:r w:rsidR="00341DA1" w:rsidRPr="00341DA1">
        <w:rPr>
          <w:rFonts w:eastAsia="Calibri"/>
          <w:spacing w:val="10"/>
          <w:sz w:val="28"/>
          <w:lang w:eastAsia="en-US"/>
        </w:rPr>
        <w:t xml:space="preserve">ской </w:t>
      </w:r>
      <w:r w:rsidR="00341DA1" w:rsidRPr="00EB7B34">
        <w:rPr>
          <w:rFonts w:eastAsia="Calibri"/>
          <w:spacing w:val="10"/>
          <w:sz w:val="28"/>
          <w:lang w:eastAsia="en-US"/>
        </w:rPr>
        <w:t>области</w:t>
      </w:r>
      <w:r w:rsidR="00341DA1">
        <w:rPr>
          <w:rFonts w:eastAsia="Calibri"/>
          <w:spacing w:val="10"/>
          <w:sz w:val="28"/>
          <w:lang w:eastAsia="en-US"/>
        </w:rPr>
        <w:t>;</w:t>
      </w:r>
    </w:p>
    <w:p w:rsidR="001B381C" w:rsidRPr="001B381C" w:rsidRDefault="001B381C" w:rsidP="00341DA1">
      <w:pPr>
        <w:pStyle w:val="aff2"/>
        <w:numPr>
          <w:ilvl w:val="0"/>
          <w:numId w:val="8"/>
        </w:numPr>
        <w:jc w:val="both"/>
        <w:rPr>
          <w:sz w:val="28"/>
          <w:szCs w:val="28"/>
        </w:rPr>
      </w:pPr>
      <w:r w:rsidRPr="001B381C">
        <w:rPr>
          <w:sz w:val="28"/>
          <w:szCs w:val="28"/>
        </w:rPr>
        <w:t>Градостроительное задание на подготовку документации по планировке те</w:t>
      </w:r>
      <w:r w:rsidRPr="001B381C">
        <w:rPr>
          <w:sz w:val="28"/>
          <w:szCs w:val="28"/>
        </w:rPr>
        <w:t>р</w:t>
      </w:r>
      <w:r w:rsidRPr="001B381C">
        <w:rPr>
          <w:sz w:val="28"/>
          <w:szCs w:val="28"/>
        </w:rPr>
        <w:t>ритории земельных участков с кадастровыми номерами 53:21:012001:16 и 53:21:080901:86</w:t>
      </w:r>
    </w:p>
    <w:p w:rsidR="00975CDB" w:rsidRPr="006A1E6F" w:rsidRDefault="00975CDB" w:rsidP="00975CDB">
      <w:pPr>
        <w:ind w:firstLine="709"/>
        <w:jc w:val="both"/>
        <w:rPr>
          <w:rFonts w:eastAsia="Calibri"/>
          <w:spacing w:val="10"/>
          <w:sz w:val="28"/>
          <w:lang w:eastAsia="en-US"/>
        </w:rPr>
      </w:pPr>
    </w:p>
    <w:p w:rsidR="00975CDB" w:rsidRPr="001F275C" w:rsidRDefault="00975CDB" w:rsidP="00975CDB">
      <w:pPr>
        <w:ind w:firstLine="709"/>
        <w:jc w:val="both"/>
        <w:rPr>
          <w:sz w:val="28"/>
          <w:szCs w:val="28"/>
        </w:rPr>
      </w:pPr>
      <w:r w:rsidRPr="001F275C">
        <w:rPr>
          <w:sz w:val="28"/>
          <w:szCs w:val="28"/>
        </w:rPr>
        <w:t>Состав Проекта:</w:t>
      </w:r>
    </w:p>
    <w:p w:rsidR="00975CDB" w:rsidRDefault="00975CDB" w:rsidP="00B758A3">
      <w:pPr>
        <w:pStyle w:val="aff2"/>
        <w:numPr>
          <w:ilvl w:val="0"/>
          <w:numId w:val="8"/>
        </w:numPr>
        <w:jc w:val="both"/>
        <w:rPr>
          <w:sz w:val="28"/>
          <w:szCs w:val="28"/>
        </w:rPr>
      </w:pPr>
      <w:r w:rsidRPr="00CC71D4">
        <w:rPr>
          <w:sz w:val="28"/>
          <w:szCs w:val="28"/>
        </w:rPr>
        <w:t>Том 1 «</w:t>
      </w:r>
      <w:r w:rsidRPr="00216863">
        <w:rPr>
          <w:sz w:val="28"/>
          <w:szCs w:val="28"/>
        </w:rPr>
        <w:t>Основная (утверждаемая) часть проекта планировки</w:t>
      </w:r>
      <w:r w:rsidRPr="00CC71D4">
        <w:rPr>
          <w:sz w:val="28"/>
          <w:szCs w:val="28"/>
        </w:rPr>
        <w:t>»</w:t>
      </w:r>
      <w:r>
        <w:rPr>
          <w:sz w:val="28"/>
          <w:szCs w:val="28"/>
        </w:rPr>
        <w:t xml:space="preserve"> - </w:t>
      </w:r>
      <w:r w:rsidR="001B381C">
        <w:rPr>
          <w:sz w:val="28"/>
          <w:szCs w:val="28"/>
        </w:rPr>
        <w:t>30</w:t>
      </w:r>
      <w:r w:rsidRPr="002D2A60">
        <w:rPr>
          <w:sz w:val="28"/>
          <w:szCs w:val="28"/>
        </w:rPr>
        <w:t>/ППС - 1</w:t>
      </w:r>
      <w:r w:rsidR="000F6F9F">
        <w:rPr>
          <w:sz w:val="28"/>
          <w:szCs w:val="28"/>
        </w:rPr>
        <w:t>6</w:t>
      </w:r>
      <w:r w:rsidRPr="002D2A60">
        <w:rPr>
          <w:sz w:val="28"/>
          <w:szCs w:val="28"/>
        </w:rPr>
        <w:t xml:space="preserve"> – ППТ-1</w:t>
      </w:r>
      <w:r>
        <w:rPr>
          <w:sz w:val="28"/>
          <w:szCs w:val="28"/>
        </w:rPr>
        <w:t xml:space="preserve">. </w:t>
      </w:r>
      <w:r w:rsidRPr="003F213A">
        <w:rPr>
          <w:sz w:val="28"/>
          <w:szCs w:val="28"/>
        </w:rPr>
        <w:t>Материал включает в себя Пояснительную записку и Графическую часть</w:t>
      </w:r>
      <w:r w:rsidRPr="00CC71D4">
        <w:rPr>
          <w:sz w:val="28"/>
          <w:szCs w:val="28"/>
        </w:rPr>
        <w:t>;</w:t>
      </w:r>
    </w:p>
    <w:p w:rsidR="00975CDB" w:rsidRPr="00A64B8D" w:rsidRDefault="00975CDB" w:rsidP="00B758A3">
      <w:pPr>
        <w:pStyle w:val="aff2"/>
        <w:numPr>
          <w:ilvl w:val="0"/>
          <w:numId w:val="8"/>
        </w:numPr>
        <w:jc w:val="both"/>
        <w:rPr>
          <w:sz w:val="28"/>
          <w:szCs w:val="28"/>
        </w:rPr>
      </w:pPr>
      <w:r w:rsidRPr="003F213A">
        <w:rPr>
          <w:sz w:val="28"/>
          <w:szCs w:val="28"/>
        </w:rPr>
        <w:t xml:space="preserve">Том 2 «Материалы по обоснованию проекта планировки» - </w:t>
      </w:r>
      <w:r w:rsidR="001B381C">
        <w:rPr>
          <w:sz w:val="28"/>
          <w:szCs w:val="28"/>
        </w:rPr>
        <w:t>30</w:t>
      </w:r>
      <w:r w:rsidR="000B05B5">
        <w:rPr>
          <w:sz w:val="28"/>
          <w:szCs w:val="28"/>
        </w:rPr>
        <w:t>/ППС-</w:t>
      </w:r>
      <w:r w:rsidR="000F6F9F" w:rsidRPr="002D2A60">
        <w:rPr>
          <w:sz w:val="28"/>
          <w:szCs w:val="28"/>
        </w:rPr>
        <w:t xml:space="preserve"> 1</w:t>
      </w:r>
      <w:r w:rsidR="000F6F9F">
        <w:rPr>
          <w:sz w:val="28"/>
          <w:szCs w:val="28"/>
        </w:rPr>
        <w:t>6</w:t>
      </w:r>
      <w:r w:rsidR="000F6F9F" w:rsidRPr="002D2A60">
        <w:rPr>
          <w:sz w:val="28"/>
          <w:szCs w:val="28"/>
        </w:rPr>
        <w:t xml:space="preserve"> – ППТ</w:t>
      </w:r>
      <w:r w:rsidR="00A64B8D">
        <w:rPr>
          <w:sz w:val="28"/>
          <w:szCs w:val="28"/>
        </w:rPr>
        <w:t xml:space="preserve"> </w:t>
      </w:r>
      <w:r w:rsidRPr="00A64B8D">
        <w:rPr>
          <w:sz w:val="28"/>
          <w:szCs w:val="28"/>
        </w:rPr>
        <w:t>-2. Материал включает в себя Пояснительную записку и Графическую часть;</w:t>
      </w:r>
    </w:p>
    <w:p w:rsidR="00975CDB" w:rsidRPr="009D6E51" w:rsidRDefault="00975CDB" w:rsidP="00975CDB">
      <w:pPr>
        <w:spacing w:after="160"/>
        <w:ind w:left="567" w:right="142"/>
        <w:contextualSpacing/>
        <w:jc w:val="both"/>
        <w:rPr>
          <w:rFonts w:eastAsia="Calibri"/>
          <w:spacing w:val="10"/>
          <w:sz w:val="28"/>
          <w:lang w:eastAsia="en-US"/>
        </w:rPr>
      </w:pPr>
    </w:p>
    <w:p w:rsidR="00975CDB" w:rsidRPr="00D14D37" w:rsidRDefault="00975CDB" w:rsidP="00975CDB">
      <w:pPr>
        <w:spacing w:after="120"/>
        <w:ind w:firstLine="709"/>
        <w:jc w:val="both"/>
        <w:rPr>
          <w:sz w:val="28"/>
          <w:szCs w:val="28"/>
        </w:rPr>
      </w:pPr>
      <w:r w:rsidRPr="006B64F1">
        <w:rPr>
          <w:sz w:val="28"/>
          <w:szCs w:val="28"/>
        </w:rPr>
        <w:t>Исходные данные, полученные обществом с ограниченной ответственностью «Проектпромстрой» для разработки проекта планировки территории</w:t>
      </w:r>
      <w:r w:rsidRPr="00D14D37">
        <w:rPr>
          <w:sz w:val="28"/>
          <w:szCs w:val="28"/>
        </w:rPr>
        <w:t>:</w:t>
      </w:r>
    </w:p>
    <w:p w:rsidR="0082396B" w:rsidRPr="0082396B" w:rsidRDefault="0082396B" w:rsidP="00B758A3">
      <w:pPr>
        <w:numPr>
          <w:ilvl w:val="0"/>
          <w:numId w:val="12"/>
        </w:numPr>
        <w:ind w:right="142"/>
        <w:jc w:val="both"/>
        <w:rPr>
          <w:sz w:val="28"/>
          <w:szCs w:val="28"/>
        </w:rPr>
      </w:pPr>
      <w:r w:rsidRPr="0082396B">
        <w:rPr>
          <w:sz w:val="28"/>
          <w:szCs w:val="28"/>
        </w:rPr>
        <w:t>Топографическая съемка №</w:t>
      </w:r>
      <w:r w:rsidRPr="0082396B">
        <w:t xml:space="preserve"> </w:t>
      </w:r>
      <w:r w:rsidRPr="0082396B">
        <w:rPr>
          <w:sz w:val="28"/>
          <w:szCs w:val="28"/>
        </w:rPr>
        <w:t>22/20/2015-нкс – ПЗ.ИИ, выполненная ООО «С</w:t>
      </w:r>
      <w:r w:rsidRPr="0082396B">
        <w:rPr>
          <w:sz w:val="28"/>
          <w:szCs w:val="28"/>
        </w:rPr>
        <w:t>а</w:t>
      </w:r>
      <w:r w:rsidRPr="0082396B">
        <w:rPr>
          <w:sz w:val="28"/>
          <w:szCs w:val="28"/>
        </w:rPr>
        <w:t>довый Инженер» на основании свидетельства о допуске к работам по выпо</w:t>
      </w:r>
      <w:r w:rsidRPr="0082396B">
        <w:rPr>
          <w:sz w:val="28"/>
          <w:szCs w:val="28"/>
        </w:rPr>
        <w:t>л</w:t>
      </w:r>
      <w:r w:rsidRPr="0082396B">
        <w:rPr>
          <w:sz w:val="28"/>
          <w:szCs w:val="28"/>
        </w:rPr>
        <w:t xml:space="preserve">нению инженерных изысканий №0015.06-2012-7722229699-П-171; </w:t>
      </w:r>
    </w:p>
    <w:p w:rsidR="0082396B" w:rsidRPr="0082396B" w:rsidRDefault="0082396B" w:rsidP="00B758A3">
      <w:pPr>
        <w:numPr>
          <w:ilvl w:val="0"/>
          <w:numId w:val="12"/>
        </w:numPr>
        <w:ind w:right="142"/>
        <w:jc w:val="both"/>
        <w:rPr>
          <w:sz w:val="28"/>
          <w:szCs w:val="28"/>
        </w:rPr>
      </w:pPr>
      <w:r w:rsidRPr="0082396B">
        <w:rPr>
          <w:sz w:val="28"/>
          <w:szCs w:val="28"/>
        </w:rPr>
        <w:t>Кадастровая планы территорий кадастровых кварталов</w:t>
      </w:r>
      <w:r>
        <w:rPr>
          <w:sz w:val="28"/>
          <w:szCs w:val="28"/>
        </w:rPr>
        <w:t xml:space="preserve"> от </w:t>
      </w:r>
      <w:r w:rsidRPr="0082396B">
        <w:rPr>
          <w:sz w:val="28"/>
          <w:szCs w:val="28"/>
        </w:rPr>
        <w:t>07.07.2016 г. и к</w:t>
      </w:r>
      <w:r w:rsidRPr="0082396B">
        <w:rPr>
          <w:sz w:val="28"/>
          <w:szCs w:val="28"/>
        </w:rPr>
        <w:t>а</w:t>
      </w:r>
      <w:r w:rsidRPr="0082396B">
        <w:rPr>
          <w:sz w:val="28"/>
          <w:szCs w:val="28"/>
        </w:rPr>
        <w:t xml:space="preserve">дастровые выписки на земельные участки </w:t>
      </w:r>
      <w:r w:rsidRPr="0082396B">
        <w:rPr>
          <w:rFonts w:eastAsia="TimesNewRoman"/>
          <w:sz w:val="28"/>
          <w:szCs w:val="28"/>
        </w:rPr>
        <w:t>53:21:0012001:16</w:t>
      </w:r>
      <w:r w:rsidRPr="0082396B">
        <w:rPr>
          <w:sz w:val="28"/>
          <w:szCs w:val="28"/>
        </w:rPr>
        <w:t xml:space="preserve">, </w:t>
      </w:r>
      <w:r w:rsidRPr="0082396B">
        <w:rPr>
          <w:rFonts w:eastAsia="TimesNewRoman"/>
          <w:sz w:val="28"/>
          <w:szCs w:val="28"/>
        </w:rPr>
        <w:t>53:21:0012001:17</w:t>
      </w:r>
      <w:r w:rsidRPr="0082396B">
        <w:rPr>
          <w:sz w:val="28"/>
          <w:szCs w:val="28"/>
        </w:rPr>
        <w:t xml:space="preserve">, </w:t>
      </w:r>
      <w:r w:rsidRPr="0082396B">
        <w:rPr>
          <w:rFonts w:eastAsia="TimesNewRoman"/>
          <w:sz w:val="28"/>
          <w:szCs w:val="28"/>
        </w:rPr>
        <w:t>53:21:0080801:39</w:t>
      </w:r>
      <w:r w:rsidRPr="0082396B">
        <w:rPr>
          <w:sz w:val="28"/>
          <w:szCs w:val="28"/>
        </w:rPr>
        <w:t xml:space="preserve">, </w:t>
      </w:r>
      <w:r w:rsidRPr="0082396B">
        <w:rPr>
          <w:rFonts w:eastAsia="TimesNewRoman"/>
          <w:sz w:val="28"/>
          <w:szCs w:val="28"/>
        </w:rPr>
        <w:t>53:21:0080901:86</w:t>
      </w:r>
      <w:r w:rsidRPr="0082396B">
        <w:rPr>
          <w:sz w:val="28"/>
          <w:szCs w:val="28"/>
        </w:rPr>
        <w:t xml:space="preserve">, </w:t>
      </w:r>
      <w:r w:rsidRPr="0082396B">
        <w:rPr>
          <w:rFonts w:eastAsia="TimesNewRoman"/>
          <w:sz w:val="28"/>
          <w:szCs w:val="28"/>
        </w:rPr>
        <w:t>53:21:0080901:103, 53:21:0080901:107, 53:21:0080901:110, 53:21:0080901:111, 53:21:0080901:112</w:t>
      </w:r>
      <w:r w:rsidRPr="0082396B">
        <w:rPr>
          <w:sz w:val="28"/>
          <w:szCs w:val="28"/>
        </w:rPr>
        <w:t>;</w:t>
      </w:r>
    </w:p>
    <w:p w:rsidR="0082396B" w:rsidRPr="0082396B" w:rsidRDefault="0082396B" w:rsidP="00B758A3">
      <w:pPr>
        <w:numPr>
          <w:ilvl w:val="0"/>
          <w:numId w:val="12"/>
        </w:numPr>
        <w:ind w:right="142"/>
        <w:jc w:val="both"/>
        <w:rPr>
          <w:sz w:val="28"/>
          <w:szCs w:val="28"/>
        </w:rPr>
      </w:pPr>
      <w:r w:rsidRPr="0082396B">
        <w:rPr>
          <w:sz w:val="28"/>
          <w:szCs w:val="28"/>
        </w:rPr>
        <w:t>Свидетельство о государственной регистрации права собственности на н</w:t>
      </w:r>
      <w:r w:rsidRPr="0082396B">
        <w:rPr>
          <w:sz w:val="28"/>
          <w:szCs w:val="28"/>
        </w:rPr>
        <w:t>е</w:t>
      </w:r>
      <w:r w:rsidRPr="0082396B">
        <w:rPr>
          <w:sz w:val="28"/>
          <w:szCs w:val="28"/>
        </w:rPr>
        <w:t>движимое имущество № 53-53/082-53/121/001/2016-12/1 от 25.01.2016г.,</w:t>
      </w:r>
    </w:p>
    <w:p w:rsidR="0082396B" w:rsidRPr="0082396B" w:rsidRDefault="0082396B" w:rsidP="0082396B">
      <w:pPr>
        <w:ind w:left="720" w:right="142"/>
        <w:jc w:val="both"/>
        <w:rPr>
          <w:sz w:val="28"/>
          <w:szCs w:val="28"/>
        </w:rPr>
      </w:pPr>
      <w:r w:rsidRPr="0082396B">
        <w:rPr>
          <w:sz w:val="28"/>
          <w:szCs w:val="28"/>
        </w:rPr>
        <w:t>№ 53-53/082-53/121/001/2016-14/1 от 25.01.2016г., № 53-53/082 - 53/121/001/2016-10/1 от 25.01.2016г., № 53-53/082-53/121/001/2016-11/1 от 28.01.2016г., № 53-53/082-53/121/001/2016-13/1 от 25.01.2016г., № 53-53/082-53/121/001/2016-16/1 от 25.01.2016г., № 53-53/082-53/121/001/2016-15/1 от 25.01.2016г., № 53-53/082-53/121/001/2016-17/1 от 25.01.2016г.</w:t>
      </w:r>
    </w:p>
    <w:p w:rsidR="000B05B5" w:rsidRPr="000B05B5" w:rsidRDefault="000B05B5" w:rsidP="00B758A3">
      <w:pPr>
        <w:numPr>
          <w:ilvl w:val="0"/>
          <w:numId w:val="5"/>
        </w:num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Проектная документация </w:t>
      </w:r>
      <w:r w:rsidR="00013158">
        <w:rPr>
          <w:sz w:val="28"/>
          <w:szCs w:val="28"/>
        </w:rPr>
        <w:t xml:space="preserve">шифр </w:t>
      </w:r>
      <w:r w:rsidR="0082396B">
        <w:rPr>
          <w:sz w:val="28"/>
          <w:szCs w:val="28"/>
        </w:rPr>
        <w:t>22</w:t>
      </w:r>
      <w:r w:rsidR="00013158" w:rsidRPr="00013158">
        <w:rPr>
          <w:sz w:val="28"/>
          <w:szCs w:val="28"/>
        </w:rPr>
        <w:t>/</w:t>
      </w:r>
      <w:r w:rsidR="0082396B">
        <w:rPr>
          <w:sz w:val="28"/>
          <w:szCs w:val="28"/>
        </w:rPr>
        <w:t>20</w:t>
      </w:r>
      <w:r w:rsidR="00013158" w:rsidRPr="00013158">
        <w:rPr>
          <w:sz w:val="28"/>
          <w:szCs w:val="28"/>
        </w:rPr>
        <w:t>/2015</w:t>
      </w:r>
      <w:r w:rsidR="0082396B">
        <w:rPr>
          <w:sz w:val="28"/>
          <w:szCs w:val="28"/>
        </w:rPr>
        <w:t>-НКС</w:t>
      </w:r>
      <w:r w:rsidR="00013158" w:rsidRPr="00013158">
        <w:rPr>
          <w:sz w:val="28"/>
          <w:szCs w:val="28"/>
        </w:rPr>
        <w:t xml:space="preserve"> </w:t>
      </w:r>
      <w:r w:rsidRPr="000B05B5">
        <w:rPr>
          <w:sz w:val="28"/>
          <w:szCs w:val="28"/>
        </w:rPr>
        <w:t>«</w:t>
      </w:r>
      <w:r w:rsidR="0082396B" w:rsidRPr="0082396B">
        <w:rPr>
          <w:sz w:val="28"/>
          <w:szCs w:val="28"/>
        </w:rPr>
        <w:t>Строительство оросител</w:t>
      </w:r>
      <w:r w:rsidR="0082396B" w:rsidRPr="0082396B">
        <w:rPr>
          <w:sz w:val="28"/>
          <w:szCs w:val="28"/>
        </w:rPr>
        <w:t>ь</w:t>
      </w:r>
      <w:r w:rsidR="0082396B" w:rsidRPr="0082396B">
        <w:rPr>
          <w:sz w:val="28"/>
          <w:szCs w:val="28"/>
        </w:rPr>
        <w:t xml:space="preserve">ной сети на площади 1226,4 га. в д. Мшага Воскресенская Шимского района </w:t>
      </w:r>
      <w:r w:rsidR="0082396B" w:rsidRPr="0082396B">
        <w:rPr>
          <w:sz w:val="28"/>
          <w:szCs w:val="28"/>
        </w:rPr>
        <w:lastRenderedPageBreak/>
        <w:t>Новгородской области</w:t>
      </w:r>
      <w:r>
        <w:rPr>
          <w:sz w:val="28"/>
          <w:szCs w:val="28"/>
        </w:rPr>
        <w:t xml:space="preserve">», выполненная </w:t>
      </w:r>
      <w:r w:rsidR="00013158" w:rsidRPr="000B05B5">
        <w:rPr>
          <w:sz w:val="28"/>
          <w:szCs w:val="28"/>
        </w:rPr>
        <w:t>ООО «Садовый Инженер» Пятиго</w:t>
      </w:r>
      <w:r w:rsidR="00013158" w:rsidRPr="000B05B5">
        <w:rPr>
          <w:sz w:val="28"/>
          <w:szCs w:val="28"/>
        </w:rPr>
        <w:t>р</w:t>
      </w:r>
      <w:r w:rsidR="00013158" w:rsidRPr="000B05B5">
        <w:rPr>
          <w:sz w:val="28"/>
          <w:szCs w:val="28"/>
        </w:rPr>
        <w:t>ский филиал</w:t>
      </w:r>
      <w:r w:rsidR="00013158">
        <w:rPr>
          <w:sz w:val="28"/>
          <w:szCs w:val="28"/>
        </w:rPr>
        <w:t xml:space="preserve"> в 2016 г.</w:t>
      </w:r>
    </w:p>
    <w:p w:rsidR="004A76EA" w:rsidRDefault="00C71485" w:rsidP="00B758A3">
      <w:pPr>
        <w:numPr>
          <w:ilvl w:val="0"/>
          <w:numId w:val="5"/>
        </w:numPr>
        <w:ind w:right="142"/>
        <w:jc w:val="both"/>
        <w:rPr>
          <w:sz w:val="28"/>
          <w:szCs w:val="28"/>
        </w:rPr>
      </w:pPr>
      <w:r>
        <w:rPr>
          <w:rFonts w:eastAsia="Calibri"/>
          <w:spacing w:val="10"/>
          <w:sz w:val="28"/>
          <w:szCs w:val="28"/>
          <w:lang w:eastAsia="en-US"/>
        </w:rPr>
        <w:t>Правил землепользования и застройки «</w:t>
      </w:r>
      <w:r w:rsidR="0082396B">
        <w:rPr>
          <w:rFonts w:eastAsia="Calibri"/>
          <w:spacing w:val="10"/>
          <w:sz w:val="28"/>
          <w:szCs w:val="28"/>
          <w:lang w:eastAsia="en-US"/>
        </w:rPr>
        <w:t>Шимского городского поселения</w:t>
      </w:r>
      <w:r>
        <w:rPr>
          <w:rFonts w:eastAsia="Calibri"/>
          <w:spacing w:val="10"/>
          <w:sz w:val="28"/>
          <w:szCs w:val="28"/>
          <w:lang w:eastAsia="en-US"/>
        </w:rPr>
        <w:t xml:space="preserve">» </w:t>
      </w:r>
      <w:r w:rsidR="0082396B">
        <w:rPr>
          <w:sz w:val="28"/>
          <w:szCs w:val="28"/>
        </w:rPr>
        <w:t>Шимского</w:t>
      </w:r>
      <w:r w:rsidR="0082396B" w:rsidRPr="001C3516">
        <w:rPr>
          <w:sz w:val="28"/>
          <w:szCs w:val="28"/>
        </w:rPr>
        <w:t xml:space="preserve"> района </w:t>
      </w:r>
      <w:r w:rsidR="0082396B" w:rsidRPr="00C23F4F">
        <w:rPr>
          <w:sz w:val="28"/>
          <w:szCs w:val="28"/>
        </w:rPr>
        <w:t xml:space="preserve">Новгородской </w:t>
      </w:r>
      <w:r w:rsidR="0082396B" w:rsidRPr="001C3516">
        <w:rPr>
          <w:sz w:val="28"/>
          <w:szCs w:val="28"/>
        </w:rPr>
        <w:t>области</w:t>
      </w:r>
      <w:r>
        <w:rPr>
          <w:rFonts w:eastAsia="Calibri"/>
          <w:spacing w:val="10"/>
          <w:sz w:val="28"/>
          <w:szCs w:val="28"/>
          <w:lang w:eastAsia="en-US"/>
        </w:rPr>
        <w:t xml:space="preserve"> принятые на </w:t>
      </w:r>
      <w:r w:rsidR="0082396B">
        <w:rPr>
          <w:rFonts w:eastAsia="Calibri"/>
          <w:spacing w:val="10"/>
          <w:sz w:val="28"/>
          <w:szCs w:val="28"/>
          <w:lang w:eastAsia="en-US"/>
        </w:rPr>
        <w:t>основании</w:t>
      </w:r>
      <w:r w:rsidRPr="008B212D">
        <w:rPr>
          <w:rFonts w:eastAsia="Calibri"/>
          <w:spacing w:val="10"/>
          <w:sz w:val="28"/>
          <w:szCs w:val="28"/>
          <w:lang w:eastAsia="en-US"/>
        </w:rPr>
        <w:t xml:space="preserve"> Решени</w:t>
      </w:r>
      <w:r>
        <w:rPr>
          <w:rFonts w:eastAsia="Calibri"/>
          <w:spacing w:val="10"/>
          <w:sz w:val="28"/>
          <w:szCs w:val="28"/>
          <w:lang w:eastAsia="en-US"/>
        </w:rPr>
        <w:t>я</w:t>
      </w:r>
      <w:r w:rsidRPr="008B212D">
        <w:rPr>
          <w:rFonts w:eastAsia="Calibri"/>
          <w:spacing w:val="10"/>
          <w:sz w:val="28"/>
          <w:szCs w:val="28"/>
          <w:lang w:eastAsia="en-US"/>
        </w:rPr>
        <w:t xml:space="preserve"> </w:t>
      </w:r>
      <w:r w:rsidR="0082396B" w:rsidRPr="0082396B">
        <w:rPr>
          <w:rFonts w:eastAsia="Calibri"/>
          <w:spacing w:val="10"/>
          <w:sz w:val="28"/>
          <w:szCs w:val="28"/>
          <w:lang w:eastAsia="en-US"/>
        </w:rPr>
        <w:t>Совет депутатов Шимского городского поселения</w:t>
      </w:r>
      <w:r w:rsidRPr="008B212D">
        <w:rPr>
          <w:rFonts w:eastAsia="Calibri"/>
          <w:spacing w:val="10"/>
          <w:sz w:val="28"/>
          <w:szCs w:val="28"/>
          <w:lang w:eastAsia="en-US"/>
        </w:rPr>
        <w:t xml:space="preserve"> №</w:t>
      </w:r>
      <w:r w:rsidR="0082396B">
        <w:rPr>
          <w:rFonts w:eastAsia="Calibri"/>
          <w:spacing w:val="10"/>
          <w:sz w:val="28"/>
          <w:szCs w:val="28"/>
          <w:lang w:eastAsia="en-US"/>
        </w:rPr>
        <w:t>112</w:t>
      </w:r>
      <w:r w:rsidRPr="008B212D">
        <w:rPr>
          <w:rFonts w:eastAsia="Calibri"/>
          <w:spacing w:val="10"/>
          <w:sz w:val="28"/>
          <w:szCs w:val="28"/>
          <w:lang w:eastAsia="en-US"/>
        </w:rPr>
        <w:t xml:space="preserve"> от </w:t>
      </w:r>
      <w:r w:rsidR="0082396B">
        <w:rPr>
          <w:rFonts w:eastAsia="Calibri"/>
          <w:spacing w:val="10"/>
          <w:sz w:val="28"/>
          <w:szCs w:val="28"/>
          <w:lang w:eastAsia="en-US"/>
        </w:rPr>
        <w:t>17</w:t>
      </w:r>
      <w:r w:rsidRPr="008B212D">
        <w:rPr>
          <w:rFonts w:eastAsia="Calibri"/>
          <w:spacing w:val="10"/>
          <w:sz w:val="28"/>
          <w:szCs w:val="28"/>
          <w:lang w:eastAsia="en-US"/>
        </w:rPr>
        <w:t>.</w:t>
      </w:r>
      <w:r>
        <w:rPr>
          <w:rFonts w:eastAsia="Calibri"/>
          <w:spacing w:val="10"/>
          <w:sz w:val="28"/>
          <w:szCs w:val="28"/>
          <w:lang w:eastAsia="en-US"/>
        </w:rPr>
        <w:t>0</w:t>
      </w:r>
      <w:r w:rsidR="0082396B">
        <w:rPr>
          <w:rFonts w:eastAsia="Calibri"/>
          <w:spacing w:val="10"/>
          <w:sz w:val="28"/>
          <w:szCs w:val="28"/>
          <w:lang w:eastAsia="en-US"/>
        </w:rPr>
        <w:t>2</w:t>
      </w:r>
      <w:r w:rsidRPr="008B212D">
        <w:rPr>
          <w:rFonts w:eastAsia="Calibri"/>
          <w:spacing w:val="10"/>
          <w:sz w:val="28"/>
          <w:szCs w:val="28"/>
          <w:lang w:eastAsia="en-US"/>
        </w:rPr>
        <w:t>.</w:t>
      </w:r>
      <w:r w:rsidR="0082396B">
        <w:rPr>
          <w:rFonts w:eastAsia="Calibri"/>
          <w:spacing w:val="10"/>
          <w:sz w:val="28"/>
          <w:szCs w:val="28"/>
          <w:lang w:eastAsia="en-US"/>
        </w:rPr>
        <w:t>20</w:t>
      </w:r>
      <w:r w:rsidRPr="008B212D">
        <w:rPr>
          <w:rFonts w:eastAsia="Calibri"/>
          <w:spacing w:val="10"/>
          <w:sz w:val="28"/>
          <w:szCs w:val="28"/>
          <w:lang w:eastAsia="en-US"/>
        </w:rPr>
        <w:t>1</w:t>
      </w:r>
      <w:r w:rsidR="0082396B">
        <w:rPr>
          <w:rFonts w:eastAsia="Calibri"/>
          <w:spacing w:val="10"/>
          <w:sz w:val="28"/>
          <w:szCs w:val="28"/>
          <w:lang w:eastAsia="en-US"/>
        </w:rPr>
        <w:t>2 г.</w:t>
      </w:r>
      <w:r w:rsidR="004A76EA" w:rsidRPr="00451544">
        <w:rPr>
          <w:sz w:val="28"/>
          <w:szCs w:val="28"/>
        </w:rPr>
        <w:t xml:space="preserve">; </w:t>
      </w:r>
    </w:p>
    <w:p w:rsidR="00975CDB" w:rsidRPr="00451544" w:rsidRDefault="00451544" w:rsidP="00B758A3">
      <w:pPr>
        <w:numPr>
          <w:ilvl w:val="0"/>
          <w:numId w:val="5"/>
        </w:numPr>
        <w:ind w:left="709" w:right="142" w:hanging="425"/>
        <w:jc w:val="both"/>
        <w:rPr>
          <w:sz w:val="28"/>
          <w:szCs w:val="28"/>
        </w:rPr>
      </w:pPr>
      <w:r w:rsidRPr="00451544">
        <w:rPr>
          <w:sz w:val="28"/>
          <w:szCs w:val="28"/>
        </w:rPr>
        <w:t>С</w:t>
      </w:r>
      <w:r w:rsidR="004A76EA" w:rsidRPr="00451544">
        <w:rPr>
          <w:sz w:val="28"/>
          <w:szCs w:val="28"/>
        </w:rPr>
        <w:t>итуационного плана, генплана, планов, а также других проектных, исходных и разрешительных документов</w:t>
      </w:r>
      <w:r w:rsidRPr="00451544">
        <w:rPr>
          <w:sz w:val="28"/>
          <w:szCs w:val="28"/>
        </w:rPr>
        <w:t>.</w:t>
      </w:r>
    </w:p>
    <w:p w:rsidR="00451544" w:rsidRPr="00451544" w:rsidRDefault="00451544" w:rsidP="00451544">
      <w:pPr>
        <w:ind w:left="709" w:right="142"/>
        <w:jc w:val="both"/>
        <w:rPr>
          <w:color w:val="FF0000"/>
          <w:sz w:val="28"/>
          <w:szCs w:val="28"/>
        </w:rPr>
      </w:pPr>
    </w:p>
    <w:p w:rsidR="00975CDB" w:rsidRPr="009D6E51" w:rsidRDefault="00975CDB" w:rsidP="00975CDB">
      <w:pPr>
        <w:tabs>
          <w:tab w:val="left" w:pos="1995"/>
        </w:tabs>
        <w:spacing w:before="120" w:after="120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9D6E51">
        <w:rPr>
          <w:rFonts w:eastAsia="Calibri"/>
          <w:sz w:val="28"/>
          <w:szCs w:val="22"/>
          <w:lang w:eastAsia="en-US"/>
        </w:rPr>
        <w:t>Цели разработки проекта планировки:</w:t>
      </w:r>
    </w:p>
    <w:p w:rsidR="00975CDB" w:rsidRDefault="00975CDB" w:rsidP="00B758A3">
      <w:pPr>
        <w:numPr>
          <w:ilvl w:val="0"/>
          <w:numId w:val="4"/>
        </w:numPr>
        <w:spacing w:after="160"/>
        <w:ind w:left="709" w:right="142" w:hanging="425"/>
        <w:contextualSpacing/>
        <w:jc w:val="both"/>
        <w:rPr>
          <w:rFonts w:eastAsia="Calibri"/>
          <w:spacing w:val="10"/>
          <w:sz w:val="28"/>
          <w:szCs w:val="28"/>
          <w:lang w:eastAsia="en-US"/>
        </w:rPr>
      </w:pPr>
      <w:r w:rsidRPr="009D6E51">
        <w:rPr>
          <w:rFonts w:eastAsia="Calibri"/>
          <w:spacing w:val="10"/>
          <w:sz w:val="28"/>
          <w:szCs w:val="28"/>
          <w:lang w:eastAsia="en-US"/>
        </w:rPr>
        <w:t>обеспечение устойчивого развития территории;</w:t>
      </w:r>
    </w:p>
    <w:p w:rsidR="00E364D3" w:rsidRPr="009D6E51" w:rsidRDefault="00E364D3" w:rsidP="00B758A3">
      <w:pPr>
        <w:numPr>
          <w:ilvl w:val="0"/>
          <w:numId w:val="4"/>
        </w:numPr>
        <w:spacing w:after="160"/>
        <w:ind w:left="709" w:right="142" w:hanging="425"/>
        <w:contextualSpacing/>
        <w:jc w:val="both"/>
        <w:rPr>
          <w:rFonts w:eastAsia="Calibri"/>
          <w:spacing w:val="10"/>
          <w:sz w:val="28"/>
          <w:szCs w:val="28"/>
          <w:lang w:eastAsia="en-US"/>
        </w:rPr>
      </w:pPr>
      <w:r w:rsidRPr="000140B2">
        <w:rPr>
          <w:noProof/>
          <w:sz w:val="28"/>
        </w:rPr>
        <w:t>выделения элементов планировочной структуры</w:t>
      </w:r>
      <w:r>
        <w:rPr>
          <w:noProof/>
          <w:sz w:val="28"/>
        </w:rPr>
        <w:t>;</w:t>
      </w:r>
    </w:p>
    <w:p w:rsidR="00975CDB" w:rsidRDefault="00E364D3" w:rsidP="00B758A3">
      <w:pPr>
        <w:numPr>
          <w:ilvl w:val="0"/>
          <w:numId w:val="4"/>
        </w:numPr>
        <w:spacing w:after="160"/>
        <w:ind w:left="709" w:right="142" w:hanging="425"/>
        <w:contextualSpacing/>
        <w:jc w:val="both"/>
        <w:rPr>
          <w:rFonts w:eastAsia="Calibri"/>
          <w:spacing w:val="10"/>
          <w:sz w:val="28"/>
          <w:szCs w:val="28"/>
          <w:lang w:eastAsia="en-US"/>
        </w:rPr>
      </w:pPr>
      <w:r w:rsidRPr="000140B2">
        <w:rPr>
          <w:noProof/>
          <w:sz w:val="28"/>
        </w:rPr>
        <w:t xml:space="preserve">установления границ земельных участков под объекты капитального строительства, предназначенных для строительства и </w:t>
      </w:r>
      <w:r w:rsidRPr="002351A5">
        <w:rPr>
          <w:noProof/>
          <w:sz w:val="28"/>
        </w:rPr>
        <w:t>размещения линейного объекта</w:t>
      </w:r>
      <w:r>
        <w:rPr>
          <w:noProof/>
          <w:sz w:val="28"/>
        </w:rPr>
        <w:t xml:space="preserve"> оросительной сети</w:t>
      </w:r>
      <w:r w:rsidR="006E7E8A">
        <w:rPr>
          <w:rFonts w:eastAsia="Calibri"/>
          <w:spacing w:val="10"/>
          <w:sz w:val="28"/>
          <w:szCs w:val="28"/>
          <w:lang w:eastAsia="en-US"/>
        </w:rPr>
        <w:t>.</w:t>
      </w:r>
    </w:p>
    <w:p w:rsidR="006E7E8A" w:rsidRPr="006E7E8A" w:rsidRDefault="006E7E8A" w:rsidP="006E7E8A">
      <w:pPr>
        <w:spacing w:after="160"/>
        <w:ind w:left="709" w:right="142"/>
        <w:contextualSpacing/>
        <w:jc w:val="both"/>
        <w:rPr>
          <w:rFonts w:eastAsia="Calibri"/>
          <w:spacing w:val="10"/>
          <w:sz w:val="28"/>
          <w:szCs w:val="28"/>
          <w:lang w:eastAsia="en-US"/>
        </w:rPr>
      </w:pPr>
    </w:p>
    <w:p w:rsidR="00975CDB" w:rsidRPr="009D6E51" w:rsidRDefault="00975CDB" w:rsidP="00975CDB">
      <w:pPr>
        <w:spacing w:before="120" w:after="120"/>
        <w:ind w:firstLine="709"/>
        <w:rPr>
          <w:rFonts w:eastAsia="Calibri"/>
          <w:sz w:val="28"/>
          <w:szCs w:val="22"/>
          <w:lang w:eastAsia="en-US"/>
        </w:rPr>
      </w:pPr>
      <w:r w:rsidRPr="009D6E51">
        <w:rPr>
          <w:rFonts w:eastAsia="Calibri"/>
          <w:sz w:val="28"/>
          <w:szCs w:val="22"/>
          <w:lang w:eastAsia="en-US"/>
        </w:rPr>
        <w:t>Задачи проекта планировки:</w:t>
      </w:r>
    </w:p>
    <w:p w:rsidR="00975CDB" w:rsidRPr="009D6E51" w:rsidRDefault="00975CDB" w:rsidP="00B758A3">
      <w:pPr>
        <w:numPr>
          <w:ilvl w:val="0"/>
          <w:numId w:val="2"/>
        </w:numPr>
        <w:spacing w:after="160"/>
        <w:ind w:left="709" w:right="142" w:hanging="425"/>
        <w:contextualSpacing/>
        <w:jc w:val="both"/>
        <w:rPr>
          <w:rFonts w:eastAsia="Calibri"/>
          <w:spacing w:val="10"/>
          <w:sz w:val="28"/>
          <w:szCs w:val="28"/>
          <w:lang w:eastAsia="en-US"/>
        </w:rPr>
      </w:pPr>
      <w:r w:rsidRPr="009D6E51">
        <w:rPr>
          <w:rFonts w:eastAsia="Calibri"/>
          <w:spacing w:val="10"/>
          <w:sz w:val="28"/>
          <w:szCs w:val="28"/>
          <w:lang w:eastAsia="en-US"/>
        </w:rPr>
        <w:t>разработка архитектурно-планировочной организации с определением параметров нового строительства на основе анализа со</w:t>
      </w:r>
      <w:r w:rsidR="00E364D3">
        <w:rPr>
          <w:rFonts w:eastAsia="Calibri"/>
          <w:spacing w:val="10"/>
          <w:sz w:val="28"/>
          <w:szCs w:val="28"/>
          <w:lang w:eastAsia="en-US"/>
        </w:rPr>
        <w:t>временного состояния территории</w:t>
      </w:r>
      <w:r w:rsidRPr="009D6E51">
        <w:rPr>
          <w:rFonts w:eastAsia="Calibri"/>
          <w:spacing w:val="10"/>
          <w:sz w:val="28"/>
          <w:szCs w:val="28"/>
          <w:lang w:eastAsia="en-US"/>
        </w:rPr>
        <w:t>;</w:t>
      </w:r>
    </w:p>
    <w:p w:rsidR="00975CDB" w:rsidRDefault="00975CDB" w:rsidP="00B758A3">
      <w:pPr>
        <w:numPr>
          <w:ilvl w:val="0"/>
          <w:numId w:val="2"/>
        </w:numPr>
        <w:ind w:left="709" w:right="142" w:hanging="425"/>
        <w:contextualSpacing/>
        <w:jc w:val="both"/>
        <w:rPr>
          <w:rFonts w:eastAsia="Calibri"/>
          <w:spacing w:val="10"/>
          <w:sz w:val="28"/>
          <w:szCs w:val="28"/>
          <w:lang w:eastAsia="en-US"/>
        </w:rPr>
      </w:pPr>
      <w:r w:rsidRPr="009D6E51">
        <w:rPr>
          <w:rFonts w:eastAsia="Calibri"/>
          <w:spacing w:val="10"/>
          <w:sz w:val="28"/>
          <w:szCs w:val="28"/>
          <w:lang w:eastAsia="en-US"/>
        </w:rPr>
        <w:t>разработка инженерно-технических мероприятий по охране окружающей среды.</w:t>
      </w:r>
    </w:p>
    <w:p w:rsidR="0017413F" w:rsidRDefault="0017413F" w:rsidP="00B758A3">
      <w:pPr>
        <w:numPr>
          <w:ilvl w:val="0"/>
          <w:numId w:val="2"/>
        </w:numPr>
        <w:ind w:left="709" w:right="142" w:hanging="425"/>
        <w:contextualSpacing/>
        <w:jc w:val="both"/>
        <w:rPr>
          <w:rFonts w:eastAsia="Calibri"/>
          <w:spacing w:val="10"/>
          <w:sz w:val="28"/>
          <w:szCs w:val="28"/>
          <w:lang w:eastAsia="en-US"/>
        </w:rPr>
      </w:pPr>
      <w:r w:rsidRPr="009D6E51">
        <w:rPr>
          <w:rFonts w:eastAsia="Calibri"/>
          <w:spacing w:val="10"/>
          <w:sz w:val="28"/>
          <w:szCs w:val="28"/>
          <w:lang w:eastAsia="en-US"/>
        </w:rPr>
        <w:t xml:space="preserve">разработка инженерно-технических мероприятий </w:t>
      </w:r>
      <w:r>
        <w:rPr>
          <w:rFonts w:eastAsia="Calibri"/>
          <w:spacing w:val="10"/>
          <w:sz w:val="28"/>
          <w:szCs w:val="28"/>
          <w:lang w:eastAsia="en-US"/>
        </w:rPr>
        <w:t>гражданской обороны и мероприятий по предупреждению чрезвычайных ситуаций</w:t>
      </w:r>
      <w:r w:rsidRPr="009D6E51">
        <w:rPr>
          <w:rFonts w:eastAsia="Calibri"/>
          <w:spacing w:val="10"/>
          <w:sz w:val="28"/>
          <w:szCs w:val="28"/>
          <w:lang w:eastAsia="en-US"/>
        </w:rPr>
        <w:t>.</w:t>
      </w:r>
    </w:p>
    <w:p w:rsidR="00975CDB" w:rsidRDefault="00975CDB" w:rsidP="00975CDB">
      <w:pPr>
        <w:spacing w:before="120" w:after="120"/>
        <w:ind w:firstLine="709"/>
        <w:rPr>
          <w:rFonts w:eastAsia="Calibri"/>
          <w:spacing w:val="10"/>
          <w:sz w:val="28"/>
          <w:szCs w:val="28"/>
          <w:lang w:eastAsia="en-US"/>
        </w:rPr>
      </w:pPr>
      <w:r w:rsidRPr="009D6E51">
        <w:rPr>
          <w:rFonts w:eastAsia="Calibri"/>
          <w:spacing w:val="10"/>
          <w:sz w:val="28"/>
          <w:szCs w:val="28"/>
          <w:lang w:eastAsia="en-US"/>
        </w:rPr>
        <w:t>Обоснованием принятых решений проекта планировки являются:</w:t>
      </w:r>
    </w:p>
    <w:p w:rsidR="00E364D3" w:rsidRDefault="00E364D3" w:rsidP="00975CDB">
      <w:pPr>
        <w:numPr>
          <w:ilvl w:val="0"/>
          <w:numId w:val="1"/>
        </w:numPr>
        <w:spacing w:after="160"/>
        <w:ind w:left="709" w:right="142" w:hanging="425"/>
        <w:contextualSpacing/>
        <w:jc w:val="both"/>
        <w:rPr>
          <w:rFonts w:eastAsia="Calibri"/>
          <w:spacing w:val="10"/>
          <w:sz w:val="28"/>
          <w:lang w:eastAsia="en-US"/>
        </w:rPr>
      </w:pPr>
      <w:r w:rsidRPr="00E364D3">
        <w:rPr>
          <w:rFonts w:eastAsia="Calibri"/>
          <w:spacing w:val="10"/>
          <w:sz w:val="28"/>
          <w:lang w:eastAsia="en-US"/>
        </w:rPr>
        <w:t>определения параметров планируемого строительства инженерно-технического обеспечения, необходимых для развития территории;</w:t>
      </w:r>
    </w:p>
    <w:p w:rsidR="00975CDB" w:rsidRPr="009D6E51" w:rsidRDefault="00975CDB" w:rsidP="00975CDB">
      <w:pPr>
        <w:numPr>
          <w:ilvl w:val="0"/>
          <w:numId w:val="1"/>
        </w:numPr>
        <w:spacing w:after="160"/>
        <w:ind w:left="709" w:right="142" w:hanging="425"/>
        <w:contextualSpacing/>
        <w:jc w:val="both"/>
        <w:rPr>
          <w:rFonts w:eastAsia="Calibri"/>
          <w:spacing w:val="10"/>
          <w:sz w:val="28"/>
          <w:lang w:eastAsia="en-US"/>
        </w:rPr>
      </w:pPr>
      <w:r w:rsidRPr="009D6E51">
        <w:rPr>
          <w:rFonts w:eastAsia="Calibri"/>
          <w:spacing w:val="10"/>
          <w:sz w:val="28"/>
          <w:lang w:eastAsia="en-US"/>
        </w:rPr>
        <w:t>предложения по развитию систем транспортного обслуживания территории, учитывающие протяженность улично-дорожной сети, линий и маршрутов общественного транспорта, количество гаражей и стоянок для легковых автомобилей;</w:t>
      </w:r>
    </w:p>
    <w:p w:rsidR="00975CDB" w:rsidRPr="009D6E51" w:rsidRDefault="00975CDB" w:rsidP="00975CDB">
      <w:pPr>
        <w:numPr>
          <w:ilvl w:val="0"/>
          <w:numId w:val="1"/>
        </w:numPr>
        <w:spacing w:after="160"/>
        <w:ind w:left="709" w:right="142" w:hanging="425"/>
        <w:contextualSpacing/>
        <w:jc w:val="both"/>
        <w:rPr>
          <w:rFonts w:eastAsia="Calibri"/>
          <w:spacing w:val="10"/>
          <w:sz w:val="28"/>
          <w:lang w:eastAsia="en-US"/>
        </w:rPr>
      </w:pPr>
      <w:r w:rsidRPr="009D6E51">
        <w:rPr>
          <w:rFonts w:eastAsia="Calibri"/>
          <w:spacing w:val="10"/>
          <w:sz w:val="28"/>
          <w:lang w:eastAsia="en-US"/>
        </w:rPr>
        <w:t>мероприятия по защите территории от чрезвычайных ситуаций п</w:t>
      </w:r>
      <w:r>
        <w:rPr>
          <w:rFonts w:eastAsia="Calibri"/>
          <w:spacing w:val="10"/>
          <w:sz w:val="28"/>
          <w:lang w:eastAsia="en-US"/>
        </w:rPr>
        <w:t>ри</w:t>
      </w:r>
      <w:r w:rsidRPr="009D6E51">
        <w:rPr>
          <w:rFonts w:eastAsia="Calibri"/>
          <w:spacing w:val="10"/>
          <w:sz w:val="28"/>
          <w:lang w:eastAsia="en-US"/>
        </w:rPr>
        <w:t>р</w:t>
      </w:r>
      <w:r w:rsidR="00E364D3">
        <w:rPr>
          <w:rFonts w:eastAsia="Calibri"/>
          <w:spacing w:val="10"/>
          <w:sz w:val="28"/>
          <w:lang w:eastAsia="en-US"/>
        </w:rPr>
        <w:t>одного и техногенного характера.</w:t>
      </w:r>
    </w:p>
    <w:p w:rsidR="00975CDB" w:rsidRPr="009D6E51" w:rsidRDefault="00975CDB" w:rsidP="00975CDB">
      <w:pPr>
        <w:spacing w:before="120"/>
        <w:ind w:firstLine="709"/>
        <w:jc w:val="both"/>
        <w:rPr>
          <w:rFonts w:eastAsia="Calibri"/>
          <w:spacing w:val="10"/>
          <w:sz w:val="28"/>
          <w:lang w:eastAsia="en-US"/>
        </w:rPr>
      </w:pPr>
      <w:r w:rsidRPr="009D6E51">
        <w:rPr>
          <w:rFonts w:eastAsia="Calibri"/>
          <w:spacing w:val="10"/>
          <w:sz w:val="28"/>
          <w:lang w:eastAsia="en-US"/>
        </w:rPr>
        <w:t>Расположение зданий и сооружений, этажность и типы зданий, архитектурно-планировочное и объемное решение застройки в проекте нанесено условно и подлежит уточнению на следующих стадиях проектирования.</w:t>
      </w:r>
    </w:p>
    <w:p w:rsidR="00975CDB" w:rsidRDefault="00975CDB" w:rsidP="00975CDB">
      <w:pPr>
        <w:spacing w:after="120"/>
        <w:ind w:firstLine="709"/>
        <w:jc w:val="both"/>
        <w:rPr>
          <w:rFonts w:eastAsia="Calibri"/>
          <w:bCs/>
          <w:spacing w:val="10"/>
          <w:sz w:val="28"/>
          <w:szCs w:val="28"/>
          <w:lang w:eastAsia="en-US"/>
        </w:rPr>
      </w:pPr>
      <w:r w:rsidRPr="009D6E51">
        <w:rPr>
          <w:rFonts w:eastAsia="Calibri"/>
          <w:bCs/>
          <w:spacing w:val="10"/>
          <w:sz w:val="28"/>
          <w:szCs w:val="28"/>
          <w:lang w:eastAsia="en-US"/>
        </w:rPr>
        <w:t>Проект разработан в соответствии со следующими нормативными документами и требованиями нормативного и регулятивного характера:</w:t>
      </w:r>
    </w:p>
    <w:p w:rsidR="00975CDB" w:rsidRPr="0017413F" w:rsidRDefault="00975CDB" w:rsidP="00B758A3">
      <w:pPr>
        <w:numPr>
          <w:ilvl w:val="0"/>
          <w:numId w:val="3"/>
        </w:numPr>
        <w:spacing w:after="160"/>
        <w:ind w:right="142" w:hanging="436"/>
        <w:contextualSpacing/>
        <w:jc w:val="both"/>
        <w:rPr>
          <w:rFonts w:eastAsia="Calibri"/>
          <w:spacing w:val="10"/>
          <w:sz w:val="28"/>
          <w:szCs w:val="28"/>
          <w:lang w:eastAsia="en-US"/>
        </w:rPr>
      </w:pPr>
      <w:r w:rsidRPr="00D63701">
        <w:rPr>
          <w:rFonts w:eastAsia="Calibri"/>
          <w:spacing w:val="10"/>
          <w:sz w:val="28"/>
          <w:lang w:eastAsia="en-US"/>
        </w:rPr>
        <w:t>Градостроительный Кодекс Российской Федерации от 2</w:t>
      </w:r>
      <w:r>
        <w:rPr>
          <w:rFonts w:eastAsia="Calibri"/>
          <w:spacing w:val="10"/>
          <w:sz w:val="28"/>
          <w:lang w:eastAsia="en-US"/>
        </w:rPr>
        <w:t>4</w:t>
      </w:r>
      <w:r w:rsidRPr="00D63701">
        <w:rPr>
          <w:rFonts w:eastAsia="Calibri"/>
          <w:spacing w:val="10"/>
          <w:sz w:val="28"/>
          <w:lang w:eastAsia="en-US"/>
        </w:rPr>
        <w:t>.12.2004</w:t>
      </w:r>
      <w:r>
        <w:rPr>
          <w:rFonts w:eastAsia="Calibri"/>
          <w:spacing w:val="10"/>
          <w:sz w:val="28"/>
          <w:lang w:eastAsia="en-US"/>
        </w:rPr>
        <w:t xml:space="preserve"> г.</w:t>
      </w:r>
      <w:r w:rsidRPr="00D63701">
        <w:rPr>
          <w:rFonts w:eastAsia="Calibri"/>
          <w:spacing w:val="10"/>
          <w:sz w:val="28"/>
          <w:lang w:eastAsia="en-US"/>
        </w:rPr>
        <w:t xml:space="preserve"> № 190-ФЗ</w:t>
      </w:r>
      <w:r w:rsidRPr="00F87A4E">
        <w:rPr>
          <w:rFonts w:eastAsia="Calibri"/>
          <w:spacing w:val="10"/>
          <w:sz w:val="28"/>
          <w:lang w:eastAsia="en-US"/>
        </w:rPr>
        <w:t xml:space="preserve"> </w:t>
      </w:r>
      <w:r w:rsidRPr="00D967B0">
        <w:rPr>
          <w:rFonts w:eastAsia="Calibri"/>
          <w:spacing w:val="10"/>
          <w:sz w:val="28"/>
          <w:lang w:eastAsia="en-US"/>
        </w:rPr>
        <w:t>(с изменениями на 13 июля 2015 года)</w:t>
      </w:r>
      <w:r w:rsidRPr="00D63701">
        <w:rPr>
          <w:rFonts w:eastAsia="Calibri"/>
          <w:spacing w:val="10"/>
          <w:sz w:val="28"/>
          <w:lang w:eastAsia="en-US"/>
        </w:rPr>
        <w:t xml:space="preserve"> </w:t>
      </w:r>
      <w:r w:rsidRPr="0017413F">
        <w:rPr>
          <w:rFonts w:eastAsia="Calibri"/>
          <w:spacing w:val="10"/>
          <w:sz w:val="28"/>
          <w:szCs w:val="28"/>
          <w:lang w:eastAsia="en-US"/>
        </w:rPr>
        <w:t>(</w:t>
      </w:r>
      <w:r w:rsidR="0017413F" w:rsidRPr="0017413F">
        <w:rPr>
          <w:color w:val="242424"/>
          <w:spacing w:val="2"/>
          <w:sz w:val="28"/>
          <w:szCs w:val="28"/>
          <w:shd w:val="clear" w:color="auto" w:fill="FFFFFF"/>
        </w:rPr>
        <w:t>редакция, действующая с 10 января 2016 года</w:t>
      </w:r>
      <w:r w:rsidRPr="0017413F">
        <w:rPr>
          <w:rFonts w:eastAsia="Calibri"/>
          <w:spacing w:val="10"/>
          <w:sz w:val="28"/>
          <w:szCs w:val="28"/>
          <w:lang w:eastAsia="en-US"/>
        </w:rPr>
        <w:t>);</w:t>
      </w:r>
    </w:p>
    <w:p w:rsidR="0017413F" w:rsidRPr="0017413F" w:rsidRDefault="00975CDB" w:rsidP="00B758A3">
      <w:pPr>
        <w:numPr>
          <w:ilvl w:val="0"/>
          <w:numId w:val="3"/>
        </w:numPr>
        <w:spacing w:after="160"/>
        <w:ind w:right="142" w:hanging="436"/>
        <w:contextualSpacing/>
        <w:jc w:val="both"/>
        <w:rPr>
          <w:rFonts w:ascii="Arial" w:hAnsi="Arial" w:cs="Arial"/>
          <w:color w:val="242424"/>
          <w:spacing w:val="2"/>
          <w:sz w:val="18"/>
          <w:szCs w:val="18"/>
        </w:rPr>
      </w:pPr>
      <w:r w:rsidRPr="0017413F">
        <w:rPr>
          <w:rFonts w:eastAsia="Calibri"/>
          <w:spacing w:val="10"/>
          <w:sz w:val="28"/>
          <w:lang w:eastAsia="en-US"/>
        </w:rPr>
        <w:t>Водный кодекс Российской Федерации от 03.06.2006 г. № 74-ФЗ</w:t>
      </w:r>
      <w:r w:rsidR="0017413F" w:rsidRPr="0017413F">
        <w:rPr>
          <w:rStyle w:val="apple-converted-space"/>
          <w:rFonts w:ascii="Arial" w:hAnsi="Arial" w:cs="Arial"/>
          <w:color w:val="242424"/>
          <w:spacing w:val="2"/>
          <w:sz w:val="18"/>
          <w:szCs w:val="18"/>
          <w:shd w:val="clear" w:color="auto" w:fill="FFFFFF"/>
        </w:rPr>
        <w:t> </w:t>
      </w:r>
      <w:r w:rsidR="0017413F" w:rsidRPr="0017413F">
        <w:rPr>
          <w:color w:val="242424"/>
          <w:spacing w:val="2"/>
          <w:sz w:val="28"/>
          <w:szCs w:val="28"/>
          <w:shd w:val="clear" w:color="auto" w:fill="FFFFFF"/>
        </w:rPr>
        <w:t>(с изменениями на 28 ноября 2015 года) (редакция, действующая с 1 января 2016 года)</w:t>
      </w:r>
      <w:r w:rsidRPr="0017413F">
        <w:rPr>
          <w:rFonts w:eastAsia="Calibri"/>
          <w:spacing w:val="10"/>
          <w:sz w:val="28"/>
          <w:szCs w:val="28"/>
          <w:lang w:eastAsia="en-US"/>
        </w:rPr>
        <w:t>;</w:t>
      </w:r>
    </w:p>
    <w:p w:rsidR="00975CDB" w:rsidRPr="0017413F" w:rsidRDefault="00975CDB" w:rsidP="00B758A3">
      <w:pPr>
        <w:numPr>
          <w:ilvl w:val="0"/>
          <w:numId w:val="3"/>
        </w:numPr>
        <w:spacing w:after="160"/>
        <w:ind w:right="142" w:hanging="436"/>
        <w:contextualSpacing/>
        <w:jc w:val="both"/>
        <w:rPr>
          <w:color w:val="242424"/>
          <w:spacing w:val="2"/>
          <w:sz w:val="28"/>
          <w:szCs w:val="28"/>
        </w:rPr>
      </w:pPr>
      <w:r w:rsidRPr="0017413F">
        <w:rPr>
          <w:rFonts w:eastAsia="Calibri"/>
          <w:spacing w:val="10"/>
          <w:sz w:val="28"/>
          <w:szCs w:val="28"/>
          <w:lang w:eastAsia="en-US"/>
        </w:rPr>
        <w:t xml:space="preserve">Земельный кодекс Российской Федерации от 25.10.2001 г. № 136-ФЗ (с изменениями на </w:t>
      </w:r>
      <w:r w:rsidR="0017413F" w:rsidRPr="0017413F">
        <w:rPr>
          <w:color w:val="242424"/>
          <w:spacing w:val="2"/>
          <w:sz w:val="28"/>
          <w:szCs w:val="28"/>
        </w:rPr>
        <w:t>23 мая 2016</w:t>
      </w:r>
      <w:r w:rsidRPr="0017413F">
        <w:rPr>
          <w:rFonts w:eastAsia="Calibri"/>
          <w:spacing w:val="10"/>
          <w:sz w:val="28"/>
          <w:szCs w:val="28"/>
          <w:lang w:eastAsia="en-US"/>
        </w:rPr>
        <w:t>);</w:t>
      </w:r>
    </w:p>
    <w:p w:rsidR="00975CDB" w:rsidRPr="00D63701" w:rsidRDefault="00975CDB" w:rsidP="00B758A3">
      <w:pPr>
        <w:numPr>
          <w:ilvl w:val="0"/>
          <w:numId w:val="3"/>
        </w:numPr>
        <w:spacing w:after="160"/>
        <w:ind w:right="142"/>
        <w:contextualSpacing/>
        <w:jc w:val="both"/>
        <w:rPr>
          <w:rFonts w:eastAsia="Calibri"/>
          <w:spacing w:val="10"/>
          <w:sz w:val="28"/>
          <w:lang w:eastAsia="en-US"/>
        </w:rPr>
      </w:pPr>
      <w:r w:rsidRPr="00D63701">
        <w:rPr>
          <w:rFonts w:eastAsia="Calibri"/>
          <w:spacing w:val="10"/>
          <w:sz w:val="28"/>
          <w:lang w:eastAsia="en-US"/>
        </w:rPr>
        <w:t xml:space="preserve">Федеральный закон РФ от </w:t>
      </w:r>
      <w:r>
        <w:rPr>
          <w:rFonts w:eastAsia="Calibri"/>
          <w:spacing w:val="10"/>
          <w:sz w:val="28"/>
          <w:lang w:eastAsia="en-US"/>
        </w:rPr>
        <w:t>06</w:t>
      </w:r>
      <w:r w:rsidRPr="00D63701">
        <w:rPr>
          <w:rFonts w:eastAsia="Calibri"/>
          <w:spacing w:val="10"/>
          <w:sz w:val="28"/>
          <w:lang w:eastAsia="en-US"/>
        </w:rPr>
        <w:t>.</w:t>
      </w:r>
      <w:r>
        <w:rPr>
          <w:rFonts w:eastAsia="Calibri"/>
          <w:spacing w:val="10"/>
          <w:sz w:val="28"/>
          <w:lang w:eastAsia="en-US"/>
        </w:rPr>
        <w:t>10</w:t>
      </w:r>
      <w:r w:rsidRPr="00D63701">
        <w:rPr>
          <w:rFonts w:eastAsia="Calibri"/>
          <w:spacing w:val="10"/>
          <w:sz w:val="28"/>
          <w:lang w:eastAsia="en-US"/>
        </w:rPr>
        <w:t xml:space="preserve">.2003 </w:t>
      </w:r>
      <w:r>
        <w:rPr>
          <w:rFonts w:eastAsia="Calibri"/>
          <w:spacing w:val="10"/>
          <w:sz w:val="28"/>
          <w:lang w:eastAsia="en-US"/>
        </w:rPr>
        <w:t xml:space="preserve">г. </w:t>
      </w:r>
      <w:r w:rsidRPr="00D63701">
        <w:rPr>
          <w:rFonts w:eastAsia="Calibri"/>
          <w:spacing w:val="10"/>
          <w:sz w:val="28"/>
          <w:lang w:eastAsia="en-US"/>
        </w:rPr>
        <w:t xml:space="preserve">№ 131-ФЗ </w:t>
      </w:r>
      <w:r>
        <w:rPr>
          <w:rFonts w:eastAsia="Calibri"/>
          <w:spacing w:val="10"/>
          <w:sz w:val="28"/>
          <w:lang w:eastAsia="en-US"/>
        </w:rPr>
        <w:t>«</w:t>
      </w:r>
      <w:r w:rsidRPr="00D967B0">
        <w:rPr>
          <w:rFonts w:eastAsia="Calibri"/>
          <w:spacing w:val="10"/>
          <w:sz w:val="28"/>
          <w:lang w:eastAsia="en-US"/>
        </w:rPr>
        <w:t>Об общих принципах организации местного самоуправления в Российской Федерации</w:t>
      </w:r>
      <w:r>
        <w:rPr>
          <w:rFonts w:eastAsia="Calibri"/>
          <w:spacing w:val="10"/>
          <w:sz w:val="28"/>
          <w:lang w:eastAsia="en-US"/>
        </w:rPr>
        <w:t>»</w:t>
      </w:r>
      <w:r w:rsidRPr="00D967B0">
        <w:rPr>
          <w:rFonts w:eastAsia="Calibri"/>
          <w:spacing w:val="10"/>
          <w:sz w:val="28"/>
          <w:lang w:eastAsia="en-US"/>
        </w:rPr>
        <w:t xml:space="preserve"> </w:t>
      </w:r>
      <w:r w:rsidR="0017413F" w:rsidRPr="0017413F">
        <w:rPr>
          <w:rFonts w:eastAsia="Calibri"/>
          <w:spacing w:val="10"/>
          <w:sz w:val="28"/>
          <w:lang w:eastAsia="en-US"/>
        </w:rPr>
        <w:t>(с изменениями на 2 июня 2016 года)</w:t>
      </w:r>
      <w:r w:rsidRPr="00D63701">
        <w:rPr>
          <w:rFonts w:eastAsia="Calibri"/>
          <w:spacing w:val="10"/>
          <w:sz w:val="28"/>
          <w:lang w:eastAsia="en-US"/>
        </w:rPr>
        <w:t>;</w:t>
      </w:r>
    </w:p>
    <w:p w:rsidR="006A1E6F" w:rsidRPr="006A1E6F" w:rsidRDefault="006A1E6F" w:rsidP="00B758A3">
      <w:pPr>
        <w:numPr>
          <w:ilvl w:val="0"/>
          <w:numId w:val="3"/>
        </w:numPr>
        <w:spacing w:after="160"/>
        <w:ind w:right="142"/>
        <w:contextualSpacing/>
        <w:jc w:val="both"/>
        <w:rPr>
          <w:rFonts w:eastAsia="Calibri"/>
          <w:spacing w:val="10"/>
          <w:sz w:val="28"/>
          <w:lang w:eastAsia="en-US"/>
        </w:rPr>
      </w:pPr>
      <w:r w:rsidRPr="000140B2">
        <w:rPr>
          <w:sz w:val="28"/>
        </w:rPr>
        <w:t xml:space="preserve">Закона Нижегородской области от 08.04.2008 г. №37-З «Об основах регулирования градостроительной деятельности на территории </w:t>
      </w:r>
      <w:r w:rsidR="001B381C">
        <w:rPr>
          <w:sz w:val="28"/>
        </w:rPr>
        <w:t>Нов</w:t>
      </w:r>
      <w:r w:rsidRPr="000140B2">
        <w:rPr>
          <w:sz w:val="28"/>
        </w:rPr>
        <w:t>городской области»</w:t>
      </w:r>
      <w:r w:rsidRPr="006A1E6F">
        <w:t xml:space="preserve"> </w:t>
      </w:r>
      <w:r w:rsidRPr="006A1E6F">
        <w:rPr>
          <w:sz w:val="28"/>
        </w:rPr>
        <w:t>(</w:t>
      </w:r>
      <w:r w:rsidR="001B381C" w:rsidRPr="001B381C">
        <w:rPr>
          <w:sz w:val="28"/>
        </w:rPr>
        <w:t>с изменениями на: 29.06.2015</w:t>
      </w:r>
      <w:r w:rsidRPr="006A1E6F">
        <w:rPr>
          <w:sz w:val="28"/>
        </w:rPr>
        <w:t>)</w:t>
      </w:r>
      <w:r>
        <w:rPr>
          <w:sz w:val="28"/>
        </w:rPr>
        <w:t>;</w:t>
      </w:r>
    </w:p>
    <w:p w:rsidR="00975CDB" w:rsidRPr="00D63701" w:rsidRDefault="00975CDB" w:rsidP="00B758A3">
      <w:pPr>
        <w:numPr>
          <w:ilvl w:val="0"/>
          <w:numId w:val="3"/>
        </w:numPr>
        <w:spacing w:after="160"/>
        <w:ind w:right="142" w:hanging="436"/>
        <w:contextualSpacing/>
        <w:jc w:val="both"/>
        <w:rPr>
          <w:rFonts w:eastAsia="Calibri"/>
          <w:spacing w:val="10"/>
          <w:sz w:val="28"/>
          <w:lang w:eastAsia="en-US"/>
        </w:rPr>
      </w:pPr>
      <w:r w:rsidRPr="00D63701">
        <w:rPr>
          <w:rFonts w:eastAsia="Calibri"/>
          <w:spacing w:val="10"/>
          <w:sz w:val="28"/>
          <w:lang w:eastAsia="en-US"/>
        </w:rPr>
        <w:t>Постановление Правительства РФ от 09.06.2006</w:t>
      </w:r>
      <w:r>
        <w:rPr>
          <w:rFonts w:eastAsia="Calibri"/>
          <w:spacing w:val="10"/>
          <w:sz w:val="28"/>
          <w:lang w:eastAsia="en-US"/>
        </w:rPr>
        <w:t xml:space="preserve"> г.</w:t>
      </w:r>
      <w:r w:rsidRPr="00D63701">
        <w:rPr>
          <w:rFonts w:eastAsia="Calibri"/>
          <w:spacing w:val="10"/>
          <w:sz w:val="28"/>
          <w:lang w:eastAsia="en-US"/>
        </w:rPr>
        <w:t xml:space="preserve"> № 363 "Об информационном обеспечении градостроительной деятельности";</w:t>
      </w:r>
    </w:p>
    <w:p w:rsidR="00975CDB" w:rsidRPr="00D63701" w:rsidRDefault="00975CDB" w:rsidP="00B758A3">
      <w:pPr>
        <w:numPr>
          <w:ilvl w:val="0"/>
          <w:numId w:val="3"/>
        </w:numPr>
        <w:spacing w:after="160"/>
        <w:ind w:right="142" w:hanging="436"/>
        <w:contextualSpacing/>
        <w:jc w:val="both"/>
        <w:rPr>
          <w:rFonts w:eastAsia="Calibri"/>
          <w:spacing w:val="10"/>
          <w:sz w:val="28"/>
          <w:lang w:eastAsia="en-US"/>
        </w:rPr>
      </w:pPr>
      <w:r w:rsidRPr="00D63701">
        <w:rPr>
          <w:rFonts w:eastAsia="Calibri"/>
          <w:spacing w:val="10"/>
          <w:sz w:val="28"/>
          <w:lang w:eastAsia="en-US"/>
        </w:rPr>
        <w:t>Постановление Правительства РФ от 3 февраля 2014 г. N 71</w:t>
      </w:r>
      <w:r w:rsidRPr="00D63701">
        <w:rPr>
          <w:rFonts w:eastAsia="Calibri"/>
          <w:spacing w:val="10"/>
          <w:sz w:val="28"/>
          <w:lang w:eastAsia="en-US"/>
        </w:rPr>
        <w:br/>
        <w:t>"Об утверждении Правил направления органами государственной власти и органами местного самоуправления документов, необходимых для внесения сведений в государственный кадастр недвижимости, в федеральный орган исполнительной власти, уполномоченный в области государственной регистрации прав на недвижимое имущество и сделок с ним, кадастрового учета и ведения государственного кадастра недвижимости, а также о требованиях к формату таких документов в электронной форме"</w:t>
      </w:r>
      <w:r>
        <w:rPr>
          <w:rFonts w:eastAsia="Calibri"/>
          <w:spacing w:val="10"/>
          <w:sz w:val="28"/>
          <w:lang w:eastAsia="en-US"/>
        </w:rPr>
        <w:t xml:space="preserve"> (</w:t>
      </w:r>
      <w:r w:rsidRPr="00133DEB">
        <w:rPr>
          <w:rFonts w:eastAsia="Calibri"/>
          <w:spacing w:val="10"/>
          <w:sz w:val="28"/>
          <w:lang w:eastAsia="en-US"/>
        </w:rPr>
        <w:t>с изменениями на 29 августа 2015 года)</w:t>
      </w:r>
      <w:r w:rsidRPr="00D63701">
        <w:rPr>
          <w:rFonts w:eastAsia="Calibri"/>
          <w:spacing w:val="10"/>
          <w:sz w:val="28"/>
          <w:lang w:eastAsia="en-US"/>
        </w:rPr>
        <w:t>;</w:t>
      </w:r>
    </w:p>
    <w:p w:rsidR="00975CDB" w:rsidRPr="00D63701" w:rsidRDefault="00975CDB" w:rsidP="00B758A3">
      <w:pPr>
        <w:numPr>
          <w:ilvl w:val="0"/>
          <w:numId w:val="3"/>
        </w:numPr>
        <w:spacing w:after="160"/>
        <w:ind w:right="142" w:hanging="436"/>
        <w:contextualSpacing/>
        <w:jc w:val="both"/>
        <w:rPr>
          <w:rFonts w:eastAsia="Calibri"/>
          <w:spacing w:val="10"/>
          <w:sz w:val="28"/>
          <w:lang w:eastAsia="en-US"/>
        </w:rPr>
      </w:pPr>
      <w:r>
        <w:rPr>
          <w:rFonts w:eastAsia="Calibri"/>
          <w:spacing w:val="10"/>
          <w:sz w:val="28"/>
          <w:lang w:eastAsia="en-US"/>
        </w:rPr>
        <w:t>СП 42.</w:t>
      </w:r>
      <w:r w:rsidRPr="00D63701">
        <w:rPr>
          <w:rFonts w:eastAsia="Calibri"/>
          <w:spacing w:val="10"/>
          <w:sz w:val="28"/>
          <w:lang w:eastAsia="en-US"/>
        </w:rPr>
        <w:t>13330.2011 (актуализированная редакция СНиП 2.07.01-89*) «Градостроительство. Планировка и застройка городских и сельских поселений»;</w:t>
      </w:r>
    </w:p>
    <w:p w:rsidR="00975CDB" w:rsidRPr="00D63701" w:rsidRDefault="00975CDB" w:rsidP="00B758A3">
      <w:pPr>
        <w:numPr>
          <w:ilvl w:val="0"/>
          <w:numId w:val="3"/>
        </w:numPr>
        <w:spacing w:after="160"/>
        <w:ind w:right="142" w:hanging="436"/>
        <w:contextualSpacing/>
        <w:jc w:val="both"/>
        <w:rPr>
          <w:rFonts w:eastAsia="Calibri"/>
          <w:spacing w:val="10"/>
          <w:sz w:val="28"/>
          <w:lang w:eastAsia="en-US"/>
        </w:rPr>
      </w:pPr>
      <w:r w:rsidRPr="00D63701">
        <w:rPr>
          <w:rFonts w:eastAsia="Calibri"/>
          <w:spacing w:val="10"/>
          <w:sz w:val="28"/>
          <w:lang w:eastAsia="en-US"/>
        </w:rPr>
        <w:t>СанПиН 2.2.1/2.1.1.1200-03 «Санитарно-защитные зоны и санитарная классификация предприятий, сооружений и иных объектов»</w:t>
      </w:r>
      <w:r>
        <w:rPr>
          <w:rFonts w:eastAsia="Calibri"/>
          <w:spacing w:val="10"/>
          <w:sz w:val="28"/>
          <w:lang w:eastAsia="en-US"/>
        </w:rPr>
        <w:t xml:space="preserve"> </w:t>
      </w:r>
      <w:r w:rsidRPr="00073F88">
        <w:rPr>
          <w:rFonts w:eastAsia="Calibri"/>
          <w:spacing w:val="10"/>
          <w:sz w:val="28"/>
          <w:lang w:eastAsia="en-US"/>
        </w:rPr>
        <w:t>(с изменениями на 25 апреля 2014 года)</w:t>
      </w:r>
      <w:r w:rsidRPr="00D63701">
        <w:rPr>
          <w:rFonts w:eastAsia="Calibri"/>
          <w:spacing w:val="10"/>
          <w:sz w:val="28"/>
          <w:lang w:eastAsia="en-US"/>
        </w:rPr>
        <w:t>;</w:t>
      </w:r>
    </w:p>
    <w:p w:rsidR="00975CDB" w:rsidRPr="00D63701" w:rsidRDefault="00975CDB" w:rsidP="00B758A3">
      <w:pPr>
        <w:numPr>
          <w:ilvl w:val="0"/>
          <w:numId w:val="3"/>
        </w:numPr>
        <w:spacing w:after="160"/>
        <w:ind w:right="142" w:hanging="436"/>
        <w:contextualSpacing/>
        <w:jc w:val="both"/>
        <w:rPr>
          <w:rFonts w:eastAsia="Calibri"/>
          <w:spacing w:val="10"/>
          <w:sz w:val="28"/>
          <w:lang w:eastAsia="en-US"/>
        </w:rPr>
      </w:pPr>
      <w:r w:rsidRPr="00D63701">
        <w:rPr>
          <w:rFonts w:eastAsia="Calibri"/>
          <w:spacing w:val="10"/>
          <w:sz w:val="28"/>
          <w:lang w:eastAsia="en-US"/>
        </w:rPr>
        <w:t>РДС 30-201-98 «Инструкция о порядке проектирования и установления красных линий в городах и других поселениях Российской Федерации»;</w:t>
      </w:r>
    </w:p>
    <w:p w:rsidR="00975CDB" w:rsidRPr="004F6B66" w:rsidRDefault="00975CDB" w:rsidP="00975CDB">
      <w:pPr>
        <w:ind w:firstLine="709"/>
        <w:jc w:val="both"/>
        <w:rPr>
          <w:sz w:val="28"/>
          <w:szCs w:val="28"/>
        </w:rPr>
      </w:pPr>
      <w:r w:rsidRPr="004F6B66">
        <w:rPr>
          <w:sz w:val="28"/>
          <w:szCs w:val="28"/>
        </w:rPr>
        <w:t>Проект планировки территории подготовлен с использованием материалов специализированных научно-исследовательских и проектных организация, результатов инженерных изысканий, в соответствии с требованиями технических регламентов.</w:t>
      </w:r>
    </w:p>
    <w:p w:rsidR="00975CDB" w:rsidRDefault="00975CDB" w:rsidP="00C81EF2">
      <w:pPr>
        <w:ind w:firstLine="709"/>
        <w:jc w:val="both"/>
        <w:rPr>
          <w:sz w:val="28"/>
          <w:szCs w:val="28"/>
        </w:rPr>
      </w:pPr>
    </w:p>
    <w:p w:rsidR="009453C9" w:rsidRDefault="009453C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01A00" w:rsidRPr="00495878" w:rsidRDefault="00A01A00" w:rsidP="00495878">
      <w:pPr>
        <w:ind w:firstLine="709"/>
        <w:jc w:val="both"/>
        <w:rPr>
          <w:sz w:val="28"/>
          <w:szCs w:val="28"/>
        </w:rPr>
      </w:pPr>
      <w:bookmarkStart w:id="10" w:name="_Toc449543128"/>
    </w:p>
    <w:p w:rsidR="00A01A00" w:rsidRDefault="00A01A00" w:rsidP="00A01A00">
      <w:pPr>
        <w:keepNext/>
        <w:keepLines/>
        <w:spacing w:before="240" w:after="240" w:line="240" w:lineRule="exact"/>
        <w:ind w:left="284" w:right="142"/>
        <w:jc w:val="center"/>
        <w:outlineLvl w:val="1"/>
        <w:rPr>
          <w:b/>
          <w:sz w:val="28"/>
          <w:szCs w:val="26"/>
          <w:lang w:eastAsia="en-US"/>
        </w:rPr>
      </w:pPr>
      <w:bookmarkStart w:id="11" w:name="_Toc456104495"/>
      <w:r w:rsidRPr="00155BA2">
        <w:rPr>
          <w:b/>
          <w:sz w:val="28"/>
          <w:szCs w:val="26"/>
          <w:lang w:eastAsia="en-US"/>
        </w:rPr>
        <w:t xml:space="preserve">2. </w:t>
      </w:r>
      <w:r w:rsidR="008035B8" w:rsidRPr="008035B8">
        <w:rPr>
          <w:b/>
          <w:sz w:val="28"/>
          <w:szCs w:val="26"/>
          <w:lang w:eastAsia="en-US"/>
        </w:rPr>
        <w:t>ХАРАКТЕРИСТИКА ПЛАНИРУЕМОГО РАЗВИТИЯ ТЕРРИТОРИИ</w:t>
      </w:r>
      <w:r w:rsidRPr="00155BA2">
        <w:rPr>
          <w:b/>
          <w:sz w:val="28"/>
          <w:szCs w:val="26"/>
          <w:lang w:eastAsia="en-US"/>
        </w:rPr>
        <w:t>.</w:t>
      </w:r>
      <w:bookmarkEnd w:id="10"/>
      <w:bookmarkEnd w:id="11"/>
    </w:p>
    <w:p w:rsidR="00013158" w:rsidRPr="00013158" w:rsidRDefault="00013158" w:rsidP="00013158">
      <w:pPr>
        <w:ind w:firstLine="709"/>
        <w:jc w:val="both"/>
        <w:rPr>
          <w:sz w:val="28"/>
          <w:szCs w:val="28"/>
        </w:rPr>
      </w:pPr>
      <w:r w:rsidRPr="00013158">
        <w:rPr>
          <w:sz w:val="28"/>
          <w:szCs w:val="28"/>
        </w:rPr>
        <w:t xml:space="preserve">При </w:t>
      </w:r>
      <w:r w:rsidR="001C3516">
        <w:rPr>
          <w:sz w:val="28"/>
          <w:szCs w:val="28"/>
        </w:rPr>
        <w:t xml:space="preserve">разработке проекта планировки </w:t>
      </w:r>
      <w:r w:rsidRPr="00013158">
        <w:rPr>
          <w:sz w:val="28"/>
          <w:szCs w:val="28"/>
        </w:rPr>
        <w:t>территории были учтены основные требования к параметрам и характеристикам планируемого развития территории участка строительства, подготовке документации по планировке территории иные технико-экономические показатели строительства.</w:t>
      </w:r>
    </w:p>
    <w:p w:rsidR="00A01A00" w:rsidRPr="00155BA2" w:rsidRDefault="00A01A00" w:rsidP="00A01A00">
      <w:pPr>
        <w:keepNext/>
        <w:keepLines/>
        <w:spacing w:before="240" w:after="240" w:line="240" w:lineRule="exact"/>
        <w:ind w:left="284" w:right="142"/>
        <w:jc w:val="center"/>
        <w:outlineLvl w:val="1"/>
        <w:rPr>
          <w:b/>
          <w:sz w:val="28"/>
          <w:szCs w:val="24"/>
          <w:lang w:eastAsia="en-US"/>
        </w:rPr>
      </w:pPr>
      <w:bookmarkStart w:id="12" w:name="_Toc422228727"/>
      <w:bookmarkStart w:id="13" w:name="_Toc425860532"/>
      <w:bookmarkStart w:id="14" w:name="_Toc449543129"/>
      <w:bookmarkStart w:id="15" w:name="_Toc456104496"/>
      <w:r w:rsidRPr="00155BA2">
        <w:rPr>
          <w:b/>
          <w:sz w:val="28"/>
          <w:szCs w:val="26"/>
          <w:lang w:eastAsia="en-US"/>
        </w:rPr>
        <w:t xml:space="preserve">2.1. </w:t>
      </w:r>
      <w:r w:rsidR="00013158" w:rsidRPr="00013158">
        <w:rPr>
          <w:b/>
          <w:sz w:val="28"/>
          <w:szCs w:val="26"/>
          <w:lang w:eastAsia="en-US"/>
        </w:rPr>
        <w:t>Градостроительная ситуация</w:t>
      </w:r>
      <w:r w:rsidRPr="00155BA2">
        <w:rPr>
          <w:b/>
          <w:sz w:val="28"/>
          <w:szCs w:val="26"/>
          <w:lang w:eastAsia="en-US"/>
        </w:rPr>
        <w:t>.</w:t>
      </w:r>
      <w:bookmarkEnd w:id="12"/>
      <w:bookmarkEnd w:id="13"/>
      <w:bookmarkEnd w:id="14"/>
      <w:bookmarkEnd w:id="15"/>
    </w:p>
    <w:p w:rsidR="00EB3F30" w:rsidRPr="005A6903" w:rsidRDefault="00EB3F30" w:rsidP="0035671E">
      <w:pPr>
        <w:ind w:firstLine="709"/>
        <w:jc w:val="both"/>
        <w:rPr>
          <w:rFonts w:eastAsia="MS Mincho"/>
          <w:bCs/>
          <w:sz w:val="28"/>
          <w:szCs w:val="28"/>
        </w:rPr>
      </w:pPr>
      <w:r>
        <w:rPr>
          <w:rFonts w:eastAsia="MS Mincho"/>
          <w:bCs/>
          <w:sz w:val="28"/>
          <w:szCs w:val="28"/>
        </w:rPr>
        <w:t>Территория рассмотрения проекта планировки</w:t>
      </w:r>
      <w:r w:rsidR="0035671E">
        <w:rPr>
          <w:sz w:val="28"/>
          <w:szCs w:val="28"/>
        </w:rPr>
        <w:t xml:space="preserve"> под п</w:t>
      </w:r>
      <w:r w:rsidR="0035671E" w:rsidRPr="0035671E">
        <w:rPr>
          <w:sz w:val="28"/>
          <w:szCs w:val="28"/>
        </w:rPr>
        <w:t xml:space="preserve">роект </w:t>
      </w:r>
      <w:r w:rsidR="00AE58ED">
        <w:rPr>
          <w:sz w:val="28"/>
          <w:szCs w:val="28"/>
        </w:rPr>
        <w:t>«</w:t>
      </w:r>
      <w:r w:rsidR="0035671E" w:rsidRPr="0035671E">
        <w:rPr>
          <w:sz w:val="28"/>
          <w:szCs w:val="28"/>
        </w:rPr>
        <w:t xml:space="preserve">Строительство оросительной сети </w:t>
      </w:r>
      <w:r w:rsidR="00AE58ED">
        <w:rPr>
          <w:sz w:val="28"/>
          <w:szCs w:val="28"/>
        </w:rPr>
        <w:t>на площади</w:t>
      </w:r>
      <w:r>
        <w:rPr>
          <w:sz w:val="28"/>
          <w:szCs w:val="28"/>
        </w:rPr>
        <w:t xml:space="preserve"> </w:t>
      </w:r>
      <w:r w:rsidR="0035671E" w:rsidRPr="0035671E">
        <w:rPr>
          <w:sz w:val="28"/>
          <w:szCs w:val="28"/>
        </w:rPr>
        <w:t>1</w:t>
      </w:r>
      <w:r w:rsidR="00B30570">
        <w:rPr>
          <w:sz w:val="28"/>
          <w:szCs w:val="28"/>
        </w:rPr>
        <w:t> 226,4</w:t>
      </w:r>
      <w:r w:rsidR="0035671E" w:rsidRPr="0035671E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35671E" w:rsidRPr="0035671E">
        <w:rPr>
          <w:sz w:val="28"/>
          <w:szCs w:val="28"/>
        </w:rPr>
        <w:t>а в с.</w:t>
      </w:r>
      <w:r w:rsidR="0035671E">
        <w:rPr>
          <w:sz w:val="28"/>
          <w:szCs w:val="28"/>
        </w:rPr>
        <w:t xml:space="preserve"> </w:t>
      </w:r>
      <w:r w:rsidR="00AE58ED" w:rsidRPr="00B30570">
        <w:rPr>
          <w:sz w:val="28"/>
          <w:szCs w:val="28"/>
        </w:rPr>
        <w:t>близ д.</w:t>
      </w:r>
      <w:r w:rsidR="00AE58ED">
        <w:rPr>
          <w:sz w:val="28"/>
          <w:szCs w:val="28"/>
        </w:rPr>
        <w:t xml:space="preserve"> </w:t>
      </w:r>
      <w:r w:rsidR="00AE58ED" w:rsidRPr="00B30570">
        <w:rPr>
          <w:sz w:val="28"/>
          <w:szCs w:val="28"/>
        </w:rPr>
        <w:t>Мшага Воскресенская и д.</w:t>
      </w:r>
      <w:r w:rsidR="00AE58ED">
        <w:rPr>
          <w:sz w:val="28"/>
          <w:szCs w:val="28"/>
        </w:rPr>
        <w:t xml:space="preserve"> </w:t>
      </w:r>
      <w:r w:rsidR="00AE58ED" w:rsidRPr="00B30570">
        <w:rPr>
          <w:sz w:val="28"/>
          <w:szCs w:val="28"/>
        </w:rPr>
        <w:t>Мшага Ямская</w:t>
      </w:r>
      <w:r w:rsidR="00AE58ED" w:rsidRPr="001C3516">
        <w:rPr>
          <w:sz w:val="28"/>
          <w:szCs w:val="28"/>
        </w:rPr>
        <w:t xml:space="preserve"> </w:t>
      </w:r>
      <w:r w:rsidR="00AE58ED">
        <w:rPr>
          <w:sz w:val="28"/>
          <w:szCs w:val="28"/>
        </w:rPr>
        <w:t>Шимского</w:t>
      </w:r>
      <w:r w:rsidR="00AE58ED" w:rsidRPr="001C3516">
        <w:rPr>
          <w:sz w:val="28"/>
          <w:szCs w:val="28"/>
        </w:rPr>
        <w:t xml:space="preserve"> района </w:t>
      </w:r>
      <w:r w:rsidR="0082396B" w:rsidRPr="00C23F4F">
        <w:rPr>
          <w:sz w:val="28"/>
          <w:szCs w:val="28"/>
        </w:rPr>
        <w:t xml:space="preserve">Новгородской </w:t>
      </w:r>
      <w:r w:rsidR="00AE58ED" w:rsidRPr="001C3516">
        <w:rPr>
          <w:sz w:val="28"/>
          <w:szCs w:val="28"/>
        </w:rPr>
        <w:t>области</w:t>
      </w:r>
      <w:r w:rsidR="00AE58ED">
        <w:rPr>
          <w:sz w:val="28"/>
          <w:szCs w:val="28"/>
        </w:rPr>
        <w:t>»</w:t>
      </w:r>
      <w:r w:rsidR="00D064D2" w:rsidRPr="0035671E">
        <w:rPr>
          <w:sz w:val="28"/>
          <w:szCs w:val="28"/>
        </w:rPr>
        <w:t xml:space="preserve"> разрабатывается</w:t>
      </w:r>
      <w:r w:rsidR="0035671E" w:rsidRPr="0035671E">
        <w:rPr>
          <w:sz w:val="28"/>
          <w:szCs w:val="28"/>
        </w:rPr>
        <w:t xml:space="preserve"> для ООО Производственная компания «Нижегородская картофельная система»</w:t>
      </w:r>
      <w:r w:rsidR="004645DB" w:rsidRPr="000A7381">
        <w:rPr>
          <w:sz w:val="28"/>
          <w:szCs w:val="28"/>
        </w:rPr>
        <w:t xml:space="preserve">. </w:t>
      </w:r>
      <w:r w:rsidRPr="005A6903">
        <w:rPr>
          <w:sz w:val="28"/>
        </w:rPr>
        <w:t xml:space="preserve">Территория разработки проекта </w:t>
      </w:r>
      <w:r w:rsidRPr="005A6903">
        <w:rPr>
          <w:rFonts w:eastAsia="MS Mincho"/>
          <w:bCs/>
          <w:sz w:val="28"/>
          <w:szCs w:val="28"/>
        </w:rPr>
        <w:t xml:space="preserve">планировки под линейный объект составляет </w:t>
      </w:r>
      <w:r w:rsidR="007B1676">
        <w:rPr>
          <w:sz w:val="28"/>
        </w:rPr>
        <w:t>506,6</w:t>
      </w:r>
      <w:r w:rsidRPr="005A6903">
        <w:rPr>
          <w:sz w:val="28"/>
        </w:rPr>
        <w:t xml:space="preserve"> га</w:t>
      </w:r>
      <w:r w:rsidRPr="005A6903">
        <w:rPr>
          <w:rFonts w:eastAsia="MS Mincho"/>
          <w:bCs/>
          <w:sz w:val="28"/>
          <w:szCs w:val="28"/>
        </w:rPr>
        <w:t xml:space="preserve"> </w:t>
      </w:r>
      <w:r w:rsidR="005103E5" w:rsidRPr="005A6903">
        <w:rPr>
          <w:rFonts w:eastAsia="MS Mincho"/>
          <w:bCs/>
          <w:sz w:val="28"/>
          <w:szCs w:val="28"/>
        </w:rPr>
        <w:t>выделенные согласно трассы</w:t>
      </w:r>
      <w:r w:rsidR="005103E5" w:rsidRPr="005A6903">
        <w:rPr>
          <w:sz w:val="28"/>
          <w:szCs w:val="28"/>
        </w:rPr>
        <w:t xml:space="preserve"> оросительной сети</w:t>
      </w:r>
      <w:r w:rsidR="005103E5" w:rsidRPr="005A6903">
        <w:rPr>
          <w:rFonts w:eastAsia="MS Mincho"/>
          <w:bCs/>
          <w:sz w:val="28"/>
          <w:szCs w:val="28"/>
        </w:rPr>
        <w:t xml:space="preserve"> по 100 м в обе стороны.</w:t>
      </w:r>
    </w:p>
    <w:p w:rsidR="00D917FB" w:rsidRDefault="00EB3F30" w:rsidP="003567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E58ED" w:rsidRPr="00AE58ED">
        <w:rPr>
          <w:sz w:val="28"/>
          <w:szCs w:val="28"/>
        </w:rPr>
        <w:t>Для орошения сельскохозяйственных культур планируется использовать земельные участки общей площадью 1344,7</w:t>
      </w:r>
      <w:r w:rsidR="00EB7B34">
        <w:rPr>
          <w:sz w:val="28"/>
          <w:szCs w:val="28"/>
        </w:rPr>
        <w:t xml:space="preserve"> </w:t>
      </w:r>
      <w:r w:rsidR="00AE58ED" w:rsidRPr="00AE58ED">
        <w:rPr>
          <w:sz w:val="28"/>
          <w:szCs w:val="28"/>
        </w:rPr>
        <w:t>Га, в том числе 1226,4Га орошаемых земель(брутто),</w:t>
      </w:r>
      <w:r w:rsidR="00AE58ED">
        <w:rPr>
          <w:sz w:val="28"/>
          <w:szCs w:val="28"/>
        </w:rPr>
        <w:t xml:space="preserve"> </w:t>
      </w:r>
      <w:r w:rsidR="00AE58ED" w:rsidRPr="00AE58ED">
        <w:rPr>
          <w:sz w:val="28"/>
          <w:szCs w:val="28"/>
        </w:rPr>
        <w:t>расположенные на участках с кадастровыми номерами: 53:21:00120001:16,</w:t>
      </w:r>
      <w:r w:rsidR="00AE58ED" w:rsidRPr="00AE58ED">
        <w:t xml:space="preserve"> </w:t>
      </w:r>
      <w:r w:rsidR="00AE58ED" w:rsidRPr="00AE58ED">
        <w:rPr>
          <w:sz w:val="28"/>
          <w:szCs w:val="28"/>
        </w:rPr>
        <w:t>53:21:0080901:86,</w:t>
      </w:r>
      <w:r w:rsidR="00AE58ED">
        <w:rPr>
          <w:sz w:val="28"/>
          <w:szCs w:val="28"/>
        </w:rPr>
        <w:t xml:space="preserve"> </w:t>
      </w:r>
      <w:r w:rsidR="00AE58ED" w:rsidRPr="00AE58ED">
        <w:rPr>
          <w:sz w:val="28"/>
          <w:szCs w:val="28"/>
        </w:rPr>
        <w:t>53:21:0080901:87,</w:t>
      </w:r>
      <w:r w:rsidR="00AE58ED">
        <w:rPr>
          <w:sz w:val="28"/>
          <w:szCs w:val="28"/>
        </w:rPr>
        <w:t xml:space="preserve"> </w:t>
      </w:r>
      <w:r w:rsidR="00AE58ED" w:rsidRPr="00AE58ED">
        <w:rPr>
          <w:sz w:val="28"/>
          <w:szCs w:val="28"/>
        </w:rPr>
        <w:t>53:21:0080901:103,</w:t>
      </w:r>
      <w:r w:rsidR="00AE58ED">
        <w:rPr>
          <w:sz w:val="28"/>
          <w:szCs w:val="28"/>
        </w:rPr>
        <w:t xml:space="preserve"> </w:t>
      </w:r>
      <w:r w:rsidR="00AE58ED" w:rsidRPr="00AE58ED">
        <w:rPr>
          <w:sz w:val="28"/>
          <w:szCs w:val="28"/>
        </w:rPr>
        <w:t>53:21:0080901:107,</w:t>
      </w:r>
      <w:r w:rsidR="00AE58ED">
        <w:rPr>
          <w:sz w:val="28"/>
          <w:szCs w:val="28"/>
        </w:rPr>
        <w:t xml:space="preserve"> </w:t>
      </w:r>
      <w:r w:rsidR="00AE58ED" w:rsidRPr="00AE58ED">
        <w:rPr>
          <w:sz w:val="28"/>
          <w:szCs w:val="28"/>
        </w:rPr>
        <w:t>53:21:0080901:100,</w:t>
      </w:r>
      <w:r w:rsidR="00AE58ED">
        <w:rPr>
          <w:sz w:val="28"/>
          <w:szCs w:val="28"/>
        </w:rPr>
        <w:t xml:space="preserve"> </w:t>
      </w:r>
      <w:r w:rsidR="00AE58ED" w:rsidRPr="00AE58ED">
        <w:rPr>
          <w:sz w:val="28"/>
          <w:szCs w:val="28"/>
        </w:rPr>
        <w:t>53:21:0080901:96,</w:t>
      </w:r>
      <w:r w:rsidR="00AE58ED">
        <w:rPr>
          <w:sz w:val="28"/>
          <w:szCs w:val="28"/>
        </w:rPr>
        <w:t xml:space="preserve"> </w:t>
      </w:r>
      <w:r w:rsidR="00AE58ED" w:rsidRPr="00AE58ED">
        <w:rPr>
          <w:sz w:val="28"/>
          <w:szCs w:val="28"/>
        </w:rPr>
        <w:t>53:21:0080901:112,</w:t>
      </w:r>
      <w:r w:rsidR="00AE58ED">
        <w:rPr>
          <w:sz w:val="28"/>
          <w:szCs w:val="28"/>
        </w:rPr>
        <w:t xml:space="preserve"> </w:t>
      </w:r>
      <w:r w:rsidR="00AE58ED" w:rsidRPr="00AE58ED">
        <w:rPr>
          <w:sz w:val="28"/>
          <w:szCs w:val="28"/>
        </w:rPr>
        <w:t>53:21:0080901:111,</w:t>
      </w:r>
      <w:r w:rsidR="00AE58ED">
        <w:rPr>
          <w:sz w:val="28"/>
          <w:szCs w:val="28"/>
        </w:rPr>
        <w:t xml:space="preserve"> </w:t>
      </w:r>
      <w:r w:rsidR="00AE58ED" w:rsidRPr="00AE58ED">
        <w:rPr>
          <w:sz w:val="28"/>
          <w:szCs w:val="28"/>
        </w:rPr>
        <w:t>53:2</w:t>
      </w:r>
      <w:r w:rsidR="00AE58ED">
        <w:rPr>
          <w:sz w:val="28"/>
          <w:szCs w:val="28"/>
        </w:rPr>
        <w:t>1:0080901:110, 53:21:0080801:39</w:t>
      </w:r>
      <w:r w:rsidR="0035671E" w:rsidRPr="0035671E">
        <w:rPr>
          <w:sz w:val="28"/>
          <w:szCs w:val="28"/>
        </w:rPr>
        <w:t>.</w:t>
      </w:r>
      <w:r w:rsidR="00D917FB" w:rsidRPr="00D917FB">
        <w:rPr>
          <w:sz w:val="28"/>
          <w:szCs w:val="28"/>
        </w:rPr>
        <w:t xml:space="preserve"> </w:t>
      </w:r>
      <w:r w:rsidR="00D917FB" w:rsidRPr="001C3516">
        <w:rPr>
          <w:sz w:val="28"/>
          <w:szCs w:val="28"/>
        </w:rPr>
        <w:t xml:space="preserve">Обзорная схема расположения </w:t>
      </w:r>
      <w:r w:rsidR="00D917FB">
        <w:rPr>
          <w:sz w:val="28"/>
          <w:szCs w:val="28"/>
        </w:rPr>
        <w:t>т</w:t>
      </w:r>
      <w:r w:rsidR="00D917FB">
        <w:rPr>
          <w:rFonts w:eastAsia="MS Mincho"/>
          <w:bCs/>
          <w:sz w:val="28"/>
          <w:szCs w:val="28"/>
        </w:rPr>
        <w:t>ерритории рассмотрения проекта планировки</w:t>
      </w:r>
      <w:r w:rsidR="00D917FB">
        <w:rPr>
          <w:sz w:val="28"/>
          <w:szCs w:val="28"/>
        </w:rPr>
        <w:t xml:space="preserve"> под п</w:t>
      </w:r>
      <w:r w:rsidR="00D917FB" w:rsidRPr="0035671E">
        <w:rPr>
          <w:sz w:val="28"/>
          <w:szCs w:val="28"/>
        </w:rPr>
        <w:t>роект «Строительство оросительной сети</w:t>
      </w:r>
      <w:r w:rsidR="00D917FB" w:rsidRPr="001C3516">
        <w:rPr>
          <w:sz w:val="28"/>
          <w:szCs w:val="28"/>
        </w:rPr>
        <w:t xml:space="preserve"> </w:t>
      </w:r>
      <w:r w:rsidR="00D917FB" w:rsidRPr="00B30570">
        <w:rPr>
          <w:sz w:val="28"/>
          <w:szCs w:val="28"/>
        </w:rPr>
        <w:t>близ д.</w:t>
      </w:r>
      <w:r w:rsidR="00D917FB">
        <w:rPr>
          <w:sz w:val="28"/>
          <w:szCs w:val="28"/>
        </w:rPr>
        <w:t xml:space="preserve"> </w:t>
      </w:r>
      <w:r w:rsidR="00D917FB" w:rsidRPr="00B30570">
        <w:rPr>
          <w:sz w:val="28"/>
          <w:szCs w:val="28"/>
        </w:rPr>
        <w:t>Мшага Воскресенская и д.</w:t>
      </w:r>
      <w:r w:rsidR="00D917FB">
        <w:rPr>
          <w:sz w:val="28"/>
          <w:szCs w:val="28"/>
        </w:rPr>
        <w:t xml:space="preserve"> </w:t>
      </w:r>
      <w:r w:rsidR="00D917FB" w:rsidRPr="00B30570">
        <w:rPr>
          <w:sz w:val="28"/>
          <w:szCs w:val="28"/>
        </w:rPr>
        <w:t>Мшага Ямская</w:t>
      </w:r>
      <w:r w:rsidR="00D917FB" w:rsidRPr="001C3516">
        <w:rPr>
          <w:sz w:val="28"/>
          <w:szCs w:val="28"/>
        </w:rPr>
        <w:t xml:space="preserve"> </w:t>
      </w:r>
      <w:r w:rsidR="00D917FB">
        <w:rPr>
          <w:sz w:val="28"/>
          <w:szCs w:val="28"/>
        </w:rPr>
        <w:t>Шимского</w:t>
      </w:r>
      <w:r w:rsidR="00D917FB" w:rsidRPr="001C3516">
        <w:rPr>
          <w:sz w:val="28"/>
          <w:szCs w:val="28"/>
        </w:rPr>
        <w:t xml:space="preserve"> района Нижегородской области»</w:t>
      </w:r>
      <w:r w:rsidR="00D917FB">
        <w:rPr>
          <w:sz w:val="28"/>
          <w:szCs w:val="28"/>
        </w:rPr>
        <w:t xml:space="preserve"> (см. рис.1)</w:t>
      </w:r>
      <w:r w:rsidR="00D917FB" w:rsidRPr="001C3516">
        <w:rPr>
          <w:sz w:val="28"/>
          <w:szCs w:val="28"/>
        </w:rPr>
        <w:t>.</w:t>
      </w:r>
    </w:p>
    <w:p w:rsidR="0035671E" w:rsidRDefault="00D917FB" w:rsidP="00D917FB">
      <w:pPr>
        <w:ind w:firstLine="709"/>
        <w:jc w:val="center"/>
        <w:rPr>
          <w:sz w:val="28"/>
          <w:szCs w:val="28"/>
        </w:rPr>
      </w:pPr>
      <w:r w:rsidRPr="00B30570">
        <w:rPr>
          <w:noProof/>
          <w:sz w:val="28"/>
          <w:szCs w:val="28"/>
        </w:rPr>
        <w:drawing>
          <wp:inline distT="0" distB="0" distL="0" distR="0">
            <wp:extent cx="2395220" cy="3409315"/>
            <wp:effectExtent l="0" t="0" r="5080" b="635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220" cy="340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5CA" w:rsidRDefault="00D917FB" w:rsidP="003567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5671E">
        <w:rPr>
          <w:sz w:val="28"/>
          <w:szCs w:val="28"/>
        </w:rPr>
        <w:t>огласно кадастровой информации, категория земель – земли</w:t>
      </w:r>
      <w:r>
        <w:rPr>
          <w:sz w:val="28"/>
          <w:szCs w:val="28"/>
        </w:rPr>
        <w:t xml:space="preserve"> </w:t>
      </w:r>
      <w:r w:rsidRPr="0035671E">
        <w:rPr>
          <w:sz w:val="28"/>
          <w:szCs w:val="28"/>
        </w:rPr>
        <w:t>сельскохозяйственного назначения. Право на земельные участки – собственность.</w:t>
      </w:r>
      <w:r>
        <w:rPr>
          <w:sz w:val="28"/>
          <w:szCs w:val="28"/>
        </w:rPr>
        <w:t xml:space="preserve"> </w:t>
      </w:r>
      <w:r w:rsidRPr="00D917FB">
        <w:rPr>
          <w:sz w:val="28"/>
          <w:szCs w:val="28"/>
        </w:rPr>
        <w:t>Морфологически район проектируемых работ расположен на северо-западе Русской</w:t>
      </w:r>
      <w:r>
        <w:rPr>
          <w:sz w:val="28"/>
          <w:szCs w:val="28"/>
        </w:rPr>
        <w:t xml:space="preserve"> </w:t>
      </w:r>
      <w:r w:rsidRPr="00D917FB">
        <w:rPr>
          <w:sz w:val="28"/>
          <w:szCs w:val="28"/>
        </w:rPr>
        <w:t>равнины, на территории плоской, местами заболоченной озерно-ледниковой</w:t>
      </w:r>
      <w:r>
        <w:rPr>
          <w:sz w:val="28"/>
          <w:szCs w:val="28"/>
        </w:rPr>
        <w:t xml:space="preserve"> </w:t>
      </w:r>
      <w:r w:rsidRPr="00D917FB">
        <w:rPr>
          <w:sz w:val="28"/>
          <w:szCs w:val="28"/>
        </w:rPr>
        <w:t>Приильменской низменности. Отметки поверхности земли на орошаемом участке</w:t>
      </w:r>
      <w:r>
        <w:rPr>
          <w:sz w:val="28"/>
          <w:szCs w:val="28"/>
        </w:rPr>
        <w:t xml:space="preserve"> изменяются от 21.2 до 34.9м БС</w:t>
      </w:r>
      <w:r w:rsidR="003E65CA" w:rsidRPr="003E65CA">
        <w:rPr>
          <w:sz w:val="28"/>
          <w:szCs w:val="28"/>
        </w:rPr>
        <w:t xml:space="preserve">. </w:t>
      </w:r>
      <w:r w:rsidRPr="00D917FB">
        <w:rPr>
          <w:sz w:val="28"/>
          <w:szCs w:val="28"/>
        </w:rPr>
        <w:t>Участок в прошлом использовался в качестве сельхозугодий. Зеленые насаждения</w:t>
      </w:r>
      <w:r>
        <w:rPr>
          <w:sz w:val="28"/>
          <w:szCs w:val="28"/>
        </w:rPr>
        <w:t xml:space="preserve"> </w:t>
      </w:r>
      <w:r w:rsidRPr="00D917FB">
        <w:rPr>
          <w:sz w:val="28"/>
          <w:szCs w:val="28"/>
        </w:rPr>
        <w:t>представлены искусс</w:t>
      </w:r>
      <w:r>
        <w:rPr>
          <w:sz w:val="28"/>
          <w:szCs w:val="28"/>
        </w:rPr>
        <w:t>твенными защитными лесополосами</w:t>
      </w:r>
      <w:r w:rsidR="003E65CA" w:rsidRPr="003E65CA">
        <w:rPr>
          <w:sz w:val="28"/>
          <w:szCs w:val="28"/>
        </w:rPr>
        <w:t>.</w:t>
      </w:r>
    </w:p>
    <w:p w:rsidR="00013158" w:rsidRDefault="00013158" w:rsidP="0035671E">
      <w:pPr>
        <w:ind w:firstLine="709"/>
        <w:jc w:val="both"/>
        <w:rPr>
          <w:sz w:val="28"/>
          <w:szCs w:val="28"/>
        </w:rPr>
      </w:pPr>
      <w:r w:rsidRPr="00013158">
        <w:rPr>
          <w:sz w:val="28"/>
          <w:szCs w:val="28"/>
        </w:rPr>
        <w:t>Капитальные строения на территории земельного участка, в соответствии с данными градостроительного плана -  отсутствуют.</w:t>
      </w:r>
    </w:p>
    <w:p w:rsidR="0035671E" w:rsidRDefault="0035671E" w:rsidP="0035671E">
      <w:pPr>
        <w:ind w:firstLine="709"/>
        <w:jc w:val="both"/>
        <w:rPr>
          <w:sz w:val="28"/>
          <w:szCs w:val="28"/>
        </w:rPr>
      </w:pPr>
      <w:r w:rsidRPr="0035671E">
        <w:rPr>
          <w:sz w:val="28"/>
          <w:szCs w:val="28"/>
        </w:rPr>
        <w:t>Границами участка по отношению к окружающей территории являются:</w:t>
      </w:r>
    </w:p>
    <w:p w:rsidR="00D917FB" w:rsidRPr="00D917FB" w:rsidRDefault="00D917FB" w:rsidP="00B758A3">
      <w:pPr>
        <w:pStyle w:val="aff2"/>
        <w:numPr>
          <w:ilvl w:val="0"/>
          <w:numId w:val="7"/>
        </w:numPr>
        <w:jc w:val="both"/>
        <w:rPr>
          <w:sz w:val="28"/>
          <w:szCs w:val="28"/>
        </w:rPr>
      </w:pPr>
      <w:r w:rsidRPr="00D917FB">
        <w:rPr>
          <w:sz w:val="28"/>
          <w:szCs w:val="28"/>
        </w:rPr>
        <w:t>на севере – автодорога Шимск-Феофилова Пустынь</w:t>
      </w:r>
      <w:r>
        <w:rPr>
          <w:sz w:val="28"/>
          <w:szCs w:val="28"/>
        </w:rPr>
        <w:t>;</w:t>
      </w:r>
    </w:p>
    <w:p w:rsidR="00D917FB" w:rsidRPr="00D917FB" w:rsidRDefault="00D917FB" w:rsidP="00B758A3">
      <w:pPr>
        <w:pStyle w:val="aff2"/>
        <w:numPr>
          <w:ilvl w:val="0"/>
          <w:numId w:val="7"/>
        </w:numPr>
        <w:jc w:val="both"/>
        <w:rPr>
          <w:sz w:val="28"/>
          <w:szCs w:val="28"/>
        </w:rPr>
      </w:pPr>
      <w:r w:rsidRPr="00D917FB">
        <w:rPr>
          <w:sz w:val="28"/>
          <w:szCs w:val="28"/>
        </w:rPr>
        <w:t>на западе – река Мшажка</w:t>
      </w:r>
      <w:r>
        <w:rPr>
          <w:sz w:val="28"/>
          <w:szCs w:val="28"/>
        </w:rPr>
        <w:t>;</w:t>
      </w:r>
    </w:p>
    <w:p w:rsidR="00D917FB" w:rsidRPr="00D917FB" w:rsidRDefault="00D917FB" w:rsidP="00B758A3">
      <w:pPr>
        <w:pStyle w:val="aff2"/>
        <w:numPr>
          <w:ilvl w:val="0"/>
          <w:numId w:val="7"/>
        </w:numPr>
        <w:jc w:val="both"/>
        <w:rPr>
          <w:sz w:val="28"/>
          <w:szCs w:val="28"/>
        </w:rPr>
      </w:pPr>
      <w:r w:rsidRPr="00D917FB">
        <w:rPr>
          <w:sz w:val="28"/>
          <w:szCs w:val="28"/>
        </w:rPr>
        <w:t>на востоке – земли сельхозназначения;</w:t>
      </w:r>
    </w:p>
    <w:p w:rsidR="00495878" w:rsidRPr="0035671E" w:rsidRDefault="00D917FB" w:rsidP="00B758A3">
      <w:pPr>
        <w:pStyle w:val="aff2"/>
        <w:numPr>
          <w:ilvl w:val="0"/>
          <w:numId w:val="7"/>
        </w:numPr>
        <w:jc w:val="both"/>
        <w:rPr>
          <w:sz w:val="28"/>
          <w:szCs w:val="28"/>
        </w:rPr>
      </w:pPr>
      <w:r w:rsidRPr="00D917FB">
        <w:rPr>
          <w:sz w:val="28"/>
          <w:szCs w:val="28"/>
        </w:rPr>
        <w:t>на юге – автодорога федерального значения Новгород-Псков</w:t>
      </w:r>
      <w:r w:rsidR="00495878" w:rsidRPr="0035671E">
        <w:rPr>
          <w:sz w:val="28"/>
          <w:szCs w:val="28"/>
        </w:rPr>
        <w:t>.</w:t>
      </w:r>
    </w:p>
    <w:p w:rsidR="00A01A00" w:rsidRDefault="00A01A00" w:rsidP="00495878">
      <w:pPr>
        <w:keepNext/>
        <w:keepLines/>
        <w:spacing w:before="280" w:after="240" w:line="240" w:lineRule="exact"/>
        <w:ind w:left="284" w:right="142"/>
        <w:jc w:val="center"/>
        <w:outlineLvl w:val="1"/>
        <w:rPr>
          <w:b/>
          <w:sz w:val="28"/>
          <w:szCs w:val="26"/>
          <w:lang w:eastAsia="en-US"/>
        </w:rPr>
      </w:pPr>
      <w:bookmarkStart w:id="16" w:name="_Toc449543130"/>
      <w:bookmarkStart w:id="17" w:name="_Toc456104497"/>
      <w:r w:rsidRPr="00155BA2">
        <w:rPr>
          <w:b/>
          <w:sz w:val="28"/>
          <w:szCs w:val="26"/>
          <w:lang w:eastAsia="en-US"/>
        </w:rPr>
        <w:t xml:space="preserve">2.2. </w:t>
      </w:r>
      <w:r w:rsidR="00013158">
        <w:rPr>
          <w:b/>
          <w:sz w:val="28"/>
          <w:szCs w:val="26"/>
          <w:lang w:eastAsia="en-US"/>
        </w:rPr>
        <w:t>Существующее положение</w:t>
      </w:r>
      <w:r w:rsidRPr="00155BA2">
        <w:rPr>
          <w:b/>
          <w:sz w:val="28"/>
          <w:szCs w:val="26"/>
          <w:lang w:eastAsia="en-US"/>
        </w:rPr>
        <w:t>.</w:t>
      </w:r>
      <w:bookmarkEnd w:id="16"/>
      <w:bookmarkEnd w:id="17"/>
    </w:p>
    <w:p w:rsidR="00C23F4F" w:rsidRPr="00C23F4F" w:rsidRDefault="00C23F4F" w:rsidP="00C23F4F">
      <w:pPr>
        <w:ind w:firstLine="709"/>
        <w:jc w:val="both"/>
        <w:rPr>
          <w:sz w:val="28"/>
          <w:szCs w:val="28"/>
        </w:rPr>
      </w:pPr>
      <w:r w:rsidRPr="00C23F4F">
        <w:rPr>
          <w:sz w:val="28"/>
          <w:szCs w:val="28"/>
        </w:rPr>
        <w:t xml:space="preserve">Проектируемый участок общей площадью 1344,77 га расположен в Шимском районе Новгородской области.  </w:t>
      </w:r>
    </w:p>
    <w:p w:rsidR="00C23F4F" w:rsidRPr="00C23F4F" w:rsidRDefault="00C23F4F" w:rsidP="00C23F4F">
      <w:pPr>
        <w:ind w:firstLine="709"/>
        <w:jc w:val="both"/>
        <w:rPr>
          <w:sz w:val="28"/>
          <w:szCs w:val="28"/>
        </w:rPr>
      </w:pPr>
      <w:r w:rsidRPr="00C23F4F">
        <w:rPr>
          <w:sz w:val="28"/>
          <w:szCs w:val="28"/>
        </w:rPr>
        <w:t xml:space="preserve">Шимский муниципальный район расположен в западной части Новгородской области. Район граничит с Батецким, Солецким, Новгородским, Старорусским, Волотовским районами и Псковской областью.  </w:t>
      </w:r>
    </w:p>
    <w:p w:rsidR="00C23F4F" w:rsidRPr="00C23F4F" w:rsidRDefault="00C23F4F" w:rsidP="00C23F4F">
      <w:pPr>
        <w:ind w:firstLine="709"/>
        <w:jc w:val="both"/>
        <w:rPr>
          <w:sz w:val="28"/>
          <w:szCs w:val="28"/>
        </w:rPr>
      </w:pPr>
      <w:r w:rsidRPr="00C23F4F">
        <w:rPr>
          <w:sz w:val="28"/>
          <w:szCs w:val="28"/>
        </w:rPr>
        <w:t xml:space="preserve">Районный центр – пгт.Шимск, расположен в 70 км. юго-западнее Новгорода. Территория района относится к обширной географической области – Приильменской низине. Почвенный покров достаточно однообразен. Преобладают, в основном, подзолистые, дерновосильно и среднеподзолистые почвы.  </w:t>
      </w:r>
    </w:p>
    <w:p w:rsidR="00C23F4F" w:rsidRPr="00C23F4F" w:rsidRDefault="00C23F4F" w:rsidP="00C23F4F">
      <w:pPr>
        <w:ind w:firstLine="709"/>
        <w:jc w:val="both"/>
        <w:rPr>
          <w:sz w:val="28"/>
          <w:szCs w:val="28"/>
        </w:rPr>
      </w:pPr>
      <w:r w:rsidRPr="00C23F4F">
        <w:rPr>
          <w:sz w:val="28"/>
          <w:szCs w:val="28"/>
        </w:rPr>
        <w:t xml:space="preserve">Проектируемый участок расположен на территории муниципального образования д. Мшага Воскресенская Шимского района и находится в собственности сельскохозяйственного предприятия ООО «Новгородская картофельная система».  </w:t>
      </w:r>
    </w:p>
    <w:p w:rsidR="00C23F4F" w:rsidRPr="00C23F4F" w:rsidRDefault="00C23F4F" w:rsidP="00C23F4F">
      <w:pPr>
        <w:ind w:firstLine="709"/>
        <w:jc w:val="both"/>
        <w:rPr>
          <w:sz w:val="28"/>
          <w:szCs w:val="28"/>
        </w:rPr>
      </w:pPr>
      <w:r w:rsidRPr="00C23F4F">
        <w:rPr>
          <w:sz w:val="28"/>
          <w:szCs w:val="28"/>
        </w:rPr>
        <w:t xml:space="preserve">Хозяйство имеет хорошее транспортное расположение. Через с.Мшага Воскресенская проходит автодорога федерального значения В.Новгород – Псков (Р56) и автодорога районного значения Шимск – Феофилова Пустынь (49К-03). </w:t>
      </w:r>
    </w:p>
    <w:p w:rsidR="00C23F4F" w:rsidRPr="00C23F4F" w:rsidRDefault="00C23F4F" w:rsidP="00C23F4F">
      <w:pPr>
        <w:ind w:firstLine="709"/>
        <w:jc w:val="both"/>
        <w:rPr>
          <w:sz w:val="28"/>
          <w:szCs w:val="28"/>
        </w:rPr>
      </w:pPr>
      <w:r w:rsidRPr="00C23F4F">
        <w:rPr>
          <w:sz w:val="28"/>
          <w:szCs w:val="28"/>
        </w:rPr>
        <w:t xml:space="preserve">На проектируемой оросительной системе площадью 1344,77 га брутто (орошаемая площадь брутто 1226,4 га, орошаемая площадь нетто 1032,3 га) в Шимском районе Новгородской области предполагается выращивать картофель и другие культуры в соответствии с принятым севооборотом. </w:t>
      </w:r>
    </w:p>
    <w:p w:rsidR="00C23F4F" w:rsidRDefault="00C23F4F" w:rsidP="00C23F4F">
      <w:pPr>
        <w:ind w:firstLine="709"/>
        <w:jc w:val="both"/>
        <w:rPr>
          <w:sz w:val="28"/>
          <w:szCs w:val="28"/>
        </w:rPr>
      </w:pPr>
      <w:r w:rsidRPr="00C23F4F">
        <w:rPr>
          <w:sz w:val="28"/>
          <w:szCs w:val="28"/>
        </w:rPr>
        <w:t xml:space="preserve">Основным видом деятельности является выращивание картофеля. В настоящее время орошаемых земель в составе проектируемого участка нет. </w:t>
      </w:r>
    </w:p>
    <w:p w:rsidR="004377A5" w:rsidRDefault="00C23F4F" w:rsidP="00C23F4F">
      <w:pPr>
        <w:ind w:firstLine="709"/>
        <w:jc w:val="both"/>
        <w:rPr>
          <w:sz w:val="28"/>
          <w:szCs w:val="28"/>
        </w:rPr>
      </w:pPr>
      <w:r w:rsidRPr="00C23F4F">
        <w:rPr>
          <w:sz w:val="28"/>
          <w:szCs w:val="28"/>
        </w:rPr>
        <w:t>Источником воды для сети орошения на площади 1226,4Га в д. Мшага Воскресенская является река Шелонь, протекающая в 1 км к югу от орошаемого массива. Водный источник предоставляется в пользование на основании Решения № 53-01.04.02.004-Р-РМИВ-С-2016-00889/00 от «16» мая 2016 г., выданного Департаментом природных ресурсов и экологии Новгородской области.</w:t>
      </w:r>
    </w:p>
    <w:p w:rsidR="006C3C61" w:rsidRDefault="001627D2" w:rsidP="000564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5A34FB">
        <w:rPr>
          <w:sz w:val="28"/>
          <w:szCs w:val="28"/>
        </w:rPr>
        <w:t>севера</w:t>
      </w:r>
      <w:r>
        <w:rPr>
          <w:sz w:val="28"/>
          <w:szCs w:val="28"/>
        </w:rPr>
        <w:t xml:space="preserve"> на </w:t>
      </w:r>
      <w:r w:rsidR="005A34FB">
        <w:rPr>
          <w:sz w:val="28"/>
          <w:szCs w:val="28"/>
        </w:rPr>
        <w:t>юг</w:t>
      </w:r>
      <w:r>
        <w:rPr>
          <w:sz w:val="28"/>
          <w:szCs w:val="28"/>
        </w:rPr>
        <w:t xml:space="preserve"> территорию участка </w:t>
      </w:r>
      <w:r w:rsidR="00C23F4F" w:rsidRPr="00C23F4F">
        <w:rPr>
          <w:sz w:val="28"/>
          <w:szCs w:val="28"/>
        </w:rPr>
        <w:t>53:21:0012001:16</w:t>
      </w:r>
      <w:r>
        <w:rPr>
          <w:sz w:val="28"/>
          <w:szCs w:val="28"/>
        </w:rPr>
        <w:t xml:space="preserve"> пересекает </w:t>
      </w:r>
      <w:r w:rsidR="005A34FB">
        <w:rPr>
          <w:sz w:val="28"/>
          <w:szCs w:val="28"/>
        </w:rPr>
        <w:t>магистральный нефтепровод</w:t>
      </w:r>
      <w:r w:rsidR="004377A5">
        <w:rPr>
          <w:sz w:val="28"/>
          <w:szCs w:val="28"/>
        </w:rPr>
        <w:t xml:space="preserve"> </w:t>
      </w:r>
      <w:r w:rsidR="00585D3E">
        <w:rPr>
          <w:sz w:val="28"/>
          <w:szCs w:val="28"/>
        </w:rPr>
        <w:t xml:space="preserve">в выделенном коридоре с охранной зоной </w:t>
      </w:r>
      <w:r w:rsidR="008D4A75">
        <w:rPr>
          <w:sz w:val="28"/>
          <w:szCs w:val="28"/>
        </w:rPr>
        <w:t xml:space="preserve">25 </w:t>
      </w:r>
      <w:r w:rsidR="009D51B1" w:rsidRPr="005B3C9E">
        <w:rPr>
          <w:sz w:val="28"/>
          <w:szCs w:val="28"/>
        </w:rPr>
        <w:t>метр</w:t>
      </w:r>
      <w:r w:rsidR="008D4A75">
        <w:rPr>
          <w:sz w:val="28"/>
          <w:szCs w:val="28"/>
        </w:rPr>
        <w:t>ов</w:t>
      </w:r>
      <w:r w:rsidR="009D51B1" w:rsidRPr="005B3C9E">
        <w:rPr>
          <w:sz w:val="28"/>
          <w:szCs w:val="28"/>
        </w:rPr>
        <w:t xml:space="preserve"> с каждой стороны</w:t>
      </w:r>
      <w:r w:rsidR="008D4A75">
        <w:rPr>
          <w:sz w:val="28"/>
          <w:szCs w:val="28"/>
        </w:rPr>
        <w:t>, с</w:t>
      </w:r>
      <w:r w:rsidR="004377A5">
        <w:rPr>
          <w:sz w:val="28"/>
          <w:szCs w:val="28"/>
        </w:rPr>
        <w:t xml:space="preserve"> </w:t>
      </w:r>
      <w:r w:rsidR="008D4A75">
        <w:rPr>
          <w:sz w:val="28"/>
          <w:szCs w:val="28"/>
        </w:rPr>
        <w:t>юго-</w:t>
      </w:r>
      <w:r w:rsidR="004377A5">
        <w:rPr>
          <w:sz w:val="28"/>
          <w:szCs w:val="28"/>
        </w:rPr>
        <w:t xml:space="preserve">запада на </w:t>
      </w:r>
      <w:r w:rsidR="008D4A75">
        <w:rPr>
          <w:sz w:val="28"/>
          <w:szCs w:val="28"/>
        </w:rPr>
        <w:t>северо-</w:t>
      </w:r>
      <w:r w:rsidR="004377A5">
        <w:rPr>
          <w:sz w:val="28"/>
          <w:szCs w:val="28"/>
        </w:rPr>
        <w:t xml:space="preserve">восток территорию пересекает </w:t>
      </w:r>
      <w:r w:rsidR="005967EB">
        <w:rPr>
          <w:sz w:val="28"/>
          <w:szCs w:val="28"/>
        </w:rPr>
        <w:t>в</w:t>
      </w:r>
      <w:r w:rsidR="005967EB" w:rsidRPr="005967EB">
        <w:rPr>
          <w:sz w:val="28"/>
          <w:szCs w:val="28"/>
        </w:rPr>
        <w:t>оздушн</w:t>
      </w:r>
      <w:r w:rsidR="005967EB">
        <w:rPr>
          <w:sz w:val="28"/>
          <w:szCs w:val="28"/>
        </w:rPr>
        <w:t>ая</w:t>
      </w:r>
      <w:r w:rsidR="005967EB" w:rsidRPr="005967EB">
        <w:rPr>
          <w:sz w:val="28"/>
          <w:szCs w:val="28"/>
        </w:rPr>
        <w:t xml:space="preserve"> лини</w:t>
      </w:r>
      <w:r w:rsidR="005967EB">
        <w:rPr>
          <w:sz w:val="28"/>
          <w:szCs w:val="28"/>
        </w:rPr>
        <w:t>я</w:t>
      </w:r>
      <w:r w:rsidR="005967EB" w:rsidRPr="005967EB">
        <w:rPr>
          <w:sz w:val="28"/>
          <w:szCs w:val="28"/>
        </w:rPr>
        <w:t xml:space="preserve"> электропередач</w:t>
      </w:r>
      <w:r w:rsidR="005967EB">
        <w:rPr>
          <w:sz w:val="28"/>
          <w:szCs w:val="28"/>
        </w:rPr>
        <w:t xml:space="preserve"> 1</w:t>
      </w:r>
      <w:r w:rsidR="008D4A75">
        <w:rPr>
          <w:sz w:val="28"/>
          <w:szCs w:val="28"/>
        </w:rPr>
        <w:t>1</w:t>
      </w:r>
      <w:r w:rsidR="005967EB">
        <w:rPr>
          <w:sz w:val="28"/>
          <w:szCs w:val="28"/>
        </w:rPr>
        <w:t>0 кВ</w:t>
      </w:r>
      <w:r w:rsidR="005967EB" w:rsidRPr="005967EB">
        <w:rPr>
          <w:sz w:val="28"/>
          <w:szCs w:val="28"/>
        </w:rPr>
        <w:t xml:space="preserve"> с охранной зоной</w:t>
      </w:r>
      <w:r w:rsidR="005967EB">
        <w:rPr>
          <w:sz w:val="28"/>
          <w:szCs w:val="28"/>
        </w:rPr>
        <w:t xml:space="preserve"> </w:t>
      </w:r>
      <w:r w:rsidR="008D4A75">
        <w:rPr>
          <w:sz w:val="28"/>
          <w:szCs w:val="28"/>
        </w:rPr>
        <w:t>20</w:t>
      </w:r>
      <w:r w:rsidR="004377A5">
        <w:rPr>
          <w:sz w:val="28"/>
          <w:szCs w:val="28"/>
        </w:rPr>
        <w:t xml:space="preserve"> м</w:t>
      </w:r>
      <w:r w:rsidR="009D51B1">
        <w:rPr>
          <w:sz w:val="28"/>
          <w:szCs w:val="28"/>
        </w:rPr>
        <w:t xml:space="preserve"> </w:t>
      </w:r>
      <w:r w:rsidR="009D51B1" w:rsidRPr="005B3C9E">
        <w:rPr>
          <w:sz w:val="28"/>
          <w:szCs w:val="28"/>
        </w:rPr>
        <w:t>с каждой стороны</w:t>
      </w:r>
      <w:r w:rsidR="009D51B1">
        <w:rPr>
          <w:sz w:val="28"/>
          <w:szCs w:val="28"/>
        </w:rPr>
        <w:t xml:space="preserve"> от крайнего провода</w:t>
      </w:r>
      <w:r w:rsidR="004377A5">
        <w:rPr>
          <w:sz w:val="28"/>
          <w:szCs w:val="28"/>
        </w:rPr>
        <w:t xml:space="preserve">. </w:t>
      </w:r>
      <w:r w:rsidR="008D4A75">
        <w:rPr>
          <w:sz w:val="28"/>
          <w:szCs w:val="28"/>
        </w:rPr>
        <w:t xml:space="preserve">Центральная часть участка на севере примыкает к 100 метровой водоохранной зоне р. Мшага. </w:t>
      </w:r>
      <w:r w:rsidR="00687FFB">
        <w:rPr>
          <w:sz w:val="28"/>
          <w:szCs w:val="28"/>
        </w:rPr>
        <w:t xml:space="preserve">С севера на юг и с запада на восток территорию участка </w:t>
      </w:r>
      <w:r w:rsidR="00687FFB" w:rsidRPr="00687FFB">
        <w:rPr>
          <w:sz w:val="28"/>
          <w:szCs w:val="28"/>
        </w:rPr>
        <w:t>53:21:0080901:86</w:t>
      </w:r>
      <w:r w:rsidR="00687FFB">
        <w:rPr>
          <w:sz w:val="28"/>
          <w:szCs w:val="28"/>
        </w:rPr>
        <w:t xml:space="preserve"> пересекает магистральный нефтепровод в выделенном коридоре с охранной зоной 25 </w:t>
      </w:r>
      <w:r w:rsidR="00687FFB" w:rsidRPr="005B3C9E">
        <w:rPr>
          <w:sz w:val="28"/>
          <w:szCs w:val="28"/>
        </w:rPr>
        <w:t>метр</w:t>
      </w:r>
      <w:r w:rsidR="00687FFB">
        <w:rPr>
          <w:sz w:val="28"/>
          <w:szCs w:val="28"/>
        </w:rPr>
        <w:t>ов</w:t>
      </w:r>
      <w:r w:rsidR="00687FFB" w:rsidRPr="005B3C9E">
        <w:rPr>
          <w:sz w:val="28"/>
          <w:szCs w:val="28"/>
        </w:rPr>
        <w:t xml:space="preserve"> с каждой стороны</w:t>
      </w:r>
      <w:r w:rsidR="00687FFB">
        <w:rPr>
          <w:sz w:val="28"/>
          <w:szCs w:val="28"/>
        </w:rPr>
        <w:t>, по восточной границе участка проходит в</w:t>
      </w:r>
      <w:r w:rsidR="00687FFB" w:rsidRPr="005967EB">
        <w:rPr>
          <w:sz w:val="28"/>
          <w:szCs w:val="28"/>
        </w:rPr>
        <w:t>оздушн</w:t>
      </w:r>
      <w:r w:rsidR="00687FFB">
        <w:rPr>
          <w:sz w:val="28"/>
          <w:szCs w:val="28"/>
        </w:rPr>
        <w:t>ая</w:t>
      </w:r>
      <w:r w:rsidR="00687FFB" w:rsidRPr="005967EB">
        <w:rPr>
          <w:sz w:val="28"/>
          <w:szCs w:val="28"/>
        </w:rPr>
        <w:t xml:space="preserve"> лини</w:t>
      </w:r>
      <w:r w:rsidR="00687FFB">
        <w:rPr>
          <w:sz w:val="28"/>
          <w:szCs w:val="28"/>
        </w:rPr>
        <w:t>я</w:t>
      </w:r>
      <w:r w:rsidR="00687FFB" w:rsidRPr="005967EB">
        <w:rPr>
          <w:sz w:val="28"/>
          <w:szCs w:val="28"/>
        </w:rPr>
        <w:t xml:space="preserve"> электропередач</w:t>
      </w:r>
      <w:r w:rsidR="00687FFB">
        <w:rPr>
          <w:sz w:val="28"/>
          <w:szCs w:val="28"/>
        </w:rPr>
        <w:t xml:space="preserve"> 110 кВ</w:t>
      </w:r>
      <w:r w:rsidR="00687FFB" w:rsidRPr="005967EB">
        <w:rPr>
          <w:sz w:val="28"/>
          <w:szCs w:val="28"/>
        </w:rPr>
        <w:t xml:space="preserve"> с охранной зоной</w:t>
      </w:r>
      <w:r w:rsidR="00687FFB">
        <w:rPr>
          <w:sz w:val="28"/>
          <w:szCs w:val="28"/>
        </w:rPr>
        <w:t xml:space="preserve"> 20 м </w:t>
      </w:r>
      <w:r w:rsidR="00687FFB" w:rsidRPr="005B3C9E">
        <w:rPr>
          <w:sz w:val="28"/>
          <w:szCs w:val="28"/>
        </w:rPr>
        <w:t>с каждой стороны</w:t>
      </w:r>
      <w:r w:rsidR="00687FFB">
        <w:rPr>
          <w:sz w:val="28"/>
          <w:szCs w:val="28"/>
        </w:rPr>
        <w:t xml:space="preserve"> от крайнего провода, вдоль южной и западной границ участка проходит 100 метровая водоохранная зона р. Мшага. Оба участка входят в границы Шимского </w:t>
      </w:r>
      <w:r w:rsidR="006C3C61">
        <w:rPr>
          <w:sz w:val="28"/>
          <w:szCs w:val="28"/>
        </w:rPr>
        <w:t>городского поселения.</w:t>
      </w:r>
      <w:r w:rsidR="004377A5">
        <w:rPr>
          <w:sz w:val="28"/>
          <w:szCs w:val="28"/>
        </w:rPr>
        <w:t xml:space="preserve"> </w:t>
      </w:r>
    </w:p>
    <w:p w:rsidR="000564A4" w:rsidRPr="000564A4" w:rsidRDefault="006C3C61" w:rsidP="000564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Участки </w:t>
      </w:r>
      <w:r w:rsidRPr="006C3C61">
        <w:rPr>
          <w:sz w:val="28"/>
          <w:szCs w:val="28"/>
        </w:rPr>
        <w:t>53:21:0080901:112</w:t>
      </w:r>
      <w:r>
        <w:rPr>
          <w:sz w:val="28"/>
          <w:szCs w:val="28"/>
        </w:rPr>
        <w:t xml:space="preserve">, </w:t>
      </w:r>
      <w:r w:rsidRPr="006C3C61">
        <w:rPr>
          <w:sz w:val="28"/>
          <w:szCs w:val="28"/>
        </w:rPr>
        <w:t>53:21:0080901:96</w:t>
      </w:r>
      <w:r>
        <w:rPr>
          <w:sz w:val="28"/>
          <w:szCs w:val="28"/>
        </w:rPr>
        <w:t xml:space="preserve">, </w:t>
      </w:r>
      <w:r w:rsidRPr="006C3C61">
        <w:rPr>
          <w:sz w:val="28"/>
          <w:szCs w:val="28"/>
        </w:rPr>
        <w:t>53:21:0080901:100</w:t>
      </w:r>
      <w:r>
        <w:rPr>
          <w:sz w:val="28"/>
          <w:szCs w:val="28"/>
        </w:rPr>
        <w:t xml:space="preserve">, </w:t>
      </w:r>
      <w:r w:rsidRPr="006C3C61">
        <w:rPr>
          <w:sz w:val="28"/>
          <w:szCs w:val="28"/>
        </w:rPr>
        <w:t>53:21:0080901:107</w:t>
      </w:r>
      <w:r>
        <w:rPr>
          <w:sz w:val="28"/>
          <w:szCs w:val="28"/>
        </w:rPr>
        <w:t xml:space="preserve">, </w:t>
      </w:r>
      <w:r w:rsidRPr="006C3C61">
        <w:rPr>
          <w:sz w:val="28"/>
          <w:szCs w:val="28"/>
        </w:rPr>
        <w:t>53:21:0080901:103</w:t>
      </w:r>
      <w:r>
        <w:rPr>
          <w:sz w:val="28"/>
          <w:szCs w:val="28"/>
        </w:rPr>
        <w:t xml:space="preserve">, </w:t>
      </w:r>
      <w:r w:rsidRPr="006C3C61">
        <w:rPr>
          <w:sz w:val="28"/>
          <w:szCs w:val="28"/>
        </w:rPr>
        <w:t>53:21:0080901:111</w:t>
      </w:r>
      <w:r>
        <w:rPr>
          <w:sz w:val="28"/>
          <w:szCs w:val="28"/>
        </w:rPr>
        <w:t xml:space="preserve">, </w:t>
      </w:r>
      <w:r w:rsidRPr="006C3C61">
        <w:rPr>
          <w:sz w:val="28"/>
          <w:szCs w:val="28"/>
        </w:rPr>
        <w:t>53:21:0080901:110</w:t>
      </w:r>
      <w:r>
        <w:rPr>
          <w:sz w:val="28"/>
          <w:szCs w:val="28"/>
        </w:rPr>
        <w:t xml:space="preserve">, </w:t>
      </w:r>
      <w:r w:rsidRPr="006C3C61">
        <w:rPr>
          <w:sz w:val="28"/>
          <w:szCs w:val="28"/>
        </w:rPr>
        <w:t>53:21:0080801:39</w:t>
      </w:r>
      <w:r w:rsidR="00D9670F">
        <w:rPr>
          <w:sz w:val="28"/>
          <w:szCs w:val="28"/>
        </w:rPr>
        <w:t xml:space="preserve"> расположены на территории Болоховского района Орловской области. Северо-восточную часть участков </w:t>
      </w:r>
      <w:r w:rsidR="00D9670F" w:rsidRPr="006C3C61">
        <w:rPr>
          <w:sz w:val="28"/>
          <w:szCs w:val="28"/>
        </w:rPr>
        <w:t>53:21:0080901:111</w:t>
      </w:r>
      <w:r w:rsidR="00D9670F">
        <w:rPr>
          <w:sz w:val="28"/>
          <w:szCs w:val="28"/>
        </w:rPr>
        <w:t xml:space="preserve">, </w:t>
      </w:r>
      <w:r w:rsidR="00D9670F" w:rsidRPr="006C3C61">
        <w:rPr>
          <w:sz w:val="28"/>
          <w:szCs w:val="28"/>
        </w:rPr>
        <w:t>53:21:0080901:110</w:t>
      </w:r>
      <w:r w:rsidR="00D9670F">
        <w:rPr>
          <w:sz w:val="28"/>
          <w:szCs w:val="28"/>
        </w:rPr>
        <w:t xml:space="preserve"> с северо-запада на юго-восток пересекает в</w:t>
      </w:r>
      <w:r w:rsidR="00D9670F" w:rsidRPr="005967EB">
        <w:rPr>
          <w:sz w:val="28"/>
          <w:szCs w:val="28"/>
        </w:rPr>
        <w:t>оздушн</w:t>
      </w:r>
      <w:r w:rsidR="00D9670F">
        <w:rPr>
          <w:sz w:val="28"/>
          <w:szCs w:val="28"/>
        </w:rPr>
        <w:t>ые</w:t>
      </w:r>
      <w:r w:rsidR="00D9670F" w:rsidRPr="005967EB">
        <w:rPr>
          <w:sz w:val="28"/>
          <w:szCs w:val="28"/>
        </w:rPr>
        <w:t xml:space="preserve"> лини</w:t>
      </w:r>
      <w:r w:rsidR="00D9670F">
        <w:rPr>
          <w:sz w:val="28"/>
          <w:szCs w:val="28"/>
        </w:rPr>
        <w:t>и</w:t>
      </w:r>
      <w:r w:rsidR="00D9670F" w:rsidRPr="005967EB">
        <w:rPr>
          <w:sz w:val="28"/>
          <w:szCs w:val="28"/>
        </w:rPr>
        <w:t xml:space="preserve"> электропередач</w:t>
      </w:r>
      <w:r w:rsidR="00D9670F">
        <w:rPr>
          <w:sz w:val="28"/>
          <w:szCs w:val="28"/>
        </w:rPr>
        <w:t xml:space="preserve"> 35 кВ</w:t>
      </w:r>
      <w:r w:rsidR="00D9670F" w:rsidRPr="005967EB">
        <w:rPr>
          <w:sz w:val="28"/>
          <w:szCs w:val="28"/>
        </w:rPr>
        <w:t xml:space="preserve"> с охранной зоной</w:t>
      </w:r>
      <w:r w:rsidR="00D9670F">
        <w:rPr>
          <w:sz w:val="28"/>
          <w:szCs w:val="28"/>
        </w:rPr>
        <w:t xml:space="preserve"> 15 м </w:t>
      </w:r>
      <w:r w:rsidR="00D9670F" w:rsidRPr="005B3C9E">
        <w:rPr>
          <w:sz w:val="28"/>
          <w:szCs w:val="28"/>
        </w:rPr>
        <w:t>с каждой стороны</w:t>
      </w:r>
      <w:r w:rsidR="00D9670F">
        <w:rPr>
          <w:sz w:val="28"/>
          <w:szCs w:val="28"/>
        </w:rPr>
        <w:t>, в</w:t>
      </w:r>
      <w:r w:rsidR="00F376E6">
        <w:rPr>
          <w:sz w:val="28"/>
          <w:szCs w:val="28"/>
        </w:rPr>
        <w:t>доль</w:t>
      </w:r>
      <w:r w:rsidR="00D9670F">
        <w:rPr>
          <w:sz w:val="28"/>
          <w:szCs w:val="28"/>
        </w:rPr>
        <w:t xml:space="preserve"> северо-восточной границы участка проходит </w:t>
      </w:r>
      <w:r w:rsidR="00F376E6" w:rsidRPr="001627D2">
        <w:rPr>
          <w:sz w:val="28"/>
          <w:szCs w:val="28"/>
        </w:rPr>
        <w:t>авто</w:t>
      </w:r>
      <w:r w:rsidR="005A6903">
        <w:rPr>
          <w:sz w:val="28"/>
          <w:szCs w:val="28"/>
        </w:rPr>
        <w:t xml:space="preserve">дорога </w:t>
      </w:r>
      <w:r w:rsidR="005A6903" w:rsidRPr="005A6903">
        <w:rPr>
          <w:sz w:val="28"/>
          <w:szCs w:val="28"/>
        </w:rPr>
        <w:t>Шимск - Феофилова Пустынь</w:t>
      </w:r>
      <w:r w:rsidR="005A6903">
        <w:rPr>
          <w:sz w:val="28"/>
          <w:szCs w:val="28"/>
        </w:rPr>
        <w:t xml:space="preserve"> </w:t>
      </w:r>
      <w:r w:rsidR="005A6903" w:rsidRPr="005A6903">
        <w:rPr>
          <w:sz w:val="28"/>
          <w:szCs w:val="28"/>
        </w:rPr>
        <w:t>номер 49К-03</w:t>
      </w:r>
      <w:r w:rsidR="005A6903">
        <w:rPr>
          <w:sz w:val="28"/>
          <w:szCs w:val="28"/>
        </w:rPr>
        <w:t>.</w:t>
      </w:r>
      <w:r w:rsidR="00F376E6" w:rsidRPr="001627D2">
        <w:rPr>
          <w:sz w:val="28"/>
          <w:szCs w:val="28"/>
        </w:rPr>
        <w:t xml:space="preserve"> </w:t>
      </w:r>
    </w:p>
    <w:p w:rsidR="00A01A00" w:rsidRPr="00155BA2" w:rsidRDefault="00A01A00" w:rsidP="00A01A00">
      <w:pPr>
        <w:keepNext/>
        <w:keepLines/>
        <w:spacing w:before="240" w:after="240" w:line="240" w:lineRule="exact"/>
        <w:ind w:left="284" w:right="142"/>
        <w:jc w:val="center"/>
        <w:outlineLvl w:val="1"/>
        <w:rPr>
          <w:b/>
          <w:sz w:val="28"/>
          <w:szCs w:val="26"/>
          <w:lang w:eastAsia="en-US"/>
        </w:rPr>
      </w:pPr>
      <w:bookmarkStart w:id="18" w:name="_Toc449543131"/>
      <w:bookmarkStart w:id="19" w:name="_Toc456104498"/>
      <w:r w:rsidRPr="00155BA2">
        <w:rPr>
          <w:b/>
          <w:sz w:val="28"/>
          <w:szCs w:val="26"/>
          <w:lang w:eastAsia="en-US"/>
        </w:rPr>
        <w:t xml:space="preserve">2.3. </w:t>
      </w:r>
      <w:r w:rsidR="00013158">
        <w:rPr>
          <w:b/>
          <w:sz w:val="28"/>
          <w:szCs w:val="26"/>
          <w:lang w:eastAsia="en-US"/>
        </w:rPr>
        <w:t>Инженерная оценка территории</w:t>
      </w:r>
      <w:r w:rsidRPr="00155BA2">
        <w:rPr>
          <w:b/>
          <w:sz w:val="28"/>
          <w:szCs w:val="26"/>
          <w:lang w:eastAsia="en-US"/>
        </w:rPr>
        <w:t>.</w:t>
      </w:r>
      <w:bookmarkEnd w:id="18"/>
      <w:bookmarkEnd w:id="19"/>
    </w:p>
    <w:p w:rsidR="00DA72CC" w:rsidRDefault="00283ABC" w:rsidP="00DA72C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6"/>
        </w:rPr>
      </w:pPr>
      <w:r w:rsidRPr="00283ABC">
        <w:rPr>
          <w:color w:val="000000"/>
          <w:sz w:val="28"/>
          <w:szCs w:val="26"/>
        </w:rPr>
        <w:t>Участок проектируемых работ расположен на северо-западе Русской равнины, на территории плоской, местами заболоченной озерно-ледниковой Приильменской низменности.</w:t>
      </w:r>
    </w:p>
    <w:p w:rsidR="00DA72CC" w:rsidRDefault="00DA72CC" w:rsidP="00DA72C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6"/>
        </w:rPr>
      </w:pPr>
      <w:r w:rsidRPr="009163E7">
        <w:rPr>
          <w:color w:val="000000"/>
          <w:sz w:val="28"/>
          <w:szCs w:val="26"/>
        </w:rPr>
        <w:t xml:space="preserve">Рельеф рассматриваемой местности представляет собой спокойное сочетание тальвегов и водоразделов </w:t>
      </w:r>
      <w:r w:rsidRPr="009163E7">
        <w:rPr>
          <w:sz w:val="28"/>
          <w:szCs w:val="26"/>
        </w:rPr>
        <w:t>с уклоном к северо-востоку и востоку в северной части участка</w:t>
      </w:r>
      <w:r>
        <w:rPr>
          <w:sz w:val="28"/>
          <w:szCs w:val="26"/>
        </w:rPr>
        <w:t>.</w:t>
      </w:r>
      <w:r w:rsidRPr="009163E7">
        <w:rPr>
          <w:sz w:val="28"/>
          <w:szCs w:val="26"/>
        </w:rPr>
        <w:t xml:space="preserve"> Отметки поверхности земли в пределах участка изменяются от </w:t>
      </w:r>
      <w:r>
        <w:rPr>
          <w:sz w:val="28"/>
          <w:szCs w:val="26"/>
        </w:rPr>
        <w:t>190</w:t>
      </w:r>
      <w:r w:rsidRPr="009163E7">
        <w:rPr>
          <w:sz w:val="28"/>
          <w:szCs w:val="26"/>
        </w:rPr>
        <w:t xml:space="preserve"> до </w:t>
      </w:r>
      <w:r>
        <w:rPr>
          <w:sz w:val="28"/>
          <w:szCs w:val="26"/>
        </w:rPr>
        <w:t>140</w:t>
      </w:r>
      <w:r w:rsidRPr="009163E7">
        <w:rPr>
          <w:sz w:val="28"/>
          <w:szCs w:val="26"/>
        </w:rPr>
        <w:t xml:space="preserve"> м Бс</w:t>
      </w:r>
      <w:r w:rsidRPr="009163E7">
        <w:rPr>
          <w:color w:val="000000"/>
          <w:sz w:val="28"/>
          <w:szCs w:val="26"/>
        </w:rPr>
        <w:t xml:space="preserve">. </w:t>
      </w:r>
      <w:r w:rsidRPr="00DA72CC">
        <w:rPr>
          <w:color w:val="000000"/>
          <w:sz w:val="28"/>
          <w:szCs w:val="26"/>
        </w:rPr>
        <w:t>В соответствии с ландшафтным районированием территории Нижегородской области участок проектируемых работ относится к Теше-Мокшинскому природному району - части Приволжской возвышенности между долинами рек Теши и Мокши. Поверхность Теше - Мокшинского природного района сложена моренными отложениями, флювиогляциальными отложениями времен отступания днепровского ледника и элювиально-делювиальными суглинками. Поверхностный сток невелик. Распространены сухие долины, наполняющиеся водой только весной и во время сильных дождей летом.  Территория представляет собой пахотные поля - агроэкосистему (агроценоз).</w:t>
      </w:r>
    </w:p>
    <w:p w:rsidR="00DA72CC" w:rsidRDefault="00DA72CC" w:rsidP="00DA72CC">
      <w:pPr>
        <w:keepNext/>
        <w:keepLines/>
        <w:spacing w:before="240" w:after="240" w:line="240" w:lineRule="exact"/>
        <w:ind w:left="284" w:right="142"/>
        <w:jc w:val="center"/>
        <w:outlineLvl w:val="1"/>
        <w:rPr>
          <w:b/>
          <w:sz w:val="28"/>
          <w:szCs w:val="26"/>
          <w:lang w:eastAsia="en-US"/>
        </w:rPr>
      </w:pPr>
      <w:bookmarkStart w:id="20" w:name="_Toc456104499"/>
      <w:r w:rsidRPr="00155BA2">
        <w:rPr>
          <w:b/>
          <w:sz w:val="28"/>
          <w:szCs w:val="26"/>
          <w:lang w:eastAsia="en-US"/>
        </w:rPr>
        <w:t>2.</w:t>
      </w:r>
      <w:r>
        <w:rPr>
          <w:b/>
          <w:sz w:val="28"/>
          <w:szCs w:val="26"/>
          <w:lang w:eastAsia="en-US"/>
        </w:rPr>
        <w:t>4</w:t>
      </w:r>
      <w:r w:rsidRPr="00155BA2">
        <w:rPr>
          <w:b/>
          <w:sz w:val="28"/>
          <w:szCs w:val="26"/>
          <w:lang w:eastAsia="en-US"/>
        </w:rPr>
        <w:t xml:space="preserve">. </w:t>
      </w:r>
      <w:r w:rsidRPr="00150503">
        <w:rPr>
          <w:b/>
          <w:sz w:val="28"/>
          <w:szCs w:val="26"/>
          <w:lang w:eastAsia="en-US"/>
        </w:rPr>
        <w:t>Почвенно-растительный покров</w:t>
      </w:r>
      <w:bookmarkEnd w:id="20"/>
    </w:p>
    <w:p w:rsidR="00DA72CC" w:rsidRDefault="00DA72CC" w:rsidP="00DA72C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6"/>
        </w:rPr>
      </w:pPr>
      <w:r w:rsidRPr="00DA72CC">
        <w:rPr>
          <w:color w:val="000000"/>
          <w:sz w:val="28"/>
          <w:szCs w:val="26"/>
        </w:rPr>
        <w:t xml:space="preserve">Как и на всей территории </w:t>
      </w:r>
      <w:r w:rsidR="004F1C6B">
        <w:rPr>
          <w:color w:val="000000"/>
          <w:sz w:val="28"/>
          <w:szCs w:val="26"/>
        </w:rPr>
        <w:t>Шимского</w:t>
      </w:r>
      <w:r w:rsidRPr="00DA72CC">
        <w:rPr>
          <w:color w:val="000000"/>
          <w:sz w:val="28"/>
          <w:szCs w:val="26"/>
        </w:rPr>
        <w:t xml:space="preserve"> района, преобладающий почвенно- растительный слой орошаемого участка представлен серыми лесными почвами.</w:t>
      </w:r>
    </w:p>
    <w:p w:rsidR="00DA72CC" w:rsidRDefault="00DA72CC" w:rsidP="00DA72C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6"/>
        </w:rPr>
      </w:pPr>
      <w:r w:rsidRPr="00DA72CC">
        <w:rPr>
          <w:color w:val="000000"/>
          <w:sz w:val="28"/>
          <w:szCs w:val="26"/>
        </w:rPr>
        <w:t>Серые лесные почвы по совокупности морфологических признаков и свойств занимают</w:t>
      </w:r>
      <w:r>
        <w:rPr>
          <w:color w:val="000000"/>
          <w:sz w:val="28"/>
          <w:szCs w:val="26"/>
        </w:rPr>
        <w:t xml:space="preserve"> </w:t>
      </w:r>
      <w:r w:rsidRPr="00DA72CC">
        <w:rPr>
          <w:color w:val="000000"/>
          <w:sz w:val="28"/>
          <w:szCs w:val="26"/>
        </w:rPr>
        <w:t>переходное положение от дерново-подзолистых почв к черноземным почвам.</w:t>
      </w:r>
      <w:r>
        <w:rPr>
          <w:color w:val="000000"/>
          <w:sz w:val="28"/>
          <w:szCs w:val="26"/>
        </w:rPr>
        <w:t xml:space="preserve"> </w:t>
      </w:r>
      <w:r w:rsidRPr="00DA72CC">
        <w:rPr>
          <w:color w:val="000000"/>
          <w:sz w:val="28"/>
          <w:szCs w:val="26"/>
        </w:rPr>
        <w:t>Они</w:t>
      </w:r>
      <w:r>
        <w:rPr>
          <w:color w:val="000000"/>
          <w:sz w:val="28"/>
          <w:szCs w:val="26"/>
        </w:rPr>
        <w:t xml:space="preserve"> </w:t>
      </w:r>
      <w:r w:rsidRPr="00DA72CC">
        <w:rPr>
          <w:color w:val="000000"/>
          <w:sz w:val="28"/>
          <w:szCs w:val="26"/>
        </w:rPr>
        <w:t>характеризуются большей гумифицированностью</w:t>
      </w:r>
      <w:r>
        <w:rPr>
          <w:color w:val="000000"/>
          <w:sz w:val="28"/>
          <w:szCs w:val="26"/>
        </w:rPr>
        <w:t xml:space="preserve"> по </w:t>
      </w:r>
      <w:r w:rsidRPr="00DA72CC">
        <w:rPr>
          <w:color w:val="000000"/>
          <w:sz w:val="28"/>
          <w:szCs w:val="26"/>
        </w:rPr>
        <w:t>сравнению с дерново-подзолистыми</w:t>
      </w:r>
      <w:r>
        <w:rPr>
          <w:color w:val="000000"/>
          <w:sz w:val="28"/>
          <w:szCs w:val="26"/>
        </w:rPr>
        <w:t xml:space="preserve"> </w:t>
      </w:r>
      <w:r w:rsidRPr="00DA72CC">
        <w:rPr>
          <w:color w:val="000000"/>
          <w:sz w:val="28"/>
          <w:szCs w:val="26"/>
        </w:rPr>
        <w:t>почвами при наличии признаков и свойств, обусловленных проявлением подзолистого процесса,</w:t>
      </w:r>
      <w:r>
        <w:rPr>
          <w:color w:val="000000"/>
          <w:sz w:val="28"/>
          <w:szCs w:val="26"/>
        </w:rPr>
        <w:t xml:space="preserve"> </w:t>
      </w:r>
      <w:r w:rsidRPr="00DA72CC">
        <w:rPr>
          <w:color w:val="000000"/>
          <w:sz w:val="28"/>
          <w:szCs w:val="26"/>
        </w:rPr>
        <w:t>хотя в более ослабленной форме.</w:t>
      </w:r>
    </w:p>
    <w:p w:rsidR="00DA72CC" w:rsidRDefault="00DA72CC" w:rsidP="00DA72CC">
      <w:pPr>
        <w:keepNext/>
        <w:keepLines/>
        <w:spacing w:before="240" w:after="240" w:line="240" w:lineRule="exact"/>
        <w:ind w:left="284" w:right="142"/>
        <w:jc w:val="center"/>
        <w:outlineLvl w:val="1"/>
        <w:rPr>
          <w:b/>
          <w:sz w:val="28"/>
          <w:szCs w:val="26"/>
          <w:lang w:eastAsia="en-US"/>
        </w:rPr>
      </w:pPr>
      <w:bookmarkStart w:id="21" w:name="_Toc456104500"/>
      <w:r w:rsidRPr="00DA72CC">
        <w:rPr>
          <w:b/>
          <w:sz w:val="28"/>
          <w:szCs w:val="26"/>
          <w:lang w:eastAsia="en-US"/>
        </w:rPr>
        <w:t>2.5. Характеристика природно-климатических условий</w:t>
      </w:r>
      <w:bookmarkEnd w:id="21"/>
    </w:p>
    <w:p w:rsidR="00283ABC" w:rsidRPr="00283ABC" w:rsidRDefault="00283ABC" w:rsidP="00283ABC">
      <w:pPr>
        <w:pStyle w:val="23"/>
        <w:spacing w:after="0" w:line="240" w:lineRule="auto"/>
        <w:ind w:left="0" w:firstLine="709"/>
        <w:jc w:val="both"/>
        <w:rPr>
          <w:sz w:val="28"/>
          <w:szCs w:val="28"/>
        </w:rPr>
      </w:pPr>
      <w:r w:rsidRPr="00283ABC">
        <w:rPr>
          <w:sz w:val="28"/>
          <w:szCs w:val="28"/>
        </w:rPr>
        <w:t xml:space="preserve">Район размещения площадки проектируемых работ относится к зоне II В районирования территории страны для строительства (по СНиП 23-01-99*. Строительная климатология). </w:t>
      </w:r>
    </w:p>
    <w:p w:rsidR="00283ABC" w:rsidRPr="00283ABC" w:rsidRDefault="00283ABC" w:rsidP="00283ABC">
      <w:pPr>
        <w:pStyle w:val="23"/>
        <w:spacing w:after="0" w:line="240" w:lineRule="auto"/>
        <w:ind w:left="0" w:firstLine="709"/>
        <w:jc w:val="both"/>
        <w:rPr>
          <w:sz w:val="28"/>
          <w:szCs w:val="28"/>
        </w:rPr>
      </w:pPr>
      <w:r w:rsidRPr="00283ABC">
        <w:rPr>
          <w:sz w:val="28"/>
          <w:szCs w:val="28"/>
        </w:rPr>
        <w:t xml:space="preserve">Климат района умеренно-холодный, переходный от морского к континентальному. Во все сезоны года здесь преобладают воздушные массы, поступающие из Атлантики. Это обуславливает преимущественно ветреную и пасмурную погоду. Нередко происходит вторжение континентальных воздушных масс, вызывающих зимой длительное и резкое похолодание, летом – жаркую сухую погоду.  </w:t>
      </w:r>
    </w:p>
    <w:p w:rsidR="00C144DD" w:rsidRPr="009163E7" w:rsidRDefault="00283ABC" w:rsidP="00283ABC">
      <w:pPr>
        <w:pStyle w:val="23"/>
        <w:spacing w:after="0" w:line="240" w:lineRule="auto"/>
        <w:ind w:left="0" w:firstLine="709"/>
        <w:jc w:val="both"/>
        <w:rPr>
          <w:sz w:val="28"/>
          <w:szCs w:val="28"/>
        </w:rPr>
      </w:pPr>
      <w:r w:rsidRPr="00283ABC">
        <w:rPr>
          <w:sz w:val="28"/>
          <w:szCs w:val="28"/>
        </w:rPr>
        <w:t xml:space="preserve">Климатическая характеристика района исследований подготовлена по данным метеостанции Псков (№ станции 580333, высота 45 м абс.) и метеостанции Новгород (№ станции 580333, высота 25 м абс.) с использованием справочной литературы. </w:t>
      </w:r>
      <w:r w:rsidR="00284C17" w:rsidRPr="00284C17">
        <w:rPr>
          <w:sz w:val="28"/>
          <w:szCs w:val="28"/>
        </w:rPr>
        <w:t xml:space="preserve">  </w:t>
      </w:r>
      <w:r w:rsidR="00C144DD" w:rsidRPr="009163E7">
        <w:rPr>
          <w:sz w:val="28"/>
          <w:szCs w:val="28"/>
        </w:rPr>
        <w:t xml:space="preserve"> </w:t>
      </w:r>
    </w:p>
    <w:p w:rsidR="00283ABC" w:rsidRPr="00283ABC" w:rsidRDefault="00283ABC" w:rsidP="00283ABC">
      <w:pPr>
        <w:ind w:firstLine="709"/>
        <w:jc w:val="both"/>
        <w:rPr>
          <w:sz w:val="28"/>
          <w:szCs w:val="28"/>
        </w:rPr>
      </w:pPr>
      <w:r w:rsidRPr="00283ABC">
        <w:rPr>
          <w:i/>
          <w:sz w:val="28"/>
          <w:szCs w:val="28"/>
        </w:rPr>
        <w:t>Температура воздуха.</w:t>
      </w:r>
      <w:r>
        <w:rPr>
          <w:sz w:val="28"/>
          <w:szCs w:val="28"/>
        </w:rPr>
        <w:t xml:space="preserve"> </w:t>
      </w:r>
      <w:r w:rsidRPr="00283ABC">
        <w:rPr>
          <w:sz w:val="28"/>
          <w:szCs w:val="28"/>
        </w:rPr>
        <w:t xml:space="preserve">Средняя годовая температура воздуха на рассматриваемой территории составляет 4,7°С. Самым холодным месяцем в году является январь, среднемесячная температура которого минус 8,1°С. Абсолютный минимум достигает минус 39°-42°С и приходится на январь - февраль. Самый теплый месяц - июль со средней температурой 17,3°С. Абсолютный максимум 32-34°С приходится на июль-август.  </w:t>
      </w:r>
    </w:p>
    <w:p w:rsidR="00283ABC" w:rsidRDefault="00283ABC" w:rsidP="00283ABC">
      <w:pPr>
        <w:ind w:firstLine="709"/>
        <w:jc w:val="both"/>
        <w:rPr>
          <w:sz w:val="28"/>
          <w:szCs w:val="28"/>
        </w:rPr>
      </w:pPr>
      <w:r w:rsidRPr="00283ABC">
        <w:rPr>
          <w:sz w:val="28"/>
          <w:szCs w:val="28"/>
        </w:rPr>
        <w:t xml:space="preserve">Наиболее холодный период со среднесуточной температурой ниже - 5°С продолжается с декабря по марту и составляет примерно 88 дней. </w:t>
      </w:r>
    </w:p>
    <w:p w:rsidR="00283ABC" w:rsidRDefault="00283ABC" w:rsidP="00283ABC">
      <w:pPr>
        <w:ind w:firstLine="851"/>
        <w:jc w:val="both"/>
        <w:rPr>
          <w:sz w:val="28"/>
          <w:szCs w:val="28"/>
        </w:rPr>
      </w:pPr>
      <w:r w:rsidRPr="00283ABC">
        <w:rPr>
          <w:i/>
          <w:sz w:val="28"/>
          <w:szCs w:val="28"/>
        </w:rPr>
        <w:t>Влажность воздуха.</w:t>
      </w:r>
      <w:r>
        <w:rPr>
          <w:sz w:val="28"/>
          <w:szCs w:val="28"/>
        </w:rPr>
        <w:t xml:space="preserve"> </w:t>
      </w:r>
      <w:r w:rsidRPr="00283ABC">
        <w:rPr>
          <w:sz w:val="28"/>
          <w:szCs w:val="28"/>
        </w:rPr>
        <w:t xml:space="preserve">Испарение с суши на территории бассейна р. Шелонь составляет 480 мм, с водной поверхности – 440 мм.  </w:t>
      </w:r>
    </w:p>
    <w:p w:rsidR="00ED622B" w:rsidRPr="00ED622B" w:rsidRDefault="00283ABC" w:rsidP="00ED622B">
      <w:pPr>
        <w:pStyle w:val="23"/>
        <w:spacing w:after="0" w:line="240" w:lineRule="auto"/>
        <w:ind w:left="0" w:firstLine="709"/>
        <w:jc w:val="both"/>
        <w:rPr>
          <w:sz w:val="28"/>
        </w:rPr>
      </w:pPr>
      <w:r w:rsidRPr="00283ABC">
        <w:rPr>
          <w:i/>
          <w:sz w:val="28"/>
        </w:rPr>
        <w:t>Атмосферные осадки</w:t>
      </w:r>
      <w:r>
        <w:rPr>
          <w:i/>
          <w:sz w:val="28"/>
        </w:rPr>
        <w:t xml:space="preserve">. </w:t>
      </w:r>
      <w:r w:rsidR="00ED622B" w:rsidRPr="00ED622B">
        <w:rPr>
          <w:sz w:val="28"/>
        </w:rPr>
        <w:t xml:space="preserve">Осадки. В течение года выпадает 689 мм атмосферных осадков. Суточный максимум осадков составил 84 мм и наблюдался в сентябре 1938 года. Распределение осадков внутри года неравномерно: около 66 % годовых осадков приходится на теплый период (май-сентябрь).  </w:t>
      </w:r>
    </w:p>
    <w:p w:rsidR="00ED622B" w:rsidRPr="00ED622B" w:rsidRDefault="00ED622B" w:rsidP="00ED622B">
      <w:pPr>
        <w:pStyle w:val="23"/>
        <w:spacing w:after="0" w:line="240" w:lineRule="auto"/>
        <w:ind w:left="0" w:firstLine="709"/>
        <w:jc w:val="both"/>
        <w:rPr>
          <w:sz w:val="28"/>
        </w:rPr>
      </w:pPr>
      <w:r w:rsidRPr="00ED622B">
        <w:rPr>
          <w:sz w:val="28"/>
        </w:rPr>
        <w:t xml:space="preserve"> Расчетные суточные максимумы осадков составляют по району: обеспеченностью 1% 60-75 мм, 5% - 54-61 мм, 10% - 47-54 мм.  </w:t>
      </w:r>
    </w:p>
    <w:p w:rsidR="00ED622B" w:rsidRPr="00ED622B" w:rsidRDefault="00ED622B" w:rsidP="00ED622B">
      <w:pPr>
        <w:pStyle w:val="23"/>
        <w:spacing w:after="0" w:line="240" w:lineRule="auto"/>
        <w:ind w:left="0" w:firstLine="709"/>
        <w:jc w:val="both"/>
        <w:rPr>
          <w:sz w:val="28"/>
        </w:rPr>
      </w:pPr>
      <w:r w:rsidRPr="00ED622B">
        <w:rPr>
          <w:sz w:val="28"/>
        </w:rPr>
        <w:t xml:space="preserve">Устойчивый снежный покров образуется на рассматриваемой территории в первой-второй декадах декабря. Наибольшей мощности он достигает в конце февраля - марте, составляя 20-21 см на открытых для ветра участках, а максимальная толщина – 44-59 см.  </w:t>
      </w:r>
    </w:p>
    <w:p w:rsidR="00283ABC" w:rsidRPr="00283ABC" w:rsidRDefault="00ED622B" w:rsidP="00ED622B">
      <w:pPr>
        <w:pStyle w:val="23"/>
        <w:spacing w:after="0" w:line="240" w:lineRule="auto"/>
        <w:ind w:left="0" w:firstLine="709"/>
        <w:jc w:val="both"/>
        <w:rPr>
          <w:sz w:val="28"/>
        </w:rPr>
      </w:pPr>
      <w:r w:rsidRPr="00ED622B">
        <w:rPr>
          <w:sz w:val="28"/>
        </w:rPr>
        <w:t xml:space="preserve">Сходит снежный покров в середине апреля - в конце мая. Продолжительность безморозного периода по району в среднем составляет 125–150 дней в году.  </w:t>
      </w:r>
      <w:r w:rsidR="00283ABC" w:rsidRPr="00283ABC">
        <w:rPr>
          <w:sz w:val="28"/>
        </w:rPr>
        <w:t xml:space="preserve">  </w:t>
      </w:r>
    </w:p>
    <w:p w:rsidR="00283ABC" w:rsidRPr="00283ABC" w:rsidRDefault="00283ABC" w:rsidP="00283ABC">
      <w:pPr>
        <w:pStyle w:val="23"/>
        <w:spacing w:after="0" w:line="240" w:lineRule="auto"/>
        <w:ind w:left="0" w:firstLine="709"/>
        <w:rPr>
          <w:i/>
          <w:sz w:val="28"/>
        </w:rPr>
      </w:pPr>
      <w:r w:rsidRPr="00283ABC">
        <w:rPr>
          <w:i/>
          <w:sz w:val="28"/>
        </w:rPr>
        <w:t xml:space="preserve">Сходит снежный покров в середине апреля - в конце мая. Продолжительность безморозного периода по району в среднем составляет 125–150 дней в году.  </w:t>
      </w:r>
    </w:p>
    <w:p w:rsidR="00FA1A24" w:rsidRDefault="00C144DD" w:rsidP="00C144DD">
      <w:pPr>
        <w:pStyle w:val="23"/>
        <w:spacing w:after="0" w:line="240" w:lineRule="auto"/>
        <w:ind w:left="0" w:firstLine="709"/>
        <w:rPr>
          <w:sz w:val="28"/>
        </w:rPr>
      </w:pPr>
      <w:r w:rsidRPr="009163E7">
        <w:rPr>
          <w:sz w:val="28"/>
        </w:rPr>
        <w:t xml:space="preserve">Нормативная глубина промерзания почвы: </w:t>
      </w:r>
    </w:p>
    <w:p w:rsidR="00FA1A24" w:rsidRDefault="00C144DD" w:rsidP="00B758A3">
      <w:pPr>
        <w:pStyle w:val="23"/>
        <w:numPr>
          <w:ilvl w:val="0"/>
          <w:numId w:val="9"/>
        </w:numPr>
        <w:spacing w:after="0" w:line="240" w:lineRule="auto"/>
        <w:rPr>
          <w:sz w:val="28"/>
        </w:rPr>
      </w:pPr>
      <w:r w:rsidRPr="009163E7">
        <w:rPr>
          <w:sz w:val="28"/>
        </w:rPr>
        <w:t>глин и суглинков – 1</w:t>
      </w:r>
      <w:r w:rsidR="00FA1A24">
        <w:rPr>
          <w:sz w:val="28"/>
        </w:rPr>
        <w:t>,</w:t>
      </w:r>
      <w:r w:rsidRPr="009163E7">
        <w:rPr>
          <w:sz w:val="28"/>
        </w:rPr>
        <w:t>5м</w:t>
      </w:r>
      <w:r w:rsidR="00FA1A24">
        <w:rPr>
          <w:sz w:val="28"/>
        </w:rPr>
        <w:t>;</w:t>
      </w:r>
    </w:p>
    <w:p w:rsidR="00C144DD" w:rsidRDefault="00FA1A24" w:rsidP="00B758A3">
      <w:pPr>
        <w:pStyle w:val="23"/>
        <w:numPr>
          <w:ilvl w:val="0"/>
          <w:numId w:val="9"/>
        </w:numPr>
        <w:spacing w:after="0" w:line="240" w:lineRule="auto"/>
        <w:rPr>
          <w:sz w:val="28"/>
        </w:rPr>
      </w:pPr>
      <w:r w:rsidRPr="00FA1A24">
        <w:rPr>
          <w:sz w:val="28"/>
        </w:rPr>
        <w:t>супесь, пески мелкие и пылеватые</w:t>
      </w:r>
      <w:r>
        <w:rPr>
          <w:sz w:val="28"/>
        </w:rPr>
        <w:t xml:space="preserve"> </w:t>
      </w:r>
      <w:r w:rsidR="00C144DD" w:rsidRPr="009163E7">
        <w:rPr>
          <w:sz w:val="28"/>
        </w:rPr>
        <w:t>– 1</w:t>
      </w:r>
      <w:r>
        <w:rPr>
          <w:sz w:val="28"/>
        </w:rPr>
        <w:t>,8 м;</w:t>
      </w:r>
    </w:p>
    <w:p w:rsidR="00FA1A24" w:rsidRPr="009163E7" w:rsidRDefault="00FA1A24" w:rsidP="00B758A3">
      <w:pPr>
        <w:pStyle w:val="23"/>
        <w:numPr>
          <w:ilvl w:val="0"/>
          <w:numId w:val="9"/>
        </w:numPr>
        <w:spacing w:after="0" w:line="240" w:lineRule="auto"/>
        <w:rPr>
          <w:sz w:val="28"/>
        </w:rPr>
      </w:pPr>
      <w:r w:rsidRPr="00FA1A24">
        <w:rPr>
          <w:sz w:val="28"/>
        </w:rPr>
        <w:t>пески гравелистые, крупные и средней крупности</w:t>
      </w:r>
      <w:r>
        <w:rPr>
          <w:sz w:val="28"/>
        </w:rPr>
        <w:t xml:space="preserve"> – 1,9 м.</w:t>
      </w:r>
    </w:p>
    <w:p w:rsidR="00C144DD" w:rsidRPr="009163E7" w:rsidRDefault="00C144DD" w:rsidP="00C144DD">
      <w:pPr>
        <w:ind w:firstLine="709"/>
        <w:jc w:val="both"/>
        <w:rPr>
          <w:sz w:val="28"/>
        </w:rPr>
      </w:pPr>
      <w:r w:rsidRPr="009163E7">
        <w:rPr>
          <w:sz w:val="28"/>
        </w:rPr>
        <w:t>Среднее многолетнее годовое количество осадков равно 5</w:t>
      </w:r>
      <w:r w:rsidR="0041738B">
        <w:rPr>
          <w:sz w:val="28"/>
        </w:rPr>
        <w:t>81</w:t>
      </w:r>
      <w:r w:rsidRPr="009163E7">
        <w:rPr>
          <w:sz w:val="28"/>
        </w:rPr>
        <w:t xml:space="preserve"> мм, из них на жидкие приходится </w:t>
      </w:r>
      <w:r w:rsidR="0041738B">
        <w:rPr>
          <w:sz w:val="28"/>
        </w:rPr>
        <w:t>70</w:t>
      </w:r>
      <w:r w:rsidRPr="009163E7">
        <w:rPr>
          <w:sz w:val="28"/>
        </w:rPr>
        <w:t xml:space="preserve"> % от годовых.</w:t>
      </w:r>
    </w:p>
    <w:p w:rsidR="00C144DD" w:rsidRPr="009163E7" w:rsidRDefault="00C144DD" w:rsidP="00C144DD">
      <w:pPr>
        <w:ind w:firstLine="709"/>
        <w:jc w:val="both"/>
        <w:rPr>
          <w:sz w:val="28"/>
        </w:rPr>
      </w:pPr>
      <w:r w:rsidRPr="009163E7">
        <w:rPr>
          <w:sz w:val="28"/>
        </w:rPr>
        <w:t xml:space="preserve">Продолжительность бездождевых периодов с мая по сентябрь колеблется в пределах от </w:t>
      </w:r>
      <w:r w:rsidR="0041738B">
        <w:rPr>
          <w:sz w:val="28"/>
        </w:rPr>
        <w:t>16</w:t>
      </w:r>
      <w:r w:rsidRPr="009163E7">
        <w:rPr>
          <w:sz w:val="28"/>
        </w:rPr>
        <w:t xml:space="preserve"> до 2</w:t>
      </w:r>
      <w:r w:rsidR="0041738B">
        <w:rPr>
          <w:sz w:val="28"/>
        </w:rPr>
        <w:t>5</w:t>
      </w:r>
      <w:r w:rsidRPr="009163E7">
        <w:rPr>
          <w:sz w:val="28"/>
        </w:rPr>
        <w:t xml:space="preserve"> дней.</w:t>
      </w:r>
    </w:p>
    <w:p w:rsidR="00C144DD" w:rsidRPr="009163E7" w:rsidRDefault="00C144DD" w:rsidP="00C144DD">
      <w:pPr>
        <w:ind w:firstLine="709"/>
        <w:jc w:val="both"/>
        <w:rPr>
          <w:sz w:val="28"/>
        </w:rPr>
      </w:pPr>
      <w:r w:rsidRPr="009163E7">
        <w:rPr>
          <w:sz w:val="28"/>
        </w:rPr>
        <w:t xml:space="preserve">Устойчивый снежный покров образуется в среднем </w:t>
      </w:r>
      <w:r w:rsidR="0041738B">
        <w:rPr>
          <w:sz w:val="28"/>
        </w:rPr>
        <w:t>20-25</w:t>
      </w:r>
      <w:r w:rsidRPr="009163E7">
        <w:rPr>
          <w:sz w:val="28"/>
        </w:rPr>
        <w:t xml:space="preserve"> ноября.</w:t>
      </w:r>
    </w:p>
    <w:p w:rsidR="00C144DD" w:rsidRPr="009163E7" w:rsidRDefault="00C144DD" w:rsidP="00C144DD">
      <w:pPr>
        <w:ind w:firstLine="709"/>
        <w:jc w:val="both"/>
        <w:rPr>
          <w:sz w:val="28"/>
        </w:rPr>
      </w:pPr>
      <w:r w:rsidRPr="009163E7">
        <w:rPr>
          <w:sz w:val="28"/>
        </w:rPr>
        <w:t>Продолжительность его залегания равна 1</w:t>
      </w:r>
      <w:r w:rsidR="0041738B">
        <w:rPr>
          <w:sz w:val="28"/>
        </w:rPr>
        <w:t>50</w:t>
      </w:r>
      <w:r w:rsidRPr="009163E7">
        <w:rPr>
          <w:sz w:val="28"/>
        </w:rPr>
        <w:t>-1</w:t>
      </w:r>
      <w:r w:rsidR="0041738B">
        <w:rPr>
          <w:sz w:val="28"/>
        </w:rPr>
        <w:t xml:space="preserve">60 </w:t>
      </w:r>
      <w:r w:rsidRPr="009163E7">
        <w:rPr>
          <w:sz w:val="28"/>
        </w:rPr>
        <w:t>дней.</w:t>
      </w:r>
    </w:p>
    <w:p w:rsidR="00C144DD" w:rsidRPr="009163E7" w:rsidRDefault="00C144DD" w:rsidP="00C144DD">
      <w:pPr>
        <w:ind w:firstLine="709"/>
        <w:jc w:val="both"/>
        <w:rPr>
          <w:sz w:val="28"/>
        </w:rPr>
      </w:pPr>
      <w:r w:rsidRPr="009163E7">
        <w:rPr>
          <w:sz w:val="28"/>
        </w:rPr>
        <w:t xml:space="preserve">Средняя высота снежного покрова за зиму достигает </w:t>
      </w:r>
      <w:r w:rsidR="00C0704F">
        <w:rPr>
          <w:sz w:val="28"/>
        </w:rPr>
        <w:t xml:space="preserve">34 </w:t>
      </w:r>
      <w:r w:rsidRPr="009163E7">
        <w:rPr>
          <w:sz w:val="28"/>
        </w:rPr>
        <w:t xml:space="preserve">см, </w:t>
      </w:r>
      <w:r w:rsidR="0041738B" w:rsidRPr="0041738B">
        <w:rPr>
          <w:sz w:val="28"/>
        </w:rPr>
        <w:t>к концу марта достигает примерно полуметра, а в лесу - 70-80</w:t>
      </w:r>
      <w:r w:rsidRPr="009163E7">
        <w:rPr>
          <w:sz w:val="28"/>
        </w:rPr>
        <w:t>.</w:t>
      </w:r>
    </w:p>
    <w:p w:rsidR="00C144DD" w:rsidRPr="009163E7" w:rsidRDefault="0041738B" w:rsidP="00C144DD">
      <w:pPr>
        <w:ind w:firstLine="709"/>
        <w:jc w:val="both"/>
        <w:rPr>
          <w:sz w:val="28"/>
        </w:rPr>
      </w:pPr>
      <w:r w:rsidRPr="0041738B">
        <w:rPr>
          <w:sz w:val="28"/>
        </w:rPr>
        <w:t xml:space="preserve">Наибольшую повторяемость в районе исследований имеют ветры юго-западного   и западного направлений. Реже всего отмечаются ветры северного </w:t>
      </w:r>
      <w:r>
        <w:rPr>
          <w:sz w:val="28"/>
        </w:rPr>
        <w:t>и северо-восточного направлений</w:t>
      </w:r>
      <w:r w:rsidRPr="0041738B">
        <w:rPr>
          <w:sz w:val="28"/>
        </w:rPr>
        <w:t>.</w:t>
      </w:r>
    </w:p>
    <w:p w:rsidR="00C144DD" w:rsidRPr="009163E7" w:rsidRDefault="00C144DD" w:rsidP="00C144DD">
      <w:pPr>
        <w:ind w:firstLine="709"/>
        <w:jc w:val="both"/>
        <w:rPr>
          <w:sz w:val="28"/>
        </w:rPr>
      </w:pPr>
      <w:r w:rsidRPr="009163E7">
        <w:rPr>
          <w:sz w:val="28"/>
        </w:rPr>
        <w:t xml:space="preserve">Среднегодовая скорость ветра – </w:t>
      </w:r>
      <w:r w:rsidR="0041738B">
        <w:rPr>
          <w:sz w:val="28"/>
        </w:rPr>
        <w:t>4,0</w:t>
      </w:r>
      <w:r w:rsidRPr="009163E7">
        <w:rPr>
          <w:sz w:val="28"/>
        </w:rPr>
        <w:t xml:space="preserve"> м/с.</w:t>
      </w:r>
    </w:p>
    <w:p w:rsidR="00DA72CC" w:rsidRPr="00DA72CC" w:rsidRDefault="00DA72CC" w:rsidP="00DA72C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6"/>
        </w:rPr>
      </w:pPr>
    </w:p>
    <w:p w:rsidR="007C5DA1" w:rsidRDefault="00AC4255" w:rsidP="00D22602">
      <w:pPr>
        <w:keepNext/>
        <w:keepLines/>
        <w:ind w:left="284" w:right="142"/>
        <w:jc w:val="center"/>
        <w:outlineLvl w:val="1"/>
        <w:rPr>
          <w:b/>
          <w:sz w:val="28"/>
          <w:szCs w:val="26"/>
          <w:lang w:eastAsia="en-US"/>
        </w:rPr>
      </w:pPr>
      <w:bookmarkStart w:id="22" w:name="_Toc456104501"/>
      <w:r>
        <w:rPr>
          <w:b/>
          <w:sz w:val="28"/>
          <w:szCs w:val="26"/>
          <w:lang w:eastAsia="en-US"/>
        </w:rPr>
        <w:t>2.6</w:t>
      </w:r>
      <w:r w:rsidR="009453C9" w:rsidRPr="009453C9">
        <w:rPr>
          <w:b/>
          <w:sz w:val="28"/>
          <w:szCs w:val="26"/>
          <w:lang w:eastAsia="en-US"/>
        </w:rPr>
        <w:t xml:space="preserve">. </w:t>
      </w:r>
      <w:r w:rsidRPr="009163E7">
        <w:rPr>
          <w:b/>
          <w:sz w:val="28"/>
          <w:szCs w:val="28"/>
        </w:rPr>
        <w:t>Охранные коридоры коммуникаций и градостроительные ограничения</w:t>
      </w:r>
      <w:r w:rsidR="009453C9" w:rsidRPr="009453C9">
        <w:rPr>
          <w:b/>
          <w:sz w:val="28"/>
          <w:szCs w:val="26"/>
          <w:lang w:eastAsia="en-US"/>
        </w:rPr>
        <w:t>.</w:t>
      </w:r>
      <w:bookmarkEnd w:id="22"/>
    </w:p>
    <w:p w:rsidR="00D22602" w:rsidRDefault="00D22602" w:rsidP="005B3C9E">
      <w:pPr>
        <w:pStyle w:val="ae"/>
        <w:spacing w:after="0"/>
        <w:ind w:left="0" w:firstLine="709"/>
        <w:jc w:val="both"/>
        <w:rPr>
          <w:sz w:val="28"/>
          <w:szCs w:val="28"/>
        </w:rPr>
      </w:pPr>
    </w:p>
    <w:p w:rsidR="007C5DA1" w:rsidRPr="009163E7" w:rsidRDefault="007C5DA1" w:rsidP="005B3C9E">
      <w:pPr>
        <w:pStyle w:val="ae"/>
        <w:spacing w:after="0"/>
        <w:ind w:left="0" w:firstLine="709"/>
        <w:jc w:val="both"/>
        <w:rPr>
          <w:sz w:val="28"/>
          <w:szCs w:val="28"/>
        </w:rPr>
      </w:pPr>
      <w:r w:rsidRPr="009163E7">
        <w:rPr>
          <w:sz w:val="28"/>
          <w:szCs w:val="28"/>
        </w:rPr>
        <w:t xml:space="preserve">Разработка проекта планировки и межевания территории производится в соответствии </w:t>
      </w:r>
      <w:r w:rsidR="001F0FE3">
        <w:rPr>
          <w:rFonts w:eastAsia="Calibri"/>
          <w:spacing w:val="10"/>
          <w:sz w:val="28"/>
          <w:szCs w:val="28"/>
          <w:lang w:eastAsia="en-US"/>
        </w:rPr>
        <w:t xml:space="preserve">Правилами землепользования и застройки </w:t>
      </w:r>
      <w:r w:rsidR="001F0FE3" w:rsidRPr="0078561D">
        <w:rPr>
          <w:rFonts w:eastAsia="Calibri"/>
          <w:spacing w:val="10"/>
          <w:sz w:val="28"/>
          <w:szCs w:val="28"/>
          <w:lang w:eastAsia="en-US"/>
        </w:rPr>
        <w:t>«</w:t>
      </w:r>
      <w:r w:rsidR="0078561D" w:rsidRPr="0078561D">
        <w:rPr>
          <w:sz w:val="28"/>
          <w:szCs w:val="28"/>
        </w:rPr>
        <w:t>Шимского городского поселения</w:t>
      </w:r>
      <w:r w:rsidR="001F0FE3" w:rsidRPr="0078561D">
        <w:rPr>
          <w:rFonts w:eastAsia="Calibri"/>
          <w:spacing w:val="10"/>
          <w:sz w:val="28"/>
          <w:szCs w:val="28"/>
          <w:lang w:eastAsia="en-US"/>
        </w:rPr>
        <w:t>»</w:t>
      </w:r>
      <w:r w:rsidR="001F0FE3">
        <w:rPr>
          <w:rFonts w:eastAsia="Calibri"/>
          <w:spacing w:val="10"/>
          <w:sz w:val="28"/>
          <w:szCs w:val="28"/>
          <w:lang w:eastAsia="en-US"/>
        </w:rPr>
        <w:t xml:space="preserve"> </w:t>
      </w:r>
      <w:r w:rsidR="0078561D">
        <w:rPr>
          <w:rFonts w:eastAsia="Calibri"/>
          <w:spacing w:val="10"/>
          <w:sz w:val="28"/>
          <w:szCs w:val="28"/>
          <w:lang w:eastAsia="en-US"/>
        </w:rPr>
        <w:t xml:space="preserve">Шимского района Новгородской </w:t>
      </w:r>
      <w:r w:rsidR="001F0FE3">
        <w:rPr>
          <w:rFonts w:eastAsia="Calibri"/>
          <w:spacing w:val="10"/>
          <w:sz w:val="28"/>
          <w:szCs w:val="28"/>
          <w:lang w:eastAsia="en-US"/>
        </w:rPr>
        <w:t>области</w:t>
      </w:r>
      <w:r w:rsidRPr="009163E7">
        <w:rPr>
          <w:sz w:val="28"/>
          <w:szCs w:val="28"/>
        </w:rPr>
        <w:t xml:space="preserve">. </w:t>
      </w:r>
    </w:p>
    <w:p w:rsidR="007C5DA1" w:rsidRPr="009163E7" w:rsidRDefault="0078561D" w:rsidP="005B3C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7C5DA1" w:rsidRPr="009163E7">
        <w:rPr>
          <w:sz w:val="28"/>
          <w:szCs w:val="28"/>
        </w:rPr>
        <w:t>север</w:t>
      </w:r>
      <w:r w:rsidR="001F0FE3">
        <w:rPr>
          <w:sz w:val="28"/>
          <w:szCs w:val="28"/>
        </w:rPr>
        <w:t>о-</w:t>
      </w:r>
      <w:r>
        <w:rPr>
          <w:sz w:val="28"/>
          <w:szCs w:val="28"/>
        </w:rPr>
        <w:t xml:space="preserve">востоке рассматриваемой </w:t>
      </w:r>
      <w:r w:rsidR="00555C1C">
        <w:rPr>
          <w:sz w:val="28"/>
          <w:szCs w:val="28"/>
        </w:rPr>
        <w:t>территории</w:t>
      </w:r>
      <w:r>
        <w:rPr>
          <w:sz w:val="28"/>
          <w:szCs w:val="28"/>
        </w:rPr>
        <w:t xml:space="preserve"> проходит </w:t>
      </w:r>
      <w:r w:rsidRPr="001627D2">
        <w:rPr>
          <w:sz w:val="28"/>
          <w:szCs w:val="28"/>
        </w:rPr>
        <w:t>авто</w:t>
      </w:r>
      <w:r>
        <w:rPr>
          <w:sz w:val="28"/>
          <w:szCs w:val="28"/>
        </w:rPr>
        <w:t xml:space="preserve">дорога </w:t>
      </w:r>
      <w:r w:rsidRPr="005A6903">
        <w:rPr>
          <w:sz w:val="28"/>
          <w:szCs w:val="28"/>
        </w:rPr>
        <w:t>Шимск - Феофилова Пустынь</w:t>
      </w:r>
      <w:r>
        <w:rPr>
          <w:sz w:val="28"/>
          <w:szCs w:val="28"/>
        </w:rPr>
        <w:t xml:space="preserve"> </w:t>
      </w:r>
      <w:r w:rsidRPr="005A6903">
        <w:rPr>
          <w:sz w:val="28"/>
          <w:szCs w:val="28"/>
        </w:rPr>
        <w:t>номер 49К-03</w:t>
      </w:r>
      <w:r w:rsidR="007C5DA1" w:rsidRPr="009163E7">
        <w:rPr>
          <w:sz w:val="28"/>
          <w:szCs w:val="28"/>
        </w:rPr>
        <w:t>.</w:t>
      </w:r>
    </w:p>
    <w:p w:rsidR="007B1676" w:rsidRDefault="001F0FE3" w:rsidP="007C5D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7C5DA1" w:rsidRPr="009163E7">
        <w:rPr>
          <w:sz w:val="28"/>
          <w:szCs w:val="28"/>
        </w:rPr>
        <w:t xml:space="preserve"> </w:t>
      </w:r>
      <w:r w:rsidR="007B1676">
        <w:rPr>
          <w:sz w:val="28"/>
          <w:szCs w:val="28"/>
        </w:rPr>
        <w:t>юга</w:t>
      </w:r>
      <w:r>
        <w:rPr>
          <w:sz w:val="28"/>
          <w:szCs w:val="28"/>
        </w:rPr>
        <w:t xml:space="preserve"> на </w:t>
      </w:r>
      <w:r w:rsidR="007B1676">
        <w:rPr>
          <w:sz w:val="28"/>
          <w:szCs w:val="28"/>
        </w:rPr>
        <w:t>северо</w:t>
      </w:r>
      <w:r>
        <w:rPr>
          <w:sz w:val="28"/>
          <w:szCs w:val="28"/>
        </w:rPr>
        <w:t xml:space="preserve">-восток </w:t>
      </w:r>
      <w:r w:rsidR="007C5DA1" w:rsidRPr="009163E7">
        <w:rPr>
          <w:sz w:val="28"/>
          <w:szCs w:val="28"/>
        </w:rPr>
        <w:t>рассматриваем</w:t>
      </w:r>
      <w:r>
        <w:rPr>
          <w:sz w:val="28"/>
          <w:szCs w:val="28"/>
        </w:rPr>
        <w:t>ую</w:t>
      </w:r>
      <w:r w:rsidR="007C5DA1" w:rsidRPr="009163E7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территорию</w:t>
      </w:r>
      <w:r w:rsidR="007C5DA1" w:rsidRPr="009163E7">
        <w:rPr>
          <w:sz w:val="28"/>
          <w:szCs w:val="28"/>
        </w:rPr>
        <w:t xml:space="preserve"> пересекает </w:t>
      </w:r>
      <w:r w:rsidR="007B1676">
        <w:rPr>
          <w:sz w:val="28"/>
          <w:szCs w:val="28"/>
        </w:rPr>
        <w:t>магистральный нефтепровод с охранной зоной 25 м отложенной в обе стороны</w:t>
      </w:r>
      <w:r w:rsidR="007C5DA1" w:rsidRPr="009163E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B1676">
        <w:rPr>
          <w:sz w:val="28"/>
          <w:szCs w:val="28"/>
        </w:rPr>
        <w:t xml:space="preserve">Восточнее нефтепровода проходит воздушная линия электропередач 110 кВ с охранной зоной 20 м с каждой стороны от крайнего провода. На </w:t>
      </w:r>
      <w:r w:rsidR="007B1676" w:rsidRPr="009163E7">
        <w:rPr>
          <w:sz w:val="28"/>
          <w:szCs w:val="28"/>
        </w:rPr>
        <w:t>север</w:t>
      </w:r>
      <w:r w:rsidR="007B1676">
        <w:rPr>
          <w:sz w:val="28"/>
          <w:szCs w:val="28"/>
        </w:rPr>
        <w:t xml:space="preserve">о-востоке территорию пересекает воздушная линия электропередач 35 кВ с охранной зоной 15 м с каждой стороны от крайнего провода.    </w:t>
      </w:r>
    </w:p>
    <w:p w:rsidR="007C5DA1" w:rsidRDefault="007C5DA1" w:rsidP="007C5DA1">
      <w:pPr>
        <w:ind w:firstLine="709"/>
        <w:jc w:val="both"/>
        <w:rPr>
          <w:sz w:val="28"/>
          <w:szCs w:val="28"/>
        </w:rPr>
      </w:pPr>
      <w:r w:rsidRPr="000A2949">
        <w:rPr>
          <w:sz w:val="28"/>
          <w:szCs w:val="28"/>
        </w:rPr>
        <w:t>Объекты культурного наследия на участке строительства не обнаружены. Схема границ территорий объектов культурного наследия не разрабатывалась.</w:t>
      </w:r>
    </w:p>
    <w:p w:rsidR="007C5DA1" w:rsidRDefault="007C5DA1" w:rsidP="007C5DA1">
      <w:pPr>
        <w:ind w:firstLine="709"/>
        <w:jc w:val="both"/>
        <w:rPr>
          <w:sz w:val="28"/>
          <w:szCs w:val="28"/>
        </w:rPr>
      </w:pPr>
    </w:p>
    <w:p w:rsidR="00976FB7" w:rsidRDefault="007C5DA1" w:rsidP="00C81EF2">
      <w:pPr>
        <w:keepNext/>
        <w:keepLines/>
        <w:ind w:left="284" w:right="142"/>
        <w:jc w:val="center"/>
        <w:outlineLvl w:val="1"/>
        <w:rPr>
          <w:b/>
          <w:sz w:val="28"/>
          <w:szCs w:val="26"/>
          <w:lang w:eastAsia="en-US"/>
        </w:rPr>
      </w:pPr>
      <w:bookmarkStart w:id="23" w:name="_Toc456104502"/>
      <w:r>
        <w:rPr>
          <w:b/>
          <w:sz w:val="28"/>
          <w:szCs w:val="26"/>
          <w:lang w:eastAsia="en-US"/>
        </w:rPr>
        <w:t>2</w:t>
      </w:r>
      <w:r w:rsidR="009453C9">
        <w:rPr>
          <w:b/>
          <w:sz w:val="28"/>
          <w:szCs w:val="26"/>
          <w:lang w:eastAsia="en-US"/>
        </w:rPr>
        <w:t>.</w:t>
      </w:r>
      <w:r>
        <w:rPr>
          <w:b/>
          <w:sz w:val="28"/>
          <w:szCs w:val="26"/>
          <w:lang w:eastAsia="en-US"/>
        </w:rPr>
        <w:t>7</w:t>
      </w:r>
      <w:r w:rsidR="00976FB7" w:rsidRPr="00C81EF2">
        <w:rPr>
          <w:b/>
          <w:sz w:val="28"/>
          <w:szCs w:val="26"/>
          <w:lang w:eastAsia="en-US"/>
        </w:rPr>
        <w:t xml:space="preserve">. </w:t>
      </w:r>
      <w:bookmarkEnd w:id="6"/>
      <w:bookmarkEnd w:id="7"/>
      <w:r w:rsidRPr="009163E7">
        <w:rPr>
          <w:b/>
          <w:sz w:val="28"/>
          <w:szCs w:val="28"/>
        </w:rPr>
        <w:t>Планировочные ограничения и комплексная оценка территории</w:t>
      </w:r>
      <w:r w:rsidR="00976FB7" w:rsidRPr="00C81EF2">
        <w:rPr>
          <w:b/>
          <w:sz w:val="28"/>
          <w:szCs w:val="26"/>
          <w:lang w:eastAsia="en-US"/>
        </w:rPr>
        <w:t>.</w:t>
      </w:r>
      <w:bookmarkEnd w:id="23"/>
    </w:p>
    <w:p w:rsidR="00D22602" w:rsidRDefault="00D22602" w:rsidP="007C5DA1">
      <w:pPr>
        <w:ind w:firstLine="709"/>
        <w:jc w:val="both"/>
        <w:rPr>
          <w:b/>
          <w:sz w:val="28"/>
          <w:szCs w:val="26"/>
          <w:lang w:eastAsia="en-US"/>
        </w:rPr>
      </w:pPr>
    </w:p>
    <w:p w:rsidR="00045455" w:rsidRDefault="007C5DA1" w:rsidP="007C5DA1">
      <w:pPr>
        <w:ind w:firstLine="709"/>
        <w:jc w:val="both"/>
        <w:rPr>
          <w:i/>
          <w:sz w:val="28"/>
          <w:szCs w:val="28"/>
        </w:rPr>
      </w:pPr>
      <w:r w:rsidRPr="007C5DA1">
        <w:rPr>
          <w:sz w:val="28"/>
          <w:szCs w:val="28"/>
        </w:rPr>
        <w:t>Система планировочных ограничений разработана на основании требований действующих нормативных документов и является составной частью комплексной градостроительной оценки территории.</w:t>
      </w:r>
      <w:r w:rsidR="00045455" w:rsidRPr="00DF6890">
        <w:rPr>
          <w:i/>
          <w:sz w:val="28"/>
          <w:szCs w:val="28"/>
        </w:rPr>
        <w:t xml:space="preserve"> </w:t>
      </w:r>
    </w:p>
    <w:p w:rsidR="005E6EDA" w:rsidRDefault="005E6EDA" w:rsidP="005E6EDA">
      <w:pPr>
        <w:tabs>
          <w:tab w:val="left" w:pos="245"/>
        </w:tabs>
        <w:autoSpaceDE w:val="0"/>
        <w:autoSpaceDN w:val="0"/>
        <w:adjustRightInd w:val="0"/>
        <w:spacing w:after="160"/>
        <w:ind w:left="567" w:right="142"/>
        <w:contextualSpacing/>
        <w:jc w:val="both"/>
        <w:rPr>
          <w:rFonts w:eastAsia="Calibri"/>
          <w:b/>
          <w:spacing w:val="10"/>
          <w:sz w:val="28"/>
          <w:szCs w:val="28"/>
          <w:lang w:eastAsia="en-US"/>
        </w:rPr>
      </w:pPr>
    </w:p>
    <w:p w:rsidR="005E6EDA" w:rsidRPr="00C81EF2" w:rsidRDefault="00220D96" w:rsidP="00C81EF2">
      <w:pPr>
        <w:keepNext/>
        <w:keepLines/>
        <w:ind w:left="284" w:right="142"/>
        <w:jc w:val="center"/>
        <w:outlineLvl w:val="1"/>
        <w:rPr>
          <w:b/>
          <w:sz w:val="28"/>
          <w:szCs w:val="26"/>
          <w:lang w:eastAsia="en-US"/>
        </w:rPr>
      </w:pPr>
      <w:bookmarkStart w:id="24" w:name="_Toc456104503"/>
      <w:r>
        <w:rPr>
          <w:b/>
          <w:sz w:val="28"/>
          <w:szCs w:val="26"/>
          <w:lang w:eastAsia="en-US"/>
        </w:rPr>
        <w:t>3</w:t>
      </w:r>
      <w:r w:rsidR="009453C9">
        <w:rPr>
          <w:b/>
          <w:sz w:val="28"/>
          <w:szCs w:val="26"/>
          <w:lang w:eastAsia="en-US"/>
        </w:rPr>
        <w:t>.</w:t>
      </w:r>
      <w:r w:rsidR="005E6EDA" w:rsidRPr="00C81EF2">
        <w:rPr>
          <w:b/>
          <w:sz w:val="28"/>
          <w:szCs w:val="26"/>
          <w:lang w:eastAsia="en-US"/>
        </w:rPr>
        <w:t xml:space="preserve"> </w:t>
      </w:r>
      <w:r w:rsidR="00CB3F27" w:rsidRPr="009163E7">
        <w:rPr>
          <w:b/>
          <w:sz w:val="28"/>
          <w:szCs w:val="28"/>
        </w:rPr>
        <w:t>ПРОЕКТНЫЕ РЕШЕНИЯ</w:t>
      </w:r>
      <w:r w:rsidR="005E6EDA" w:rsidRPr="00C81EF2">
        <w:rPr>
          <w:b/>
          <w:sz w:val="28"/>
          <w:szCs w:val="26"/>
          <w:lang w:eastAsia="en-US"/>
        </w:rPr>
        <w:t>.</w:t>
      </w:r>
      <w:bookmarkEnd w:id="24"/>
    </w:p>
    <w:p w:rsidR="00877E4A" w:rsidRPr="00877E4A" w:rsidRDefault="00877E4A" w:rsidP="00877E4A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CB3F27" w:rsidRDefault="00CB3F27" w:rsidP="00D22602">
      <w:pPr>
        <w:tabs>
          <w:tab w:val="left" w:pos="900"/>
        </w:tabs>
        <w:ind w:firstLine="709"/>
        <w:jc w:val="both"/>
        <w:rPr>
          <w:sz w:val="28"/>
          <w:szCs w:val="24"/>
        </w:rPr>
      </w:pPr>
      <w:r w:rsidRPr="009163E7">
        <w:rPr>
          <w:b/>
          <w:sz w:val="28"/>
          <w:szCs w:val="28"/>
        </w:rPr>
        <w:t>Параметры проектируем</w:t>
      </w:r>
      <w:r w:rsidR="00EB3F30">
        <w:rPr>
          <w:b/>
          <w:sz w:val="28"/>
          <w:szCs w:val="28"/>
        </w:rPr>
        <w:t>ого линейного объекта.</w:t>
      </w:r>
    </w:p>
    <w:p w:rsidR="002D12C7" w:rsidRPr="00EB3F30" w:rsidRDefault="002D12C7" w:rsidP="002D12C7">
      <w:pPr>
        <w:ind w:firstLine="709"/>
        <w:jc w:val="both"/>
        <w:rPr>
          <w:rFonts w:eastAsia="MS Mincho"/>
          <w:bCs/>
          <w:color w:val="FF0000"/>
          <w:sz w:val="28"/>
          <w:szCs w:val="28"/>
        </w:rPr>
      </w:pPr>
      <w:r>
        <w:rPr>
          <w:rFonts w:eastAsia="MS Mincho"/>
          <w:bCs/>
          <w:sz w:val="28"/>
          <w:szCs w:val="28"/>
        </w:rPr>
        <w:t>Территория рассмотрения проекта планировки</w:t>
      </w:r>
      <w:r>
        <w:rPr>
          <w:sz w:val="28"/>
          <w:szCs w:val="28"/>
        </w:rPr>
        <w:t xml:space="preserve"> под п</w:t>
      </w:r>
      <w:r w:rsidRPr="0035671E">
        <w:rPr>
          <w:sz w:val="28"/>
          <w:szCs w:val="28"/>
        </w:rPr>
        <w:t xml:space="preserve">роект «Строительство оросительной сети </w:t>
      </w:r>
      <w:r>
        <w:rPr>
          <w:sz w:val="28"/>
          <w:szCs w:val="28"/>
        </w:rPr>
        <w:t xml:space="preserve">составляет </w:t>
      </w:r>
      <w:r w:rsidRPr="0035671E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35671E">
        <w:rPr>
          <w:sz w:val="28"/>
          <w:szCs w:val="28"/>
        </w:rPr>
        <w:t xml:space="preserve">124 </w:t>
      </w:r>
      <w:r>
        <w:rPr>
          <w:sz w:val="28"/>
          <w:szCs w:val="28"/>
        </w:rPr>
        <w:t>г</w:t>
      </w:r>
      <w:r w:rsidRPr="0035671E">
        <w:rPr>
          <w:sz w:val="28"/>
          <w:szCs w:val="28"/>
        </w:rPr>
        <w:t xml:space="preserve">а в </w:t>
      </w:r>
      <w:r w:rsidR="00DA4F37" w:rsidRPr="00EB7B34">
        <w:rPr>
          <w:rFonts w:eastAsia="Calibri"/>
          <w:spacing w:val="10"/>
          <w:sz w:val="28"/>
          <w:lang w:eastAsia="en-US"/>
        </w:rPr>
        <w:t xml:space="preserve">д. Мшага Воскресенская и д. Мшага Ямская, Шимского района, </w:t>
      </w:r>
      <w:r w:rsidR="00DA4F37" w:rsidRPr="00341DA1">
        <w:rPr>
          <w:rFonts w:eastAsia="Calibri"/>
          <w:spacing w:val="10"/>
          <w:sz w:val="28"/>
          <w:lang w:eastAsia="en-US"/>
        </w:rPr>
        <w:t xml:space="preserve">Новгородской </w:t>
      </w:r>
      <w:r w:rsidR="00DA4F37" w:rsidRPr="00EB7B34">
        <w:rPr>
          <w:rFonts w:eastAsia="Calibri"/>
          <w:spacing w:val="10"/>
          <w:sz w:val="28"/>
          <w:lang w:eastAsia="en-US"/>
        </w:rPr>
        <w:t>области</w:t>
      </w:r>
      <w:r w:rsidRPr="0035671E">
        <w:rPr>
          <w:sz w:val="28"/>
          <w:szCs w:val="28"/>
        </w:rPr>
        <w:t xml:space="preserve"> разрабатывается для ООО Производственная компания «Нижегородская картофельная система»</w:t>
      </w:r>
      <w:r w:rsidRPr="000A7381">
        <w:rPr>
          <w:sz w:val="28"/>
          <w:szCs w:val="28"/>
        </w:rPr>
        <w:t xml:space="preserve">. </w:t>
      </w:r>
      <w:r w:rsidRPr="002D12C7">
        <w:rPr>
          <w:sz w:val="28"/>
        </w:rPr>
        <w:t xml:space="preserve">Территория разработки проекта </w:t>
      </w:r>
      <w:r w:rsidRPr="002D12C7">
        <w:rPr>
          <w:rFonts w:eastAsia="MS Mincho"/>
          <w:bCs/>
          <w:sz w:val="28"/>
          <w:szCs w:val="28"/>
        </w:rPr>
        <w:t xml:space="preserve">планировки под линейный объект составляет </w:t>
      </w:r>
      <w:r w:rsidR="00C86640">
        <w:rPr>
          <w:sz w:val="28"/>
        </w:rPr>
        <w:t>506,6</w:t>
      </w:r>
      <w:r w:rsidRPr="002D12C7">
        <w:rPr>
          <w:sz w:val="28"/>
        </w:rPr>
        <w:t xml:space="preserve"> га</w:t>
      </w:r>
      <w:r w:rsidRPr="002D12C7">
        <w:rPr>
          <w:rFonts w:eastAsia="MS Mincho"/>
          <w:bCs/>
          <w:sz w:val="28"/>
          <w:szCs w:val="28"/>
        </w:rPr>
        <w:t xml:space="preserve"> </w:t>
      </w:r>
      <w:r w:rsidR="005103E5">
        <w:rPr>
          <w:rFonts w:eastAsia="MS Mincho"/>
          <w:bCs/>
          <w:sz w:val="28"/>
          <w:szCs w:val="28"/>
        </w:rPr>
        <w:t xml:space="preserve">выделенные согласно </w:t>
      </w:r>
      <w:r w:rsidRPr="002D12C7">
        <w:rPr>
          <w:rFonts w:eastAsia="MS Mincho"/>
          <w:bCs/>
          <w:sz w:val="28"/>
          <w:szCs w:val="28"/>
        </w:rPr>
        <w:t>трассы</w:t>
      </w:r>
      <w:r w:rsidRPr="002D12C7">
        <w:rPr>
          <w:sz w:val="28"/>
          <w:szCs w:val="28"/>
        </w:rPr>
        <w:t xml:space="preserve"> оросительной сети</w:t>
      </w:r>
      <w:r w:rsidRPr="002D12C7">
        <w:rPr>
          <w:rFonts w:eastAsia="MS Mincho"/>
          <w:bCs/>
          <w:sz w:val="28"/>
          <w:szCs w:val="28"/>
        </w:rPr>
        <w:t xml:space="preserve"> по 100 м в обе стороны.</w:t>
      </w:r>
    </w:p>
    <w:p w:rsidR="008764F4" w:rsidRPr="00EB3F30" w:rsidRDefault="00AB1C3E" w:rsidP="00D2260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F30">
        <w:rPr>
          <w:sz w:val="28"/>
          <w:szCs w:val="28"/>
        </w:rPr>
        <w:t>Проектом планировки определяются площади и границы земельных участков и их частей под строительство линейного объекта</w:t>
      </w:r>
      <w:r w:rsidR="0033715A" w:rsidRPr="00EB3F30">
        <w:rPr>
          <w:sz w:val="28"/>
          <w:szCs w:val="28"/>
        </w:rPr>
        <w:t xml:space="preserve"> - </w:t>
      </w:r>
      <w:r w:rsidR="0033715A" w:rsidRPr="00EB3F30">
        <w:rPr>
          <w:rFonts w:eastAsia="Calibri"/>
          <w:spacing w:val="10"/>
          <w:sz w:val="28"/>
          <w:lang w:eastAsia="en-US"/>
        </w:rPr>
        <w:t>оросительной сети</w:t>
      </w:r>
      <w:r w:rsidRPr="00EB3F30">
        <w:rPr>
          <w:sz w:val="28"/>
          <w:szCs w:val="28"/>
        </w:rPr>
        <w:t>.</w:t>
      </w:r>
      <w:r w:rsidR="000B4EAA">
        <w:rPr>
          <w:sz w:val="28"/>
          <w:szCs w:val="28"/>
        </w:rPr>
        <w:t xml:space="preserve"> </w:t>
      </w:r>
      <w:r w:rsidR="000B4EAA" w:rsidRPr="000B4EAA">
        <w:rPr>
          <w:sz w:val="28"/>
          <w:szCs w:val="28"/>
        </w:rPr>
        <w:t>Создание орошаемого</w:t>
      </w:r>
      <w:r w:rsidR="000B4EAA">
        <w:rPr>
          <w:sz w:val="28"/>
          <w:szCs w:val="28"/>
        </w:rPr>
        <w:t xml:space="preserve"> участка не предполагает каких-</w:t>
      </w:r>
      <w:r w:rsidR="000B4EAA" w:rsidRPr="000B4EAA">
        <w:rPr>
          <w:sz w:val="28"/>
          <w:szCs w:val="28"/>
        </w:rPr>
        <w:t>либо изменений в составе земельного фонда.</w:t>
      </w:r>
      <w:r w:rsidR="0033715A" w:rsidRPr="00EB3F30">
        <w:rPr>
          <w:sz w:val="28"/>
          <w:szCs w:val="28"/>
        </w:rPr>
        <w:t xml:space="preserve"> Для сети орошения в ООО ПК «НКС» принята закрытая оросительная система, состоящая из подземных трубопроводов общей длиной </w:t>
      </w:r>
      <w:r w:rsidR="00C86640">
        <w:rPr>
          <w:sz w:val="28"/>
          <w:szCs w:val="28"/>
        </w:rPr>
        <w:t>14</w:t>
      </w:r>
      <w:r w:rsidR="00654655">
        <w:rPr>
          <w:sz w:val="28"/>
          <w:szCs w:val="28"/>
        </w:rPr>
        <w:t xml:space="preserve"> </w:t>
      </w:r>
      <w:r w:rsidR="00C86640">
        <w:rPr>
          <w:sz w:val="28"/>
          <w:szCs w:val="28"/>
        </w:rPr>
        <w:t>15</w:t>
      </w:r>
      <w:r w:rsidR="00654655">
        <w:rPr>
          <w:sz w:val="28"/>
          <w:szCs w:val="28"/>
        </w:rPr>
        <w:t>0</w:t>
      </w:r>
      <w:r w:rsidR="0033715A" w:rsidRPr="00EB3F30">
        <w:rPr>
          <w:sz w:val="28"/>
          <w:szCs w:val="28"/>
        </w:rPr>
        <w:t xml:space="preserve"> м.п.</w:t>
      </w:r>
      <w:r w:rsidR="00C86640">
        <w:rPr>
          <w:sz w:val="28"/>
          <w:szCs w:val="28"/>
        </w:rPr>
        <w:t xml:space="preserve"> и надземных разборных алюминиевых трубопроводов общей протяженностью 1518 м.п.</w:t>
      </w:r>
    </w:p>
    <w:p w:rsidR="0033715A" w:rsidRPr="00EB3F30" w:rsidRDefault="0033715A" w:rsidP="00D2260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F30">
        <w:rPr>
          <w:sz w:val="28"/>
          <w:szCs w:val="28"/>
        </w:rPr>
        <w:t>Линейный объект в соответствии со СП 31.13330.2012 относится к III категории надежности.</w:t>
      </w:r>
    </w:p>
    <w:p w:rsidR="00523F0E" w:rsidRP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 xml:space="preserve">Водозабор осуществляется двумя передвижными дизельными насосными станциями. </w:t>
      </w:r>
    </w:p>
    <w:p w:rsidR="00523F0E" w:rsidRP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 xml:space="preserve">Вода при требуемом суммарном расходе 642,5 м.куб\час подается в закрытую тупиковую оросительную сеть через гидрант Г (ПК0).  </w:t>
      </w:r>
    </w:p>
    <w:p w:rsidR="00523F0E" w:rsidRP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 xml:space="preserve">Трасса главного трубопровода ГТ проектируется от водозабора между распределительными узлами РУ1 – РУ7. Распределительные узлы РУ проектируются для организации управления поливом и внесением удобрений с поливной водой. </w:t>
      </w:r>
    </w:p>
    <w:p w:rsidR="00523F0E" w:rsidRP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 xml:space="preserve">Главный трубопровод проектируется из трубы ПНД ПЭ100 диаметром 560мм. </w:t>
      </w:r>
    </w:p>
    <w:p w:rsidR="000B4EAA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>На участке трубопровода ГТ от водозабора до орошаемой площади трубопровод имеет пересечения:</w:t>
      </w:r>
    </w:p>
    <w:p w:rsid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>а) с естественными преградами:</w:t>
      </w:r>
    </w:p>
    <w:p w:rsidR="00523F0E" w:rsidRP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>-</w:t>
      </w:r>
      <w:r w:rsidRPr="00523F0E">
        <w:rPr>
          <w:sz w:val="28"/>
          <w:szCs w:val="28"/>
        </w:rPr>
        <w:tab/>
        <w:t>р.Мшажка</w:t>
      </w:r>
    </w:p>
    <w:p w:rsidR="00523F0E" w:rsidRP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>б) с искусственными сооружениями:</w:t>
      </w:r>
    </w:p>
    <w:p w:rsidR="00523F0E" w:rsidRP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>-</w:t>
      </w:r>
      <w:r w:rsidRPr="00523F0E">
        <w:rPr>
          <w:sz w:val="28"/>
          <w:szCs w:val="28"/>
        </w:rPr>
        <w:tab/>
        <w:t>магистральная оптическая кабельная линия связи К922709 «ЦС Шимск-ЦС Сольцы»</w:t>
      </w:r>
    </w:p>
    <w:p w:rsidR="00523F0E" w:rsidRP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>-</w:t>
      </w:r>
      <w:r w:rsidRPr="00523F0E">
        <w:rPr>
          <w:sz w:val="28"/>
          <w:szCs w:val="28"/>
        </w:rPr>
        <w:tab/>
        <w:t>автодорога Р56 (А116) Великий Новгород-Псков</w:t>
      </w:r>
    </w:p>
    <w:p w:rsidR="00523F0E" w:rsidRP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>-</w:t>
      </w:r>
      <w:r w:rsidRPr="00523F0E">
        <w:rPr>
          <w:sz w:val="28"/>
          <w:szCs w:val="28"/>
        </w:rPr>
        <w:tab/>
        <w:t>отвод от кабельной линии связи К922709 в сторону УИК «Мшага Ямская»</w:t>
      </w:r>
    </w:p>
    <w:p w:rsidR="00523F0E" w:rsidRP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>-</w:t>
      </w:r>
      <w:r w:rsidRPr="00523F0E">
        <w:rPr>
          <w:sz w:val="28"/>
          <w:szCs w:val="28"/>
        </w:rPr>
        <w:tab/>
        <w:t>насыпь недействующей демонтированной железной дороги</w:t>
      </w:r>
    </w:p>
    <w:p w:rsidR="00523F0E" w:rsidRP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>-</w:t>
      </w:r>
      <w:r w:rsidRPr="00523F0E">
        <w:rPr>
          <w:sz w:val="28"/>
          <w:szCs w:val="28"/>
        </w:rPr>
        <w:tab/>
        <w:t>ЛЭП 10кВ</w:t>
      </w:r>
    </w:p>
    <w:p w:rsid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>Распределительные узлы РУ1- РУ3 размещены на границах орошаемого участка 1 года</w:t>
      </w:r>
      <w:r>
        <w:rPr>
          <w:sz w:val="28"/>
          <w:szCs w:val="28"/>
        </w:rPr>
        <w:t xml:space="preserve"> севооборота.</w:t>
      </w:r>
    </w:p>
    <w:p w:rsidR="00523F0E" w:rsidRP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 xml:space="preserve">Распределительный узел РУ1 управляет поливом дождевальных машин ДМ1-ДМ2 и шланговых дождевателей ДШ1-ДШ4, подключаемых к разборному трубопроводу от гидранта Г6. </w:t>
      </w:r>
    </w:p>
    <w:p w:rsidR="00523F0E" w:rsidRP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 xml:space="preserve">Распределительный узел РУ2 управляет поливом дождевальной машины ДМ3 и шланговых дождевателей ДШ1-ДШ4, подключаемых к разборному трубопроводу от гидранта Г5, а также работой шланговых дождевателей ДШ1-ДШ4, подключаемых к разборным трубопроводам от гидрантов Г3-Г4 в соответствии с принимаемой службой эксплуатации схемой перестановок. </w:t>
      </w:r>
    </w:p>
    <w:p w:rsidR="00523F0E" w:rsidRP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 xml:space="preserve">Распределительный узел РУ3 управляет работой шланговых дождевателей ДШ1-ДШ4, подключаемых к разборным трубопроводам от гидрантов Г1-Г2 в соответствии с принимаемой службой эксплуатации схемой перестановок. </w:t>
      </w:r>
    </w:p>
    <w:p w:rsidR="00523F0E" w:rsidRP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 xml:space="preserve">Полевые разборные наземные трубопроводы ПТ проектируются по кратчайшим расстояниям между распределительными узлами РУ1 – РУ3 и гидрантами Г1-Г6 подключения шланговых дождевателей ДШ. </w:t>
      </w:r>
    </w:p>
    <w:p w:rsid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>На участке трубопровода ГТ между РУ1 и РУ2 и РУ3 трубопровод имеет пересечения:</w:t>
      </w:r>
    </w:p>
    <w:p w:rsid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>с искусственными сооружениями:</w:t>
      </w:r>
    </w:p>
    <w:p w:rsidR="00523F0E" w:rsidRPr="00BF0E64" w:rsidRDefault="00523F0E" w:rsidP="00B758A3">
      <w:pPr>
        <w:pStyle w:val="aff2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F0E64">
        <w:rPr>
          <w:sz w:val="28"/>
          <w:szCs w:val="28"/>
        </w:rPr>
        <w:t>ЛЭП 10кВ</w:t>
      </w:r>
    </w:p>
    <w:p w:rsidR="00523F0E" w:rsidRPr="00BF0E64" w:rsidRDefault="00523F0E" w:rsidP="00B758A3">
      <w:pPr>
        <w:pStyle w:val="aff2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F0E64">
        <w:rPr>
          <w:sz w:val="28"/>
          <w:szCs w:val="28"/>
        </w:rPr>
        <w:t>магистральный нефтепровод «Дружба»</w:t>
      </w:r>
    </w:p>
    <w:p w:rsidR="00523F0E" w:rsidRPr="00BF0E64" w:rsidRDefault="00523F0E" w:rsidP="00B758A3">
      <w:pPr>
        <w:pStyle w:val="aff2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F0E64">
        <w:rPr>
          <w:sz w:val="28"/>
          <w:szCs w:val="28"/>
        </w:rPr>
        <w:t>линия связи «Связьтранснефть»</w:t>
      </w:r>
    </w:p>
    <w:p w:rsidR="00523F0E" w:rsidRPr="00BF0E64" w:rsidRDefault="00523F0E" w:rsidP="00B758A3">
      <w:pPr>
        <w:pStyle w:val="aff2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F0E64">
        <w:rPr>
          <w:sz w:val="28"/>
          <w:szCs w:val="28"/>
        </w:rPr>
        <w:t>дренажный канал</w:t>
      </w:r>
    </w:p>
    <w:p w:rsid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>На трубопроводе запроектирована камера КП1 для отсечения орошаемых участков 1</w:t>
      </w:r>
      <w:r w:rsidRPr="00523F0E">
        <w:t xml:space="preserve"> </w:t>
      </w:r>
      <w:r w:rsidRPr="00523F0E">
        <w:rPr>
          <w:sz w:val="28"/>
          <w:szCs w:val="28"/>
        </w:rPr>
        <w:t>года и 2-3 годов в зависимости от текущего года севооборота, а также для проведения возможных ремонтных работ.</w:t>
      </w:r>
    </w:p>
    <w:p w:rsid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 xml:space="preserve">На участке трубопровода ГТ от КП1 до РУ4 трубопровод имеет пересечения: </w:t>
      </w:r>
    </w:p>
    <w:p w:rsid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>с естественными преградами:</w:t>
      </w:r>
    </w:p>
    <w:p w:rsidR="00523F0E" w:rsidRPr="00BF0E64" w:rsidRDefault="00523F0E" w:rsidP="00B758A3">
      <w:pPr>
        <w:pStyle w:val="aff2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F0E64">
        <w:rPr>
          <w:sz w:val="28"/>
          <w:szCs w:val="28"/>
        </w:rPr>
        <w:t>р.Мшага</w:t>
      </w:r>
    </w:p>
    <w:p w:rsidR="00523F0E" w:rsidRP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>На участке трубопровода ГТ от РУ4 до РУ5 трубопровод имеет пересечения: с искусственными преградами:</w:t>
      </w:r>
    </w:p>
    <w:p w:rsidR="00523F0E" w:rsidRPr="00BF0E64" w:rsidRDefault="00523F0E" w:rsidP="00B758A3">
      <w:pPr>
        <w:pStyle w:val="aff2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F0E64">
        <w:rPr>
          <w:sz w:val="28"/>
          <w:szCs w:val="28"/>
        </w:rPr>
        <w:t>дренажнй канал</w:t>
      </w:r>
    </w:p>
    <w:p w:rsidR="00523F0E" w:rsidRP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 xml:space="preserve">Распределительные узлы РУ4 и РУ5 размещены на границах орошаемого участка 2 года севооборота.  </w:t>
      </w:r>
    </w:p>
    <w:p w:rsidR="00523F0E" w:rsidRP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 xml:space="preserve">Распределительный узел РУ4 управляет поливом дождевальных машин ДМ1-ДМ3 и шланговых дождевателей ДШ1-ДШ4, подключаемых к разборному трубопроводу от гидрантов Г7 и Г8 в соответствии с принимаемой службой эксплуатации схемой перестановок. </w:t>
      </w:r>
    </w:p>
    <w:p w:rsidR="00523F0E" w:rsidRP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 xml:space="preserve">Распределительный узел РУ5 управляет поливом работой шланговых дождевателей ДШ1-ДШ4, подключаемых к разборным трубопроводам от гидрантов Г9-Г10 в соответствии с принимаемой службой эксплуатации схемой перестановок. </w:t>
      </w:r>
    </w:p>
    <w:p w:rsidR="00523F0E" w:rsidRP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 xml:space="preserve">Полевые разборные наземные трубопроводы ПТ проектируются по кратчайшим расстояниям между распределительными узлами РУ4 – РУ5 и дождевальными машинами ДМ1-ДМ3 и гидрантами Г7-Г10 подключения шланговых дождевателей ДШ. </w:t>
      </w:r>
    </w:p>
    <w:p w:rsidR="00523F0E" w:rsidRP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 xml:space="preserve">На трубопроводе запроектирована камера КП2 для отсечения орошаемого участка 3 года в зависимости от текущего года севооборота, а также для проведения возможных ремонтных работ. </w:t>
      </w:r>
    </w:p>
    <w:p w:rsid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>На участке трубопровода ГТ от РУ5 до КП2 и РУ6 трубопровод имеет пересечения:</w:t>
      </w:r>
    </w:p>
    <w:p w:rsid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>с искусственными преградами:</w:t>
      </w:r>
    </w:p>
    <w:p w:rsidR="00523F0E" w:rsidRPr="00BF0E64" w:rsidRDefault="00523F0E" w:rsidP="00B758A3">
      <w:pPr>
        <w:pStyle w:val="aff2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F0E64">
        <w:rPr>
          <w:sz w:val="28"/>
          <w:szCs w:val="28"/>
        </w:rPr>
        <w:t>дренажный канал</w:t>
      </w:r>
    </w:p>
    <w:p w:rsidR="00523F0E" w:rsidRP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>На участке трубопровода ГТ от РУ6 до РУ7 трубопровод имеет пересечения:</w:t>
      </w:r>
    </w:p>
    <w:p w:rsidR="00523F0E" w:rsidRP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>с искусственными преградами:</w:t>
      </w:r>
    </w:p>
    <w:p w:rsidR="00523F0E" w:rsidRPr="00BF0E64" w:rsidRDefault="00523F0E" w:rsidP="00B758A3">
      <w:pPr>
        <w:pStyle w:val="aff2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F0E64">
        <w:rPr>
          <w:sz w:val="28"/>
          <w:szCs w:val="28"/>
        </w:rPr>
        <w:t>дренажные коллекторы.</w:t>
      </w:r>
    </w:p>
    <w:p w:rsid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>Распределительные узлы РУ6 и РУ7 размещены на границах орошаемого участка 3 года</w:t>
      </w:r>
      <w:r>
        <w:rPr>
          <w:sz w:val="28"/>
          <w:szCs w:val="28"/>
        </w:rPr>
        <w:t xml:space="preserve"> севооборота.</w:t>
      </w:r>
    </w:p>
    <w:p w:rsidR="00523F0E" w:rsidRP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 xml:space="preserve">Распределительный узел РУ6 управляет поливом и работой шланговых дождевателей ДШ1-ДШ4, подключаемых к разборным трубопроводам от гидрантов Г11-Г14 в соответствии с принимаемой службой эксплуатации схемой перестановок. </w:t>
      </w:r>
    </w:p>
    <w:p w:rsid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>Распределительный узел РУ7 управляет поливом дождевальных машин ДМ1-ДМ3. Полевые разборные наземные трубопроводы ПТ проектируются по кратчайшим расстояниям между распределительными узлами РУ6 – РУ7 и дождевальными машинами ДМ1-ДМ3 и гидрантами Г11-Г14 подключения шланговых дождевателей ДШ.</w:t>
      </w:r>
    </w:p>
    <w:p w:rsid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>На участке трубопровода 3ПТ3 от РУ7 до ДМ3 трубопровод имеет пересечения:</w:t>
      </w:r>
    </w:p>
    <w:p w:rsid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>с искусственными преградами:</w:t>
      </w:r>
    </w:p>
    <w:p w:rsidR="00523F0E" w:rsidRPr="00BF0E64" w:rsidRDefault="00523F0E" w:rsidP="00B758A3">
      <w:pPr>
        <w:pStyle w:val="aff2"/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F0E64">
        <w:rPr>
          <w:sz w:val="28"/>
          <w:szCs w:val="28"/>
        </w:rPr>
        <w:t>ЛЭП</w:t>
      </w:r>
    </w:p>
    <w:p w:rsidR="00523F0E" w:rsidRPr="00BF0E64" w:rsidRDefault="00523F0E" w:rsidP="00B758A3">
      <w:pPr>
        <w:pStyle w:val="aff2"/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F0E64">
        <w:rPr>
          <w:sz w:val="28"/>
          <w:szCs w:val="28"/>
        </w:rPr>
        <w:t>автодорога Шимск – Феофилова Пустынь (49К-03)</w:t>
      </w:r>
    </w:p>
    <w:p w:rsidR="00523F0E" w:rsidRDefault="00523F0E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3F0E">
        <w:rPr>
          <w:sz w:val="28"/>
          <w:szCs w:val="28"/>
        </w:rPr>
        <w:t>Применение «кустовой» топологии трубопроводов обусловлено наиболее эффективной в</w:t>
      </w:r>
      <w:r>
        <w:rPr>
          <w:sz w:val="28"/>
          <w:szCs w:val="28"/>
        </w:rPr>
        <w:t xml:space="preserve"> </w:t>
      </w:r>
      <w:r w:rsidRPr="00523F0E">
        <w:rPr>
          <w:sz w:val="28"/>
          <w:szCs w:val="28"/>
        </w:rPr>
        <w:t>данном случае схемой управления поливом и текущим техническим обслуживанием техники полива. С целью снижения капитальных затрат на строительство, а также для предотвращения повреждения дрен и коллекторов, принимая во внимание важность сохранения осушительной системы в рабочем состоянии, полевые трубопроводы ПТ между распределительными узлами РУ и дождевальными машинами ДМ и гидрантами Г1-Г14 подключения шланговых дождевателей ДШ, запроектированы разборными, наземными, из алюминиевых труб</w:t>
      </w:r>
      <w:r>
        <w:rPr>
          <w:sz w:val="28"/>
          <w:szCs w:val="28"/>
        </w:rPr>
        <w:t>.</w:t>
      </w:r>
    </w:p>
    <w:p w:rsidR="001C3516" w:rsidRPr="00EB3F30" w:rsidRDefault="001C3516" w:rsidP="00523F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F30">
        <w:rPr>
          <w:b/>
          <w:sz w:val="28"/>
          <w:szCs w:val="28"/>
        </w:rPr>
        <w:t>Описание</w:t>
      </w:r>
      <w:r w:rsidR="00EB3F30" w:rsidRPr="00EB3F30">
        <w:rPr>
          <w:b/>
          <w:sz w:val="28"/>
          <w:szCs w:val="28"/>
        </w:rPr>
        <w:t xml:space="preserve"> временной </w:t>
      </w:r>
      <w:r w:rsidRPr="00EB3F30">
        <w:rPr>
          <w:b/>
          <w:sz w:val="28"/>
          <w:szCs w:val="28"/>
        </w:rPr>
        <w:t>полосы отвода и мест расположения сооружений.</w:t>
      </w:r>
    </w:p>
    <w:p w:rsidR="00221060" w:rsidRPr="00EB3F30" w:rsidRDefault="00221060" w:rsidP="0033715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F30">
        <w:rPr>
          <w:sz w:val="28"/>
          <w:szCs w:val="28"/>
        </w:rPr>
        <w:t>В соответствии со статьей №7 Земельного кодекса РФ затрагиваемые земли представлены землями сельскохозяйственного назначения.</w:t>
      </w:r>
    </w:p>
    <w:p w:rsidR="000B4EAA" w:rsidRDefault="001C3516" w:rsidP="000B4EA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F30">
        <w:rPr>
          <w:sz w:val="28"/>
          <w:szCs w:val="28"/>
        </w:rPr>
        <w:t xml:space="preserve">Временный отвод земли на территории участка предусматривается шириной 20 м на период строительства вдоль трубопроводов и временную площадку для стоянки автотранспорта и санитарно-бытовых вагончиков. Укладка трубопроводов осуществляется в пределах технологической полосы. Временный отвод земельного участка предусмотрен полосой 20м вдоль трассы трубопроводов. Размер отвода земельного участка на период строительства распределительной и поливной сети составляет </w:t>
      </w:r>
      <w:r w:rsidR="00555C1C">
        <w:rPr>
          <w:sz w:val="28"/>
          <w:szCs w:val="28"/>
        </w:rPr>
        <w:t>–</w:t>
      </w:r>
      <w:r w:rsidRPr="00EB3F30">
        <w:rPr>
          <w:sz w:val="28"/>
          <w:szCs w:val="28"/>
        </w:rPr>
        <w:t xml:space="preserve"> </w:t>
      </w:r>
      <w:r w:rsidR="00555C1C">
        <w:rPr>
          <w:sz w:val="28"/>
          <w:szCs w:val="28"/>
        </w:rPr>
        <w:t>284 260</w:t>
      </w:r>
      <w:r w:rsidR="000B4EAA" w:rsidRPr="000B4EAA">
        <w:rPr>
          <w:sz w:val="28"/>
          <w:szCs w:val="28"/>
        </w:rPr>
        <w:t xml:space="preserve"> </w:t>
      </w:r>
      <w:r w:rsidRPr="00EB3F30">
        <w:rPr>
          <w:sz w:val="28"/>
          <w:szCs w:val="28"/>
        </w:rPr>
        <w:t xml:space="preserve">м2. </w:t>
      </w:r>
      <w:r w:rsidR="000B4EAA" w:rsidRPr="000B4EAA">
        <w:rPr>
          <w:sz w:val="28"/>
          <w:szCs w:val="28"/>
        </w:rPr>
        <w:t>Временный отвод земли на территории участка предусматривается на время строительно</w:t>
      </w:r>
      <w:r w:rsidR="000B4EAA">
        <w:rPr>
          <w:sz w:val="28"/>
          <w:szCs w:val="28"/>
        </w:rPr>
        <w:t>-</w:t>
      </w:r>
      <w:r w:rsidR="000B4EAA" w:rsidRPr="000B4EAA">
        <w:rPr>
          <w:sz w:val="28"/>
          <w:szCs w:val="28"/>
        </w:rPr>
        <w:t>монтажных работ под:</w:t>
      </w:r>
    </w:p>
    <w:p w:rsidR="000B4EAA" w:rsidRPr="000B4EAA" w:rsidRDefault="000B4EAA" w:rsidP="00B758A3">
      <w:pPr>
        <w:pStyle w:val="aff2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340" w:firstLine="709"/>
        <w:jc w:val="both"/>
        <w:rPr>
          <w:sz w:val="28"/>
          <w:szCs w:val="28"/>
        </w:rPr>
      </w:pPr>
      <w:r w:rsidRPr="000B4EAA">
        <w:rPr>
          <w:sz w:val="28"/>
          <w:szCs w:val="28"/>
        </w:rPr>
        <w:t xml:space="preserve">монтаж трубопроводов, шириной 20 м, длиной </w:t>
      </w:r>
      <w:r w:rsidR="00555C1C">
        <w:rPr>
          <w:sz w:val="28"/>
          <w:szCs w:val="28"/>
        </w:rPr>
        <w:t>1415</w:t>
      </w:r>
      <w:r w:rsidR="00654655">
        <w:rPr>
          <w:sz w:val="28"/>
          <w:szCs w:val="28"/>
        </w:rPr>
        <w:t>0</w:t>
      </w:r>
      <w:r w:rsidRPr="000B4EAA">
        <w:rPr>
          <w:sz w:val="28"/>
          <w:szCs w:val="28"/>
        </w:rPr>
        <w:t>,0 м вдоль трубопроводов;</w:t>
      </w:r>
    </w:p>
    <w:p w:rsidR="000B4EAA" w:rsidRPr="000B4EAA" w:rsidRDefault="000B4EAA" w:rsidP="00B758A3">
      <w:pPr>
        <w:pStyle w:val="aff2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340" w:firstLine="709"/>
        <w:jc w:val="both"/>
        <w:rPr>
          <w:sz w:val="28"/>
          <w:szCs w:val="28"/>
        </w:rPr>
      </w:pPr>
      <w:r w:rsidRPr="000B4EAA">
        <w:rPr>
          <w:sz w:val="28"/>
          <w:szCs w:val="28"/>
        </w:rPr>
        <w:t>стоянку автотранспорта и санитарно-бытовые вагончики 42 х 30 м</w:t>
      </w:r>
    </w:p>
    <w:p w:rsidR="000B4EAA" w:rsidRPr="000B4EAA" w:rsidRDefault="000B4EAA" w:rsidP="000B4EA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4EAA">
        <w:rPr>
          <w:sz w:val="28"/>
          <w:szCs w:val="28"/>
        </w:rPr>
        <w:t>Итого временный отвод земли составит:</w:t>
      </w:r>
    </w:p>
    <w:p w:rsidR="000B4EAA" w:rsidRDefault="000B4EAA" w:rsidP="000B4EA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4EAA">
        <w:rPr>
          <w:sz w:val="28"/>
          <w:szCs w:val="28"/>
        </w:rPr>
        <w:t xml:space="preserve">20 х </w:t>
      </w:r>
      <w:r w:rsidR="00555C1C">
        <w:rPr>
          <w:sz w:val="28"/>
          <w:szCs w:val="28"/>
        </w:rPr>
        <w:t>14150</w:t>
      </w:r>
      <w:r w:rsidRPr="000B4EAA">
        <w:rPr>
          <w:sz w:val="28"/>
          <w:szCs w:val="28"/>
        </w:rPr>
        <w:t xml:space="preserve"> + 42 х 30 = </w:t>
      </w:r>
      <w:r w:rsidR="00555C1C">
        <w:rPr>
          <w:sz w:val="28"/>
          <w:szCs w:val="28"/>
        </w:rPr>
        <w:t>284 260</w:t>
      </w:r>
      <w:r w:rsidRPr="000B4EAA">
        <w:rPr>
          <w:sz w:val="28"/>
          <w:szCs w:val="28"/>
        </w:rPr>
        <w:t xml:space="preserve"> м2.</w:t>
      </w:r>
    </w:p>
    <w:p w:rsidR="001C3516" w:rsidRDefault="001C3516" w:rsidP="000B4EA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F30">
        <w:rPr>
          <w:sz w:val="28"/>
          <w:szCs w:val="28"/>
        </w:rPr>
        <w:t xml:space="preserve">После завершения строительства отводимые земельные участки рекультивируются. </w:t>
      </w:r>
    </w:p>
    <w:p w:rsidR="00AB1C3E" w:rsidRPr="00EB3F30" w:rsidRDefault="00AB1C3E" w:rsidP="00D22602">
      <w:pPr>
        <w:ind w:firstLine="709"/>
        <w:jc w:val="both"/>
        <w:rPr>
          <w:sz w:val="28"/>
          <w:szCs w:val="28"/>
        </w:rPr>
      </w:pPr>
      <w:r w:rsidRPr="00EB3F30">
        <w:rPr>
          <w:sz w:val="28"/>
          <w:szCs w:val="28"/>
        </w:rPr>
        <w:t>Все элементы сооружения соответствуют государственным стандартам, строительным нормам и правилам Российской Федерации.</w:t>
      </w:r>
    </w:p>
    <w:p w:rsidR="005E6EDA" w:rsidRPr="00995209" w:rsidRDefault="005E6EDA" w:rsidP="00D22602">
      <w:pPr>
        <w:tabs>
          <w:tab w:val="left" w:pos="900"/>
        </w:tabs>
        <w:ind w:firstLine="709"/>
        <w:jc w:val="both"/>
        <w:rPr>
          <w:sz w:val="28"/>
          <w:szCs w:val="24"/>
        </w:rPr>
      </w:pPr>
      <w:r w:rsidRPr="00995209">
        <w:rPr>
          <w:b/>
          <w:bCs/>
          <w:sz w:val="28"/>
          <w:szCs w:val="24"/>
        </w:rPr>
        <w:t>Защита территории от чрезвычайных ситуаций техногенного характера</w:t>
      </w:r>
    </w:p>
    <w:p w:rsidR="00AB1C3E" w:rsidRPr="009163E7" w:rsidRDefault="00AB1C3E" w:rsidP="00D22602">
      <w:pPr>
        <w:ind w:firstLine="709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  <w:r w:rsidRPr="009163E7">
        <w:rPr>
          <w:sz w:val="28"/>
          <w:szCs w:val="28"/>
        </w:rPr>
        <w:t>Обеспечение безопасности достигается следующими мероприятиями: соблюдение правовых норм, выполнение экологозащитных, отраслевых или ведомственных требований и правил, а также проведение комплекса организационных, экономических, эколого-защитных, санитарно-гигиенических, санитарно-эпидемиологических и специальных мероприятий</w:t>
      </w:r>
      <w:r w:rsidRPr="009163E7">
        <w:rPr>
          <w:color w:val="000000"/>
          <w:sz w:val="28"/>
          <w:szCs w:val="28"/>
          <w:shd w:val="clear" w:color="auto" w:fill="FFFFFF"/>
        </w:rPr>
        <w:t>, направленных на обеспечение защиты населения, объектов народного хозяйства и иного назначения, окружающей природной среды от опасностей в чрезвычайных ситуациях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.</w:t>
      </w:r>
    </w:p>
    <w:p w:rsidR="00AB1C3E" w:rsidRPr="00940EFA" w:rsidRDefault="00AB1C3E" w:rsidP="00D22602">
      <w:pPr>
        <w:ind w:firstLine="709"/>
        <w:jc w:val="both"/>
        <w:rPr>
          <w:color w:val="000000"/>
          <w:sz w:val="28"/>
          <w:szCs w:val="28"/>
        </w:rPr>
      </w:pPr>
      <w:r w:rsidRPr="00940EFA">
        <w:rPr>
          <w:color w:val="000000"/>
          <w:sz w:val="28"/>
          <w:szCs w:val="28"/>
        </w:rPr>
        <w:t xml:space="preserve">В соответствии со </w:t>
      </w:r>
      <w:r w:rsidRPr="00940EFA">
        <w:rPr>
          <w:bCs/>
          <w:color w:val="000000"/>
          <w:sz w:val="28"/>
          <w:szCs w:val="28"/>
        </w:rPr>
        <w:t>СНиП 2.07.01-89 «Градостроительство. Планировка и застройка городских и сельских поселений» л</w:t>
      </w:r>
      <w:r w:rsidRPr="00940EFA">
        <w:rPr>
          <w:color w:val="000000"/>
          <w:sz w:val="28"/>
          <w:szCs w:val="28"/>
        </w:rPr>
        <w:t>ини</w:t>
      </w:r>
      <w:r w:rsidR="00617822">
        <w:rPr>
          <w:color w:val="000000"/>
          <w:sz w:val="28"/>
          <w:szCs w:val="28"/>
        </w:rPr>
        <w:t xml:space="preserve">и оросительной сети </w:t>
      </w:r>
      <w:r w:rsidRPr="00940EFA">
        <w:rPr>
          <w:color w:val="000000"/>
          <w:sz w:val="28"/>
          <w:szCs w:val="28"/>
        </w:rPr>
        <w:t xml:space="preserve">запроектирована с таким расчетом, чтобы обеспечивался свободный доступ к коммуникациям </w:t>
      </w:r>
      <w:r w:rsidR="00617822">
        <w:rPr>
          <w:color w:val="000000"/>
          <w:sz w:val="28"/>
          <w:szCs w:val="28"/>
        </w:rPr>
        <w:t>и их обслуживанию</w:t>
      </w:r>
      <w:r w:rsidRPr="00940EFA">
        <w:rPr>
          <w:color w:val="000000"/>
          <w:sz w:val="28"/>
          <w:szCs w:val="28"/>
        </w:rPr>
        <w:t>.</w:t>
      </w:r>
    </w:p>
    <w:p w:rsidR="00AB1C3E" w:rsidRDefault="00AB1C3E" w:rsidP="00D22602">
      <w:pPr>
        <w:ind w:firstLine="709"/>
        <w:jc w:val="both"/>
        <w:rPr>
          <w:color w:val="000000"/>
          <w:sz w:val="28"/>
          <w:szCs w:val="28"/>
        </w:rPr>
      </w:pPr>
      <w:r w:rsidRPr="00C81CEB">
        <w:rPr>
          <w:color w:val="000000"/>
          <w:sz w:val="28"/>
          <w:szCs w:val="28"/>
        </w:rPr>
        <w:t>Источником техногенной чрезвычайной ситуации является опасное техногенное происшествие, в результате которого на объекте, определенной территории или акватории нарушаются нормальные условия жизни и деятельности людей, возникает угроза их жизни и здоровью, наносится ущерб имуществу населения, хозяйству и окружающей природной среде.</w:t>
      </w:r>
    </w:p>
    <w:p w:rsidR="00AB1C3E" w:rsidRPr="00C81CEB" w:rsidRDefault="00AB1C3E" w:rsidP="00D22602">
      <w:pPr>
        <w:ind w:firstLine="709"/>
        <w:jc w:val="both"/>
        <w:rPr>
          <w:color w:val="000000"/>
          <w:sz w:val="28"/>
          <w:szCs w:val="28"/>
        </w:rPr>
      </w:pPr>
      <w:r w:rsidRPr="00C81CEB">
        <w:rPr>
          <w:color w:val="000000"/>
          <w:sz w:val="28"/>
          <w:szCs w:val="28"/>
        </w:rPr>
        <w:t>На территории возможно возникновение следующих техногенных чрезвычайных ситуаций:</w:t>
      </w:r>
    </w:p>
    <w:p w:rsidR="00AB1C3E" w:rsidRPr="00BF0E64" w:rsidRDefault="00AB1C3E" w:rsidP="00B758A3">
      <w:pPr>
        <w:pStyle w:val="aff2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 w:rsidRPr="00BF0E64">
        <w:rPr>
          <w:color w:val="000000"/>
          <w:sz w:val="28"/>
          <w:szCs w:val="28"/>
        </w:rPr>
        <w:t>аварии на системах жизнеобеспечения;</w:t>
      </w:r>
    </w:p>
    <w:p w:rsidR="00AB1C3E" w:rsidRPr="00BF0E64" w:rsidRDefault="00AB1C3E" w:rsidP="00B758A3">
      <w:pPr>
        <w:pStyle w:val="aff2"/>
        <w:numPr>
          <w:ilvl w:val="0"/>
          <w:numId w:val="19"/>
        </w:numPr>
        <w:jc w:val="both"/>
        <w:rPr>
          <w:color w:val="000000"/>
          <w:sz w:val="28"/>
          <w:szCs w:val="28"/>
        </w:rPr>
      </w:pPr>
      <w:r w:rsidRPr="00BF0E64">
        <w:rPr>
          <w:color w:val="000000"/>
          <w:sz w:val="28"/>
          <w:szCs w:val="28"/>
        </w:rPr>
        <w:t>аварии на транспорте и транспортных коммуникациях.</w:t>
      </w:r>
    </w:p>
    <w:p w:rsidR="00AB1C3E" w:rsidRDefault="00AB1C3E" w:rsidP="00D22602">
      <w:pPr>
        <w:ind w:firstLine="709"/>
        <w:jc w:val="both"/>
        <w:rPr>
          <w:color w:val="000000"/>
          <w:sz w:val="28"/>
          <w:szCs w:val="28"/>
        </w:rPr>
      </w:pPr>
      <w:r w:rsidRPr="00C81CEB">
        <w:rPr>
          <w:color w:val="000000"/>
          <w:sz w:val="28"/>
          <w:szCs w:val="28"/>
        </w:rPr>
        <w:t xml:space="preserve">Аварии на системах </w:t>
      </w:r>
      <w:r w:rsidR="005C5D49">
        <w:rPr>
          <w:color w:val="000000"/>
          <w:sz w:val="28"/>
          <w:szCs w:val="28"/>
        </w:rPr>
        <w:t>орошения</w:t>
      </w:r>
      <w:r w:rsidRPr="00C81CEB">
        <w:rPr>
          <w:color w:val="000000"/>
          <w:sz w:val="28"/>
          <w:szCs w:val="28"/>
        </w:rPr>
        <w:t xml:space="preserve"> приводят к нарушению </w:t>
      </w:r>
      <w:r w:rsidR="005C5D49" w:rsidRPr="005C5D49">
        <w:rPr>
          <w:color w:val="000000"/>
          <w:sz w:val="28"/>
          <w:szCs w:val="28"/>
        </w:rPr>
        <w:t>обеспечени</w:t>
      </w:r>
      <w:r w:rsidR="005C5D49">
        <w:rPr>
          <w:color w:val="000000"/>
          <w:sz w:val="28"/>
          <w:szCs w:val="28"/>
        </w:rPr>
        <w:t>я</w:t>
      </w:r>
      <w:r w:rsidR="005C5D49" w:rsidRPr="005C5D49">
        <w:rPr>
          <w:color w:val="000000"/>
          <w:sz w:val="28"/>
          <w:szCs w:val="28"/>
        </w:rPr>
        <w:t xml:space="preserve"> оптимальной для роста и развития растений влажности в корнеобитаемом слое почвы с сохранением почвенного плодородия и благоприятной экологической обстановки на орошаемых землях и прилегающей территории</w:t>
      </w:r>
      <w:r w:rsidRPr="00C81CEB">
        <w:rPr>
          <w:color w:val="000000"/>
          <w:sz w:val="28"/>
          <w:szCs w:val="28"/>
        </w:rPr>
        <w:t>.</w:t>
      </w:r>
    </w:p>
    <w:p w:rsidR="00AB1C3E" w:rsidRDefault="00AB1C3E" w:rsidP="00D22602">
      <w:pPr>
        <w:ind w:firstLine="709"/>
        <w:jc w:val="both"/>
        <w:rPr>
          <w:color w:val="000000"/>
          <w:sz w:val="28"/>
          <w:szCs w:val="28"/>
        </w:rPr>
      </w:pPr>
      <w:r w:rsidRPr="00C81CEB">
        <w:rPr>
          <w:color w:val="000000"/>
          <w:sz w:val="28"/>
          <w:szCs w:val="28"/>
        </w:rPr>
        <w:t xml:space="preserve">Риски возникновения чрезвычайных ситуаций на сетях </w:t>
      </w:r>
      <w:r w:rsidR="005C5D49">
        <w:rPr>
          <w:color w:val="000000"/>
          <w:sz w:val="28"/>
          <w:szCs w:val="28"/>
        </w:rPr>
        <w:t>орошения</w:t>
      </w:r>
      <w:r w:rsidRPr="00C81CEB">
        <w:rPr>
          <w:color w:val="000000"/>
          <w:sz w:val="28"/>
          <w:szCs w:val="28"/>
        </w:rPr>
        <w:t xml:space="preserve"> в мирное время незначительные. Чрезвычайные ситуации возможны в случаях разрыва магистральных сетей, но из-за небольшого максимального диаметра и расхода воды, значительной угрозы такая ситуация не несет. Возможно на некоторое время прекращение подачи воды (до ликвидации аварии).</w:t>
      </w:r>
    </w:p>
    <w:p w:rsidR="004F1C6B" w:rsidRDefault="004F1C6B" w:rsidP="00D22602">
      <w:pPr>
        <w:ind w:firstLine="709"/>
        <w:jc w:val="both"/>
        <w:rPr>
          <w:color w:val="000000"/>
          <w:sz w:val="28"/>
          <w:szCs w:val="28"/>
        </w:rPr>
      </w:pPr>
    </w:p>
    <w:p w:rsidR="005E6EDA" w:rsidRPr="00CA660E" w:rsidRDefault="005E6EDA" w:rsidP="005E6EDA">
      <w:pPr>
        <w:ind w:left="170" w:firstLine="709"/>
        <w:rPr>
          <w:sz w:val="24"/>
          <w:szCs w:val="24"/>
        </w:rPr>
      </w:pPr>
    </w:p>
    <w:p w:rsidR="005E6EDA" w:rsidRPr="00C81EF2" w:rsidRDefault="00AB1C3E" w:rsidP="00C81EF2">
      <w:pPr>
        <w:keepNext/>
        <w:keepLines/>
        <w:ind w:left="284" w:right="142"/>
        <w:jc w:val="center"/>
        <w:outlineLvl w:val="1"/>
        <w:rPr>
          <w:b/>
          <w:sz w:val="28"/>
          <w:szCs w:val="26"/>
          <w:lang w:eastAsia="en-US"/>
        </w:rPr>
      </w:pPr>
      <w:bookmarkStart w:id="25" w:name="_Toc456104504"/>
      <w:r>
        <w:rPr>
          <w:b/>
          <w:sz w:val="28"/>
          <w:szCs w:val="26"/>
          <w:lang w:eastAsia="en-US"/>
        </w:rPr>
        <w:t>4</w:t>
      </w:r>
      <w:r w:rsidR="009453C9">
        <w:rPr>
          <w:b/>
          <w:sz w:val="28"/>
          <w:szCs w:val="26"/>
          <w:lang w:eastAsia="en-US"/>
        </w:rPr>
        <w:t>.</w:t>
      </w:r>
      <w:r w:rsidR="007238D9" w:rsidRPr="00C81EF2">
        <w:rPr>
          <w:b/>
          <w:sz w:val="28"/>
          <w:szCs w:val="26"/>
          <w:lang w:eastAsia="en-US"/>
        </w:rPr>
        <w:t xml:space="preserve"> </w:t>
      </w:r>
      <w:r w:rsidR="005E6EDA" w:rsidRPr="00C81EF2">
        <w:rPr>
          <w:b/>
          <w:sz w:val="28"/>
          <w:szCs w:val="26"/>
          <w:lang w:eastAsia="en-US"/>
        </w:rPr>
        <w:t xml:space="preserve"> </w:t>
      </w:r>
      <w:r w:rsidRPr="00C24A69">
        <w:rPr>
          <w:b/>
          <w:sz w:val="28"/>
          <w:szCs w:val="28"/>
        </w:rPr>
        <w:t>ОСНОВНАЯ ЧАСТЬ ПРОЕКТА ПЛАНИРОВКИ</w:t>
      </w:r>
      <w:bookmarkEnd w:id="25"/>
    </w:p>
    <w:p w:rsidR="00571238" w:rsidRPr="00C81EF2" w:rsidRDefault="00571238" w:rsidP="00C81EF2">
      <w:pPr>
        <w:ind w:firstLine="709"/>
        <w:jc w:val="both"/>
        <w:rPr>
          <w:sz w:val="28"/>
          <w:szCs w:val="24"/>
        </w:rPr>
      </w:pPr>
    </w:p>
    <w:p w:rsidR="00AB1C3E" w:rsidRDefault="00AB1C3E" w:rsidP="00AF41B3">
      <w:pPr>
        <w:ind w:firstLine="851"/>
        <w:jc w:val="both"/>
        <w:rPr>
          <w:sz w:val="28"/>
        </w:rPr>
      </w:pPr>
      <w:r w:rsidRPr="00E85371">
        <w:rPr>
          <w:b/>
          <w:sz w:val="28"/>
        </w:rPr>
        <w:t>Основные технико-экономические показатели проекта планировки</w:t>
      </w:r>
      <w:r>
        <w:rPr>
          <w:sz w:val="28"/>
        </w:rPr>
        <w:t xml:space="preserve"> </w:t>
      </w:r>
    </w:p>
    <w:p w:rsidR="00AB1C3E" w:rsidRDefault="00AB1C3E" w:rsidP="00AF41B3">
      <w:pPr>
        <w:ind w:firstLine="851"/>
        <w:jc w:val="both"/>
        <w:rPr>
          <w:sz w:val="28"/>
        </w:rPr>
      </w:pPr>
      <w:r>
        <w:rPr>
          <w:sz w:val="28"/>
        </w:rPr>
        <w:t xml:space="preserve">Материалы по обоснованию проекта планировки территории в графической форме, содержащие схему границ территории объектов культурного наследия, </w:t>
      </w:r>
      <w:r w:rsidRPr="00B563D8">
        <w:rPr>
          <w:sz w:val="28"/>
          <w:szCs w:val="28"/>
        </w:rPr>
        <w:t>функционального использования территории с выделением зеленых насаждений и элементов благоустройства</w:t>
      </w:r>
      <w:r w:rsidRPr="00B563D8">
        <w:rPr>
          <w:sz w:val="28"/>
        </w:rPr>
        <w:t xml:space="preserve">, </w:t>
      </w:r>
      <w:r w:rsidRPr="00B563D8">
        <w:rPr>
          <w:sz w:val="28"/>
          <w:szCs w:val="28"/>
        </w:rPr>
        <w:t xml:space="preserve">существующих, </w:t>
      </w:r>
      <w:r w:rsidRPr="00B563D8">
        <w:rPr>
          <w:color w:val="1F1F1F"/>
          <w:sz w:val="28"/>
          <w:szCs w:val="28"/>
        </w:rPr>
        <w:t>и проектируемых трасс магистральных сетей  и  сооружений водопровода,     канализации,      теплоснабжения,      газоснабжения, электроснабжения, телевидения, радио и связи, мест присоединения  этих сетей к городским магистральным линиям и сооружениям</w:t>
      </w:r>
      <w:r>
        <w:rPr>
          <w:color w:val="1F1F1F"/>
          <w:sz w:val="28"/>
          <w:szCs w:val="28"/>
        </w:rPr>
        <w:t xml:space="preserve"> </w:t>
      </w:r>
      <w:r>
        <w:rPr>
          <w:sz w:val="28"/>
        </w:rPr>
        <w:t xml:space="preserve">самостоятельно не разрабатывались в связи с тем, </w:t>
      </w:r>
      <w:r w:rsidRPr="00940EFA">
        <w:rPr>
          <w:sz w:val="28"/>
        </w:rPr>
        <w:t>что комплексно разработаны и утверждены в составе Генерального плана муниципального образования Новинский сельсовет Богородского муниципального района Нижегородской области.</w:t>
      </w:r>
      <w:r>
        <w:rPr>
          <w:sz w:val="28"/>
        </w:rPr>
        <w:t xml:space="preserve"> </w:t>
      </w:r>
    </w:p>
    <w:p w:rsidR="00AB1C3E" w:rsidRPr="009163E7" w:rsidRDefault="00AB1C3E" w:rsidP="00AF41B3">
      <w:pPr>
        <w:ind w:firstLine="851"/>
        <w:jc w:val="both"/>
        <w:rPr>
          <w:sz w:val="28"/>
        </w:rPr>
      </w:pPr>
      <w:r w:rsidRPr="009163E7">
        <w:rPr>
          <w:sz w:val="28"/>
        </w:rPr>
        <w:t xml:space="preserve">Основные технико-экономические показатели проекта планировки представлены в таблице </w:t>
      </w:r>
      <w:r>
        <w:rPr>
          <w:sz w:val="28"/>
        </w:rPr>
        <w:t>5</w:t>
      </w:r>
      <w:r w:rsidRPr="009163E7">
        <w:rPr>
          <w:sz w:val="28"/>
        </w:rPr>
        <w:t>.</w:t>
      </w:r>
    </w:p>
    <w:p w:rsidR="00AB1C3E" w:rsidRPr="009163E7" w:rsidRDefault="00AB1C3E" w:rsidP="00AF41B3">
      <w:pPr>
        <w:rPr>
          <w:sz w:val="28"/>
        </w:rPr>
      </w:pPr>
      <w:r w:rsidRPr="009163E7">
        <w:rPr>
          <w:sz w:val="28"/>
        </w:rPr>
        <w:t>Таблица </w:t>
      </w:r>
      <w:r>
        <w:rPr>
          <w:sz w:val="28"/>
        </w:rPr>
        <w:t>5</w:t>
      </w:r>
      <w:r w:rsidRPr="009163E7">
        <w:rPr>
          <w:sz w:val="28"/>
        </w:rPr>
        <w:t xml:space="preserve"> </w:t>
      </w:r>
      <w:r>
        <w:rPr>
          <w:sz w:val="28"/>
        </w:rPr>
        <w:t>–</w:t>
      </w:r>
      <w:r w:rsidRPr="009163E7">
        <w:rPr>
          <w:sz w:val="28"/>
        </w:rPr>
        <w:t xml:space="preserve"> Основные технико-экономические показатели проекта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8"/>
        <w:gridCol w:w="6168"/>
        <w:gridCol w:w="1376"/>
        <w:gridCol w:w="1770"/>
      </w:tblGrid>
      <w:tr w:rsidR="00AB1C3E" w:rsidRPr="009163E7" w:rsidTr="00BF0E64">
        <w:tc>
          <w:tcPr>
            <w:tcW w:w="532" w:type="pct"/>
            <w:shd w:val="clear" w:color="auto" w:fill="auto"/>
            <w:vAlign w:val="center"/>
          </w:tcPr>
          <w:p w:rsidR="00AB1C3E" w:rsidRPr="009163E7" w:rsidRDefault="00AB1C3E" w:rsidP="005C5D49">
            <w:pPr>
              <w:jc w:val="center"/>
              <w:rPr>
                <w:sz w:val="28"/>
              </w:rPr>
            </w:pPr>
            <w:r w:rsidRPr="009163E7">
              <w:rPr>
                <w:sz w:val="28"/>
              </w:rPr>
              <w:t>№</w:t>
            </w:r>
          </w:p>
        </w:tc>
        <w:tc>
          <w:tcPr>
            <w:tcW w:w="2958" w:type="pct"/>
            <w:shd w:val="clear" w:color="auto" w:fill="auto"/>
            <w:vAlign w:val="center"/>
          </w:tcPr>
          <w:p w:rsidR="00AB1C3E" w:rsidRPr="009163E7" w:rsidRDefault="00AB1C3E" w:rsidP="005C5D49">
            <w:pPr>
              <w:rPr>
                <w:sz w:val="28"/>
              </w:rPr>
            </w:pPr>
            <w:r w:rsidRPr="009163E7">
              <w:rPr>
                <w:sz w:val="28"/>
              </w:rPr>
              <w:t>Наименование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AB1C3E" w:rsidRPr="009163E7" w:rsidRDefault="00AB1C3E" w:rsidP="005C5D49">
            <w:pPr>
              <w:rPr>
                <w:sz w:val="28"/>
              </w:rPr>
            </w:pPr>
            <w:r w:rsidRPr="009163E7">
              <w:rPr>
                <w:sz w:val="28"/>
              </w:rPr>
              <w:t>Ед. изм.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AB1C3E" w:rsidRPr="009163E7" w:rsidRDefault="00AB1C3E" w:rsidP="005C5D49">
            <w:pPr>
              <w:rPr>
                <w:sz w:val="28"/>
              </w:rPr>
            </w:pPr>
            <w:r w:rsidRPr="009163E7">
              <w:rPr>
                <w:sz w:val="28"/>
              </w:rPr>
              <w:t>Количество</w:t>
            </w:r>
          </w:p>
        </w:tc>
      </w:tr>
      <w:tr w:rsidR="005C5D49" w:rsidRPr="009163E7" w:rsidTr="00BF0E64">
        <w:tc>
          <w:tcPr>
            <w:tcW w:w="532" w:type="pct"/>
            <w:shd w:val="clear" w:color="auto" w:fill="auto"/>
            <w:vAlign w:val="center"/>
          </w:tcPr>
          <w:p w:rsidR="005C5D49" w:rsidRPr="005C5D49" w:rsidRDefault="005C5D49" w:rsidP="00B758A3">
            <w:pPr>
              <w:pStyle w:val="aff2"/>
              <w:numPr>
                <w:ilvl w:val="0"/>
                <w:numId w:val="10"/>
              </w:numPr>
              <w:jc w:val="center"/>
              <w:rPr>
                <w:sz w:val="28"/>
              </w:rPr>
            </w:pPr>
          </w:p>
        </w:tc>
        <w:tc>
          <w:tcPr>
            <w:tcW w:w="2958" w:type="pct"/>
            <w:shd w:val="clear" w:color="auto" w:fill="auto"/>
            <w:vAlign w:val="center"/>
          </w:tcPr>
          <w:p w:rsidR="005C5D49" w:rsidRPr="009163E7" w:rsidRDefault="00AF41B3" w:rsidP="00AF41B3">
            <w:pPr>
              <w:rPr>
                <w:sz w:val="28"/>
              </w:rPr>
            </w:pPr>
            <w:r>
              <w:rPr>
                <w:rFonts w:eastAsia="MS Mincho"/>
                <w:bCs/>
                <w:sz w:val="28"/>
                <w:szCs w:val="28"/>
              </w:rPr>
              <w:t>Т</w:t>
            </w:r>
            <w:r w:rsidR="005C5D49">
              <w:rPr>
                <w:rFonts w:eastAsia="MS Mincho"/>
                <w:bCs/>
                <w:sz w:val="28"/>
                <w:szCs w:val="28"/>
              </w:rPr>
              <w:t>ерритория</w:t>
            </w:r>
            <w:r>
              <w:rPr>
                <w:rFonts w:eastAsia="MS Mincho"/>
                <w:bCs/>
                <w:sz w:val="28"/>
                <w:szCs w:val="28"/>
              </w:rPr>
              <w:t xml:space="preserve"> рассмотрения проекта планировки</w:t>
            </w:r>
            <w:r w:rsidR="005C5D49">
              <w:rPr>
                <w:rFonts w:eastAsia="MS Mincho"/>
                <w:bCs/>
                <w:sz w:val="28"/>
                <w:szCs w:val="28"/>
              </w:rPr>
              <w:t>, в том числе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5C5D49" w:rsidRPr="009163E7" w:rsidRDefault="005C5D49" w:rsidP="005C5D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га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5C5D49" w:rsidRPr="009163E7" w:rsidRDefault="00654655" w:rsidP="005C5D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1344,77</w:t>
            </w:r>
          </w:p>
        </w:tc>
      </w:tr>
      <w:tr w:rsidR="00AB1C3E" w:rsidRPr="009163E7" w:rsidTr="00BF0E64">
        <w:tc>
          <w:tcPr>
            <w:tcW w:w="532" w:type="pct"/>
            <w:shd w:val="clear" w:color="auto" w:fill="auto"/>
            <w:vAlign w:val="center"/>
          </w:tcPr>
          <w:p w:rsidR="00AB1C3E" w:rsidRPr="005C5D49" w:rsidRDefault="00AB1C3E" w:rsidP="00B758A3">
            <w:pPr>
              <w:pStyle w:val="aff2"/>
              <w:numPr>
                <w:ilvl w:val="1"/>
                <w:numId w:val="10"/>
              </w:numPr>
              <w:jc w:val="center"/>
              <w:rPr>
                <w:sz w:val="28"/>
              </w:rPr>
            </w:pPr>
          </w:p>
        </w:tc>
        <w:tc>
          <w:tcPr>
            <w:tcW w:w="2958" w:type="pct"/>
            <w:shd w:val="clear" w:color="auto" w:fill="auto"/>
            <w:vAlign w:val="center"/>
          </w:tcPr>
          <w:p w:rsidR="00AB1C3E" w:rsidRPr="009163E7" w:rsidRDefault="00AB1C3E" w:rsidP="00AF41B3">
            <w:pPr>
              <w:rPr>
                <w:sz w:val="28"/>
              </w:rPr>
            </w:pPr>
            <w:r w:rsidRPr="009163E7">
              <w:rPr>
                <w:sz w:val="28"/>
              </w:rPr>
              <w:t xml:space="preserve">Территория </w:t>
            </w:r>
            <w:r w:rsidR="005C5D49">
              <w:rPr>
                <w:sz w:val="28"/>
              </w:rPr>
              <w:t>разработки проекта</w:t>
            </w:r>
            <w:r w:rsidRPr="009163E7">
              <w:rPr>
                <w:sz w:val="28"/>
              </w:rPr>
              <w:t xml:space="preserve"> </w:t>
            </w:r>
            <w:r w:rsidR="00AF41B3">
              <w:rPr>
                <w:rFonts w:eastAsia="MS Mincho"/>
                <w:bCs/>
                <w:sz w:val="28"/>
                <w:szCs w:val="28"/>
              </w:rPr>
              <w:t>планировки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AB1C3E" w:rsidRPr="009163E7" w:rsidRDefault="00AB1C3E" w:rsidP="005C5D49">
            <w:pPr>
              <w:jc w:val="center"/>
              <w:rPr>
                <w:sz w:val="28"/>
              </w:rPr>
            </w:pPr>
            <w:r w:rsidRPr="009163E7">
              <w:rPr>
                <w:sz w:val="28"/>
              </w:rPr>
              <w:t>га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AB1C3E" w:rsidRPr="009163E7" w:rsidRDefault="00654655" w:rsidP="005C5D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506,6</w:t>
            </w:r>
          </w:p>
        </w:tc>
      </w:tr>
      <w:tr w:rsidR="00AB1C3E" w:rsidRPr="009163E7" w:rsidTr="00BF0E64">
        <w:tc>
          <w:tcPr>
            <w:tcW w:w="532" w:type="pct"/>
            <w:shd w:val="clear" w:color="auto" w:fill="auto"/>
            <w:vAlign w:val="center"/>
          </w:tcPr>
          <w:p w:rsidR="00AB1C3E" w:rsidRPr="005C5D49" w:rsidRDefault="00AB1C3E" w:rsidP="00B758A3">
            <w:pPr>
              <w:pStyle w:val="aff2"/>
              <w:numPr>
                <w:ilvl w:val="0"/>
                <w:numId w:val="10"/>
              </w:numPr>
              <w:jc w:val="center"/>
              <w:rPr>
                <w:sz w:val="28"/>
              </w:rPr>
            </w:pPr>
          </w:p>
        </w:tc>
        <w:tc>
          <w:tcPr>
            <w:tcW w:w="2958" w:type="pct"/>
            <w:shd w:val="clear" w:color="auto" w:fill="auto"/>
            <w:vAlign w:val="center"/>
          </w:tcPr>
          <w:p w:rsidR="00AB1C3E" w:rsidRPr="009163E7" w:rsidRDefault="00617822" w:rsidP="005C5D49">
            <w:pPr>
              <w:rPr>
                <w:sz w:val="28"/>
              </w:rPr>
            </w:pPr>
            <w:r w:rsidRPr="00617822">
              <w:rPr>
                <w:sz w:val="28"/>
              </w:rPr>
              <w:t>Протяженность трубопроводов</w:t>
            </w:r>
            <w:r w:rsidR="00654655">
              <w:rPr>
                <w:sz w:val="28"/>
              </w:rPr>
              <w:t>, в том числе: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AB1C3E" w:rsidRPr="009163E7" w:rsidRDefault="00617822" w:rsidP="005C5D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AB1C3E" w:rsidRDefault="00654655" w:rsidP="005C5D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15 668</w:t>
            </w:r>
          </w:p>
        </w:tc>
      </w:tr>
      <w:tr w:rsidR="00654655" w:rsidRPr="009163E7" w:rsidTr="00BF0E64">
        <w:tc>
          <w:tcPr>
            <w:tcW w:w="532" w:type="pct"/>
            <w:shd w:val="clear" w:color="auto" w:fill="auto"/>
            <w:vAlign w:val="center"/>
          </w:tcPr>
          <w:p w:rsidR="00654655" w:rsidRPr="005C5D49" w:rsidRDefault="00654655" w:rsidP="00B758A3">
            <w:pPr>
              <w:pStyle w:val="aff2"/>
              <w:numPr>
                <w:ilvl w:val="1"/>
                <w:numId w:val="10"/>
              </w:numPr>
              <w:jc w:val="center"/>
              <w:rPr>
                <w:sz w:val="28"/>
              </w:rPr>
            </w:pPr>
          </w:p>
        </w:tc>
        <w:tc>
          <w:tcPr>
            <w:tcW w:w="2958" w:type="pct"/>
            <w:shd w:val="clear" w:color="auto" w:fill="auto"/>
            <w:vAlign w:val="center"/>
          </w:tcPr>
          <w:p w:rsidR="00654655" w:rsidRPr="00617822" w:rsidRDefault="00654655" w:rsidP="005C5D49">
            <w:pPr>
              <w:rPr>
                <w:sz w:val="28"/>
              </w:rPr>
            </w:pPr>
            <w:r w:rsidRPr="00617822">
              <w:rPr>
                <w:sz w:val="28"/>
              </w:rPr>
              <w:t xml:space="preserve">Протяженность </w:t>
            </w:r>
            <w:r>
              <w:rPr>
                <w:sz w:val="28"/>
              </w:rPr>
              <w:t xml:space="preserve">подземных </w:t>
            </w:r>
            <w:r w:rsidRPr="00617822">
              <w:rPr>
                <w:sz w:val="28"/>
              </w:rPr>
              <w:t>трубопроводов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654655" w:rsidRDefault="00654655" w:rsidP="005C5D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654655" w:rsidRDefault="00654655" w:rsidP="005C5D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14 150</w:t>
            </w:r>
          </w:p>
        </w:tc>
      </w:tr>
      <w:tr w:rsidR="00654655" w:rsidRPr="009163E7" w:rsidTr="00BF0E64">
        <w:tc>
          <w:tcPr>
            <w:tcW w:w="532" w:type="pct"/>
            <w:shd w:val="clear" w:color="auto" w:fill="auto"/>
            <w:vAlign w:val="center"/>
          </w:tcPr>
          <w:p w:rsidR="00654655" w:rsidRPr="005C5D49" w:rsidRDefault="00654655" w:rsidP="00B758A3">
            <w:pPr>
              <w:pStyle w:val="aff2"/>
              <w:numPr>
                <w:ilvl w:val="1"/>
                <w:numId w:val="10"/>
              </w:numPr>
              <w:jc w:val="center"/>
              <w:rPr>
                <w:sz w:val="28"/>
              </w:rPr>
            </w:pPr>
          </w:p>
        </w:tc>
        <w:tc>
          <w:tcPr>
            <w:tcW w:w="2958" w:type="pct"/>
            <w:shd w:val="clear" w:color="auto" w:fill="auto"/>
            <w:vAlign w:val="center"/>
          </w:tcPr>
          <w:p w:rsidR="00654655" w:rsidRPr="00617822" w:rsidRDefault="00654655" w:rsidP="00654655">
            <w:pPr>
              <w:rPr>
                <w:sz w:val="28"/>
              </w:rPr>
            </w:pPr>
            <w:r w:rsidRPr="00617822">
              <w:rPr>
                <w:sz w:val="28"/>
              </w:rPr>
              <w:t xml:space="preserve">Протяженность </w:t>
            </w:r>
            <w:r>
              <w:rPr>
                <w:sz w:val="28"/>
              </w:rPr>
              <w:t xml:space="preserve">надземных </w:t>
            </w:r>
            <w:r w:rsidRPr="00617822">
              <w:rPr>
                <w:sz w:val="28"/>
              </w:rPr>
              <w:t>трубопроводов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654655" w:rsidRDefault="00654655" w:rsidP="005C5D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654655" w:rsidRDefault="00654655" w:rsidP="005C5D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1 518</w:t>
            </w:r>
          </w:p>
        </w:tc>
      </w:tr>
      <w:tr w:rsidR="00AB1C3E" w:rsidRPr="009163E7" w:rsidTr="00BF0E64">
        <w:tc>
          <w:tcPr>
            <w:tcW w:w="532" w:type="pct"/>
            <w:shd w:val="clear" w:color="auto" w:fill="auto"/>
            <w:vAlign w:val="center"/>
          </w:tcPr>
          <w:p w:rsidR="00AB1C3E" w:rsidRPr="005C5D49" w:rsidRDefault="00AB1C3E" w:rsidP="00B758A3">
            <w:pPr>
              <w:pStyle w:val="aff2"/>
              <w:numPr>
                <w:ilvl w:val="0"/>
                <w:numId w:val="10"/>
              </w:numPr>
              <w:jc w:val="center"/>
              <w:rPr>
                <w:sz w:val="28"/>
              </w:rPr>
            </w:pPr>
          </w:p>
        </w:tc>
        <w:tc>
          <w:tcPr>
            <w:tcW w:w="2958" w:type="pct"/>
            <w:shd w:val="clear" w:color="auto" w:fill="auto"/>
            <w:vAlign w:val="center"/>
          </w:tcPr>
          <w:p w:rsidR="00AB1C3E" w:rsidRPr="009163E7" w:rsidRDefault="00617822" w:rsidP="005C5D49">
            <w:pPr>
              <w:rPr>
                <w:sz w:val="28"/>
              </w:rPr>
            </w:pPr>
            <w:r>
              <w:rPr>
                <w:sz w:val="28"/>
              </w:rPr>
              <w:t xml:space="preserve">Орошаемая площадь </w:t>
            </w:r>
            <w:r w:rsidR="00AF41B3">
              <w:rPr>
                <w:sz w:val="28"/>
              </w:rPr>
              <w:t>брутто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AB1C3E" w:rsidRPr="009163E7" w:rsidRDefault="00617822" w:rsidP="005C5D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га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AB1C3E" w:rsidRDefault="007B1676" w:rsidP="005C5D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1226,4</w:t>
            </w:r>
          </w:p>
        </w:tc>
      </w:tr>
      <w:tr w:rsidR="00617822" w:rsidRPr="009163E7" w:rsidTr="00BF0E64">
        <w:tc>
          <w:tcPr>
            <w:tcW w:w="532" w:type="pct"/>
            <w:shd w:val="clear" w:color="auto" w:fill="auto"/>
            <w:vAlign w:val="center"/>
          </w:tcPr>
          <w:p w:rsidR="00617822" w:rsidRPr="005C5D49" w:rsidRDefault="00617822" w:rsidP="00B758A3">
            <w:pPr>
              <w:pStyle w:val="aff2"/>
              <w:numPr>
                <w:ilvl w:val="0"/>
                <w:numId w:val="10"/>
              </w:numPr>
              <w:jc w:val="center"/>
              <w:rPr>
                <w:sz w:val="28"/>
              </w:rPr>
            </w:pPr>
          </w:p>
        </w:tc>
        <w:tc>
          <w:tcPr>
            <w:tcW w:w="2958" w:type="pct"/>
            <w:shd w:val="clear" w:color="auto" w:fill="auto"/>
            <w:vAlign w:val="center"/>
          </w:tcPr>
          <w:p w:rsidR="00617822" w:rsidRDefault="005C5D49" w:rsidP="005C5D49">
            <w:pPr>
              <w:rPr>
                <w:sz w:val="28"/>
              </w:rPr>
            </w:pPr>
            <w:r>
              <w:rPr>
                <w:sz w:val="28"/>
              </w:rPr>
              <w:t>Суммарный расход воды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617822" w:rsidRDefault="005C5D49" w:rsidP="005C5D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Тыс. м3/год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617822" w:rsidRDefault="007B1676" w:rsidP="005C5D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375,1</w:t>
            </w:r>
          </w:p>
        </w:tc>
      </w:tr>
      <w:tr w:rsidR="00AB1C3E" w:rsidRPr="009163E7" w:rsidTr="00BF0E64">
        <w:tc>
          <w:tcPr>
            <w:tcW w:w="532" w:type="pct"/>
            <w:shd w:val="clear" w:color="auto" w:fill="auto"/>
            <w:vAlign w:val="center"/>
          </w:tcPr>
          <w:p w:rsidR="00AB1C3E" w:rsidRPr="005C5D49" w:rsidRDefault="00AB1C3E" w:rsidP="00B758A3">
            <w:pPr>
              <w:pStyle w:val="aff2"/>
              <w:numPr>
                <w:ilvl w:val="0"/>
                <w:numId w:val="10"/>
              </w:numPr>
              <w:jc w:val="center"/>
              <w:rPr>
                <w:sz w:val="28"/>
              </w:rPr>
            </w:pPr>
          </w:p>
        </w:tc>
        <w:tc>
          <w:tcPr>
            <w:tcW w:w="2958" w:type="pct"/>
            <w:shd w:val="clear" w:color="auto" w:fill="auto"/>
            <w:vAlign w:val="center"/>
          </w:tcPr>
          <w:p w:rsidR="00AB1C3E" w:rsidRDefault="00617822" w:rsidP="005C5D49">
            <w:pPr>
              <w:rPr>
                <w:sz w:val="28"/>
              </w:rPr>
            </w:pPr>
            <w:r>
              <w:rPr>
                <w:sz w:val="28"/>
              </w:rPr>
              <w:t>Мощность электропотребителей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AB1C3E" w:rsidRDefault="005C5D49" w:rsidP="005C5D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кВт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AB1C3E" w:rsidRDefault="007B1676" w:rsidP="005C5D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478,5</w:t>
            </w:r>
          </w:p>
        </w:tc>
      </w:tr>
    </w:tbl>
    <w:p w:rsidR="00197BE8" w:rsidRPr="005F16E5" w:rsidRDefault="00197BE8" w:rsidP="00197BE8">
      <w:pPr>
        <w:pStyle w:val="1b"/>
        <w:ind w:left="0" w:firstLine="709"/>
      </w:pPr>
    </w:p>
    <w:p w:rsidR="009C39BD" w:rsidRDefault="009C39BD" w:rsidP="005E6EDA">
      <w:pPr>
        <w:jc w:val="center"/>
        <w:rPr>
          <w:b/>
          <w:sz w:val="24"/>
          <w:szCs w:val="24"/>
          <w:u w:val="single"/>
        </w:rPr>
      </w:pPr>
    </w:p>
    <w:p w:rsidR="00352CCC" w:rsidRDefault="00352CCC" w:rsidP="006548F0">
      <w:pPr>
        <w:ind w:firstLine="709"/>
        <w:rPr>
          <w:sz w:val="28"/>
          <w:szCs w:val="28"/>
        </w:rPr>
      </w:pPr>
    </w:p>
    <w:p w:rsidR="00352CCC" w:rsidRDefault="00352CCC" w:rsidP="006548F0">
      <w:pPr>
        <w:ind w:firstLine="709"/>
        <w:rPr>
          <w:sz w:val="28"/>
          <w:szCs w:val="28"/>
        </w:rPr>
      </w:pPr>
    </w:p>
    <w:p w:rsidR="00352CCC" w:rsidRDefault="00352CCC" w:rsidP="006548F0">
      <w:pPr>
        <w:ind w:firstLine="709"/>
        <w:rPr>
          <w:sz w:val="28"/>
          <w:szCs w:val="28"/>
        </w:rPr>
      </w:pPr>
    </w:p>
    <w:p w:rsidR="00352CCC" w:rsidRDefault="00352CCC" w:rsidP="006548F0">
      <w:pPr>
        <w:ind w:firstLine="709"/>
        <w:rPr>
          <w:sz w:val="28"/>
          <w:szCs w:val="28"/>
        </w:rPr>
      </w:pPr>
    </w:p>
    <w:p w:rsidR="00352CCC" w:rsidRDefault="00352CCC" w:rsidP="006548F0">
      <w:pPr>
        <w:ind w:firstLine="709"/>
        <w:rPr>
          <w:sz w:val="28"/>
          <w:szCs w:val="28"/>
        </w:rPr>
      </w:pPr>
    </w:p>
    <w:p w:rsidR="00352CCC" w:rsidRDefault="00352CCC" w:rsidP="006548F0">
      <w:pPr>
        <w:ind w:firstLine="709"/>
        <w:rPr>
          <w:sz w:val="28"/>
          <w:szCs w:val="28"/>
        </w:rPr>
      </w:pPr>
    </w:p>
    <w:p w:rsidR="003967C3" w:rsidRDefault="003967C3" w:rsidP="003967C3">
      <w:pPr>
        <w:ind w:firstLine="709"/>
        <w:jc w:val="right"/>
        <w:rPr>
          <w:sz w:val="28"/>
          <w:szCs w:val="28"/>
        </w:rPr>
      </w:pPr>
    </w:p>
    <w:p w:rsidR="003967C3" w:rsidRDefault="003967C3" w:rsidP="003967C3">
      <w:pPr>
        <w:ind w:firstLine="709"/>
        <w:jc w:val="right"/>
        <w:rPr>
          <w:sz w:val="28"/>
          <w:szCs w:val="28"/>
        </w:rPr>
      </w:pPr>
    </w:p>
    <w:p w:rsidR="003967C3" w:rsidRDefault="003967C3" w:rsidP="003967C3">
      <w:pPr>
        <w:ind w:firstLine="709"/>
        <w:jc w:val="right"/>
        <w:rPr>
          <w:sz w:val="28"/>
          <w:szCs w:val="28"/>
        </w:rPr>
      </w:pPr>
    </w:p>
    <w:p w:rsidR="003967C3" w:rsidRDefault="003967C3" w:rsidP="003967C3">
      <w:pPr>
        <w:ind w:firstLine="709"/>
        <w:jc w:val="right"/>
        <w:rPr>
          <w:sz w:val="28"/>
          <w:szCs w:val="28"/>
        </w:rPr>
      </w:pPr>
    </w:p>
    <w:p w:rsidR="003967C3" w:rsidRDefault="003967C3" w:rsidP="003967C3">
      <w:pPr>
        <w:ind w:firstLine="709"/>
        <w:jc w:val="right"/>
        <w:rPr>
          <w:sz w:val="28"/>
          <w:szCs w:val="28"/>
        </w:rPr>
      </w:pPr>
    </w:p>
    <w:p w:rsidR="003967C3" w:rsidRDefault="003967C3" w:rsidP="003967C3">
      <w:pPr>
        <w:ind w:firstLine="709"/>
        <w:jc w:val="right"/>
        <w:rPr>
          <w:sz w:val="28"/>
          <w:szCs w:val="28"/>
        </w:rPr>
      </w:pPr>
    </w:p>
    <w:p w:rsidR="003967C3" w:rsidRDefault="003967C3" w:rsidP="003967C3">
      <w:pPr>
        <w:ind w:firstLine="709"/>
        <w:jc w:val="right"/>
        <w:rPr>
          <w:sz w:val="28"/>
          <w:szCs w:val="28"/>
        </w:rPr>
      </w:pPr>
    </w:p>
    <w:p w:rsidR="003967C3" w:rsidRDefault="003967C3" w:rsidP="003967C3">
      <w:pPr>
        <w:ind w:firstLine="709"/>
        <w:jc w:val="right"/>
        <w:rPr>
          <w:sz w:val="28"/>
          <w:szCs w:val="28"/>
        </w:rPr>
      </w:pPr>
    </w:p>
    <w:p w:rsidR="003967C3" w:rsidRDefault="003967C3" w:rsidP="003967C3">
      <w:pPr>
        <w:ind w:firstLine="709"/>
        <w:jc w:val="right"/>
        <w:rPr>
          <w:sz w:val="28"/>
          <w:szCs w:val="28"/>
        </w:rPr>
      </w:pPr>
    </w:p>
    <w:p w:rsidR="003967C3" w:rsidRDefault="003967C3" w:rsidP="003967C3">
      <w:pPr>
        <w:ind w:firstLine="709"/>
        <w:jc w:val="right"/>
        <w:rPr>
          <w:sz w:val="28"/>
          <w:szCs w:val="28"/>
        </w:rPr>
      </w:pPr>
    </w:p>
    <w:p w:rsidR="003967C3" w:rsidRDefault="003967C3" w:rsidP="003967C3">
      <w:pPr>
        <w:ind w:firstLine="709"/>
        <w:jc w:val="right"/>
        <w:rPr>
          <w:sz w:val="28"/>
          <w:szCs w:val="28"/>
        </w:rPr>
      </w:pPr>
    </w:p>
    <w:p w:rsidR="003967C3" w:rsidRDefault="003967C3" w:rsidP="003967C3">
      <w:pPr>
        <w:ind w:firstLine="709"/>
        <w:jc w:val="right"/>
        <w:rPr>
          <w:sz w:val="28"/>
          <w:szCs w:val="28"/>
        </w:rPr>
      </w:pPr>
    </w:p>
    <w:p w:rsidR="003967C3" w:rsidRDefault="003967C3" w:rsidP="003967C3">
      <w:pPr>
        <w:ind w:firstLine="709"/>
        <w:jc w:val="right"/>
        <w:rPr>
          <w:sz w:val="28"/>
          <w:szCs w:val="28"/>
        </w:rPr>
      </w:pPr>
    </w:p>
    <w:p w:rsidR="003967C3" w:rsidRDefault="003967C3" w:rsidP="003967C3">
      <w:pPr>
        <w:ind w:firstLine="709"/>
        <w:jc w:val="right"/>
        <w:rPr>
          <w:sz w:val="28"/>
          <w:szCs w:val="28"/>
        </w:rPr>
      </w:pPr>
    </w:p>
    <w:p w:rsidR="003967C3" w:rsidRDefault="003967C3" w:rsidP="003967C3">
      <w:pPr>
        <w:ind w:firstLine="709"/>
        <w:jc w:val="right"/>
        <w:rPr>
          <w:sz w:val="28"/>
          <w:szCs w:val="28"/>
        </w:rPr>
      </w:pPr>
    </w:p>
    <w:p w:rsidR="003967C3" w:rsidRDefault="003967C3" w:rsidP="003967C3">
      <w:pPr>
        <w:ind w:firstLine="709"/>
        <w:jc w:val="right"/>
        <w:rPr>
          <w:sz w:val="28"/>
          <w:szCs w:val="28"/>
        </w:rPr>
      </w:pPr>
    </w:p>
    <w:p w:rsidR="003967C3" w:rsidRDefault="003967C3" w:rsidP="003967C3">
      <w:pPr>
        <w:ind w:firstLine="709"/>
        <w:jc w:val="right"/>
        <w:rPr>
          <w:sz w:val="28"/>
          <w:szCs w:val="28"/>
        </w:rPr>
      </w:pPr>
    </w:p>
    <w:p w:rsidR="003967C3" w:rsidRDefault="003967C3" w:rsidP="003967C3">
      <w:pPr>
        <w:ind w:firstLine="709"/>
        <w:jc w:val="right"/>
        <w:rPr>
          <w:sz w:val="28"/>
          <w:szCs w:val="28"/>
        </w:rPr>
      </w:pPr>
    </w:p>
    <w:p w:rsidR="003967C3" w:rsidRDefault="003967C3" w:rsidP="003967C3">
      <w:pPr>
        <w:ind w:firstLine="709"/>
        <w:jc w:val="right"/>
        <w:rPr>
          <w:sz w:val="28"/>
          <w:szCs w:val="28"/>
        </w:rPr>
      </w:pPr>
    </w:p>
    <w:p w:rsidR="003967C3" w:rsidRDefault="003967C3" w:rsidP="003967C3">
      <w:pPr>
        <w:ind w:firstLine="709"/>
        <w:jc w:val="right"/>
        <w:rPr>
          <w:sz w:val="28"/>
          <w:szCs w:val="28"/>
        </w:rPr>
      </w:pPr>
    </w:p>
    <w:p w:rsidR="003967C3" w:rsidRDefault="003967C3" w:rsidP="003967C3">
      <w:pPr>
        <w:ind w:firstLine="709"/>
        <w:jc w:val="right"/>
        <w:rPr>
          <w:sz w:val="28"/>
          <w:szCs w:val="28"/>
        </w:rPr>
      </w:pPr>
    </w:p>
    <w:p w:rsidR="00352CCC" w:rsidRDefault="00352CCC" w:rsidP="003967C3">
      <w:pPr>
        <w:ind w:firstLine="709"/>
        <w:jc w:val="right"/>
        <w:rPr>
          <w:sz w:val="28"/>
          <w:szCs w:val="28"/>
        </w:rPr>
      </w:pPr>
    </w:p>
    <w:p w:rsidR="00352CCC" w:rsidRDefault="00352CCC" w:rsidP="003967C3">
      <w:pPr>
        <w:ind w:firstLine="709"/>
        <w:jc w:val="right"/>
        <w:rPr>
          <w:sz w:val="28"/>
          <w:szCs w:val="28"/>
        </w:rPr>
      </w:pPr>
    </w:p>
    <w:p w:rsidR="00352CCC" w:rsidRDefault="00352CCC" w:rsidP="003967C3">
      <w:pPr>
        <w:ind w:firstLine="709"/>
        <w:jc w:val="right"/>
        <w:rPr>
          <w:sz w:val="28"/>
          <w:szCs w:val="28"/>
        </w:rPr>
      </w:pPr>
    </w:p>
    <w:p w:rsidR="003967C3" w:rsidRDefault="003967C3" w:rsidP="003967C3">
      <w:pPr>
        <w:ind w:firstLine="709"/>
        <w:jc w:val="right"/>
        <w:rPr>
          <w:sz w:val="28"/>
          <w:szCs w:val="28"/>
        </w:rPr>
      </w:pPr>
    </w:p>
    <w:p w:rsidR="003967C3" w:rsidRDefault="003967C3" w:rsidP="003967C3">
      <w:pPr>
        <w:ind w:firstLine="709"/>
        <w:jc w:val="right"/>
        <w:rPr>
          <w:sz w:val="28"/>
          <w:szCs w:val="28"/>
        </w:rPr>
      </w:pPr>
    </w:p>
    <w:p w:rsidR="00C2615F" w:rsidRDefault="00C2615F" w:rsidP="00C261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pacing w:val="10"/>
          <w:sz w:val="28"/>
          <w:szCs w:val="28"/>
          <w:lang w:eastAsia="en-US"/>
        </w:rPr>
      </w:pPr>
    </w:p>
    <w:p w:rsidR="00352CCC" w:rsidRDefault="00352CCC" w:rsidP="00C261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pacing w:val="10"/>
          <w:sz w:val="28"/>
          <w:szCs w:val="28"/>
          <w:lang w:eastAsia="en-US"/>
        </w:rPr>
      </w:pPr>
    </w:p>
    <w:p w:rsidR="00352CCC" w:rsidRDefault="00352CCC" w:rsidP="00C261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pacing w:val="10"/>
          <w:sz w:val="28"/>
          <w:szCs w:val="28"/>
          <w:lang w:eastAsia="en-US"/>
        </w:rPr>
      </w:pPr>
    </w:p>
    <w:p w:rsidR="00352CCC" w:rsidRDefault="00352CCC" w:rsidP="00C261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pacing w:val="10"/>
          <w:sz w:val="28"/>
          <w:szCs w:val="28"/>
          <w:lang w:eastAsia="en-US"/>
        </w:rPr>
      </w:pPr>
    </w:p>
    <w:p w:rsidR="00352CCC" w:rsidRDefault="00352CCC" w:rsidP="00C261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pacing w:val="10"/>
          <w:sz w:val="28"/>
          <w:szCs w:val="28"/>
          <w:lang w:eastAsia="en-US"/>
        </w:rPr>
      </w:pPr>
    </w:p>
    <w:p w:rsidR="003967C3" w:rsidRDefault="003967C3" w:rsidP="003967C3">
      <w:pPr>
        <w:ind w:firstLine="709"/>
        <w:jc w:val="right"/>
        <w:rPr>
          <w:sz w:val="28"/>
          <w:szCs w:val="28"/>
        </w:rPr>
      </w:pPr>
    </w:p>
    <w:p w:rsidR="003967C3" w:rsidRDefault="003967C3" w:rsidP="003967C3">
      <w:pPr>
        <w:ind w:firstLine="709"/>
        <w:jc w:val="right"/>
        <w:rPr>
          <w:sz w:val="28"/>
          <w:szCs w:val="28"/>
        </w:rPr>
      </w:pPr>
    </w:p>
    <w:p w:rsidR="003967C3" w:rsidRPr="00C05495" w:rsidRDefault="003967C3" w:rsidP="003967C3">
      <w:pPr>
        <w:ind w:firstLine="709"/>
        <w:jc w:val="right"/>
        <w:rPr>
          <w:bCs/>
          <w:sz w:val="28"/>
          <w:szCs w:val="28"/>
        </w:rPr>
        <w:sectPr w:rsidR="003967C3" w:rsidRPr="00C05495" w:rsidSect="006107F2">
          <w:footerReference w:type="default" r:id="rId14"/>
          <w:pgSz w:w="11907" w:h="16840" w:code="9"/>
          <w:pgMar w:top="425" w:right="567" w:bottom="1276" w:left="1134" w:header="0" w:footer="686" w:gutter="0"/>
          <w:cols w:space="720"/>
          <w:docGrid w:linePitch="272"/>
        </w:sectPr>
      </w:pPr>
    </w:p>
    <w:p w:rsidR="0093065B" w:rsidRPr="00C05495" w:rsidRDefault="0093065B" w:rsidP="00CB5F1E">
      <w:pPr>
        <w:jc w:val="center"/>
        <w:rPr>
          <w:b/>
          <w:sz w:val="28"/>
          <w:szCs w:val="28"/>
        </w:rPr>
      </w:pPr>
    </w:p>
    <w:p w:rsidR="0093065B" w:rsidRPr="00C05495" w:rsidRDefault="0093065B" w:rsidP="00CB5F1E">
      <w:pPr>
        <w:jc w:val="center"/>
        <w:rPr>
          <w:b/>
          <w:sz w:val="28"/>
          <w:szCs w:val="28"/>
        </w:rPr>
      </w:pPr>
    </w:p>
    <w:sectPr w:rsidR="0093065B" w:rsidRPr="00C05495" w:rsidSect="00C82C9C">
      <w:headerReference w:type="default" r:id="rId15"/>
      <w:headerReference w:type="first" r:id="rId16"/>
      <w:footerReference w:type="first" r:id="rId17"/>
      <w:pgSz w:w="11907" w:h="16840" w:code="9"/>
      <w:pgMar w:top="1134" w:right="567" w:bottom="1134" w:left="1701" w:header="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A95" w:rsidRDefault="00AC5A95">
      <w:r>
        <w:separator/>
      </w:r>
    </w:p>
  </w:endnote>
  <w:endnote w:type="continuationSeparator" w:id="0">
    <w:p w:rsidR="00AC5A95" w:rsidRDefault="00AC5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Прямой Проп">
    <w:charset w:val="59"/>
    <w:family w:val="auto"/>
    <w:pitch w:val="variable"/>
    <w:sig w:usb0="01020000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d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A53" w:rsidRDefault="00AD2B01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31104" behindDoc="0" locked="0" layoutInCell="1" allowOverlap="1">
              <wp:simplePos x="0" y="0"/>
              <wp:positionH relativeFrom="column">
                <wp:posOffset>6172200</wp:posOffset>
              </wp:positionH>
              <wp:positionV relativeFrom="paragraph">
                <wp:posOffset>57150</wp:posOffset>
              </wp:positionV>
              <wp:extent cx="342900" cy="202565"/>
              <wp:effectExtent l="0" t="0" r="0" b="6985"/>
              <wp:wrapNone/>
              <wp:docPr id="190" name="Rectangle 3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02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Pr="000E7378" w:rsidRDefault="00E24FAC" w:rsidP="00AA0B45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</w:pPr>
                          <w:r w:rsidRPr="000E7378">
                            <w:rPr>
                              <w:rStyle w:val="ab"/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="000F3A53" w:rsidRPr="000E7378">
                            <w:rPr>
                              <w:rStyle w:val="ab"/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 w:rsidRPr="000E7378">
                            <w:rPr>
                              <w:rStyle w:val="ab"/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BF0E64">
                            <w:rPr>
                              <w:rStyle w:val="ab"/>
                              <w:rFonts w:ascii="Arial" w:hAnsi="Arial" w:cs="Arial"/>
                              <w:b/>
                              <w:noProof/>
                              <w:sz w:val="22"/>
                              <w:szCs w:val="22"/>
                            </w:rPr>
                            <w:t>21</w:t>
                          </w:r>
                          <w:r w:rsidRPr="000E7378">
                            <w:rPr>
                              <w:rStyle w:val="ab"/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22" o:spid="_x0000_s1026" style="position:absolute;margin-left:486pt;margin-top:4.5pt;width:27pt;height:15.9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" filled="f" stroked="f" strokeweight="1pt">
              <v:textbox inset="1pt,1pt,1pt,1pt">
                <w:txbxContent>
                  <w:p w:rsidR="000F3A53" w:rsidRPr="000E7378" w:rsidRDefault="00E24FAC" w:rsidP="00AA0B45">
                    <w:pPr>
                      <w:jc w:val="center"/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</w:pPr>
                    <w:r w:rsidRPr="000E7378">
                      <w:rPr>
                        <w:rStyle w:val="ab"/>
                        <w:rFonts w:ascii="Arial" w:hAnsi="Arial" w:cs="Arial"/>
                        <w:b/>
                        <w:sz w:val="22"/>
                        <w:szCs w:val="22"/>
                      </w:rPr>
                      <w:fldChar w:fldCharType="begin"/>
                    </w:r>
                    <w:r w:rsidR="000F3A53" w:rsidRPr="000E7378">
                      <w:rPr>
                        <w:rStyle w:val="ab"/>
                        <w:rFonts w:ascii="Arial" w:hAnsi="Arial" w:cs="Arial"/>
                        <w:b/>
                        <w:sz w:val="22"/>
                        <w:szCs w:val="22"/>
                      </w:rPr>
                      <w:instrText xml:space="preserve"> PAGE </w:instrText>
                    </w:r>
                    <w:r w:rsidRPr="000E7378">
                      <w:rPr>
                        <w:rStyle w:val="ab"/>
                        <w:rFonts w:ascii="Arial" w:hAnsi="Arial" w:cs="Arial"/>
                        <w:b/>
                        <w:sz w:val="22"/>
                        <w:szCs w:val="22"/>
                      </w:rPr>
                      <w:fldChar w:fldCharType="separate"/>
                    </w:r>
                    <w:r w:rsidR="00BF0E64">
                      <w:rPr>
                        <w:rStyle w:val="ab"/>
                        <w:rFonts w:ascii="Arial" w:hAnsi="Arial" w:cs="Arial"/>
                        <w:b/>
                        <w:noProof/>
                        <w:sz w:val="22"/>
                        <w:szCs w:val="22"/>
                      </w:rPr>
                      <w:t>21</w:t>
                    </w:r>
                    <w:r w:rsidRPr="000E7378">
                      <w:rPr>
                        <w:rStyle w:val="ab"/>
                        <w:rFonts w:ascii="Arial" w:hAnsi="Arial" w:cs="Arial"/>
                        <w:b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9056" behindDoc="0" locked="0" layoutInCell="1" allowOverlap="1">
              <wp:simplePos x="0" y="0"/>
              <wp:positionH relativeFrom="column">
                <wp:posOffset>2289810</wp:posOffset>
              </wp:positionH>
              <wp:positionV relativeFrom="page">
                <wp:posOffset>9825990</wp:posOffset>
              </wp:positionV>
              <wp:extent cx="3749675" cy="454660"/>
              <wp:effectExtent l="0" t="0" r="0" b="2540"/>
              <wp:wrapNone/>
              <wp:docPr id="189" name="Text Box 3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9675" cy="454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Pr="00650E9A" w:rsidRDefault="000F3A53" w:rsidP="00650E9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  <w:p w:rsidR="000F3A53" w:rsidRPr="009B387C" w:rsidRDefault="000F3A53" w:rsidP="004F01C9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4F01C9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7</w:t>
                          </w:r>
                          <w:r w:rsidRPr="004F01C9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/ППС - 16 – ППТ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- 2</w:t>
                          </w:r>
                          <w:r w:rsidRPr="009B387C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9B387C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ПЗ</w:t>
                          </w:r>
                        </w:p>
                        <w:p w:rsidR="000F3A53" w:rsidRDefault="000F3A53">
                          <w:pPr>
                            <w:jc w:val="center"/>
                          </w:pPr>
                        </w:p>
                        <w:p w:rsidR="000F3A53" w:rsidRDefault="000F3A53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82" o:spid="_x0000_s1027" type="#_x0000_t202" style="position:absolute;margin-left:180.3pt;margin-top:773.7pt;width:295.25pt;height:35.8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" filled="f" stroked="f" strokecolor="white">
              <v:textbox>
                <w:txbxContent>
                  <w:p w:rsidR="000F3A53" w:rsidRPr="00650E9A" w:rsidRDefault="000F3A53" w:rsidP="00650E9A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  <w:p w:rsidR="000F3A53" w:rsidRPr="009B387C" w:rsidRDefault="000F3A53" w:rsidP="004F01C9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4F01C9">
                      <w:rPr>
                        <w:rFonts w:ascii="Arial" w:hAnsi="Arial" w:cs="Arial"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7</w:t>
                    </w:r>
                    <w:r w:rsidRPr="004F01C9">
                      <w:rPr>
                        <w:rFonts w:ascii="Arial" w:hAnsi="Arial" w:cs="Arial"/>
                        <w:sz w:val="28"/>
                        <w:szCs w:val="28"/>
                      </w:rPr>
                      <w:t>/ППС - 16 – ППТ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- 2</w:t>
                    </w:r>
                    <w:r w:rsidRPr="009B387C">
                      <w:rPr>
                        <w:rFonts w:ascii="Arial" w:hAnsi="Arial" w:cs="Arial"/>
                        <w:sz w:val="28"/>
                        <w:szCs w:val="28"/>
                      </w:rPr>
                      <w:t>.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</w:t>
                    </w:r>
                    <w:r w:rsidRPr="009B387C">
                      <w:rPr>
                        <w:rFonts w:ascii="Arial" w:hAnsi="Arial" w:cs="Arial"/>
                        <w:sz w:val="28"/>
                        <w:szCs w:val="28"/>
                      </w:rPr>
                      <w:t>ПЗ</w:t>
                    </w:r>
                  </w:p>
                  <w:p w:rsidR="000F3A53" w:rsidRDefault="000F3A53">
                    <w:pPr>
                      <w:jc w:val="center"/>
                    </w:pPr>
                  </w:p>
                  <w:p w:rsidR="000F3A53" w:rsidRDefault="000F3A53">
                    <w:pPr>
                      <w:jc w:val="center"/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8032" behindDoc="0" locked="0" layoutInCell="1" allowOverlap="1">
              <wp:simplePos x="0" y="0"/>
              <wp:positionH relativeFrom="column">
                <wp:posOffset>6175375</wp:posOffset>
              </wp:positionH>
              <wp:positionV relativeFrom="paragraph">
                <wp:posOffset>-140970</wp:posOffset>
              </wp:positionV>
              <wp:extent cx="323850" cy="136525"/>
              <wp:effectExtent l="0" t="0" r="0" b="0"/>
              <wp:wrapNone/>
              <wp:docPr id="188" name="Rectangle 3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136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21" o:spid="_x0000_s1028" style="position:absolute;margin-left:486.25pt;margin-top:-11.1pt;width:25.5pt;height:10.7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" filled="f" stroked="f" strokeweight="1pt">
              <v:textbox inset="1pt,1pt,1pt,1pt">
                <w:txbxContent>
                  <w:p w:rsidR="000F3A53" w:rsidRDefault="000F3A53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7008" behindDoc="0" locked="0" layoutInCell="1" allowOverlap="1">
              <wp:simplePos x="0" y="0"/>
              <wp:positionH relativeFrom="column">
                <wp:posOffset>230505</wp:posOffset>
              </wp:positionH>
              <wp:positionV relativeFrom="paragraph">
                <wp:posOffset>198755</wp:posOffset>
              </wp:positionV>
              <wp:extent cx="361950" cy="141605"/>
              <wp:effectExtent l="0" t="0" r="0" b="0"/>
              <wp:wrapNone/>
              <wp:docPr id="187" name="Rectangle 3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1950" cy="141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Кол.уч.</w:t>
                          </w: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19" o:spid="_x0000_s1029" style="position:absolute;margin-left:18.15pt;margin-top:15.65pt;width:28.5pt;height:11.1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" filled="f" stroked="f" strokeweight="1.5pt">
              <v:textbox inset="0,1pt,0,1pt">
                <w:txbxContent>
                  <w:p w:rsidR="000F3A53" w:rsidRDefault="000F3A53">
                    <w:pPr>
                      <w:jc w:val="center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Кол.уч.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5984" behindDoc="0" locked="0" layoutInCell="1" allowOverlap="1">
              <wp:simplePos x="0" y="0"/>
              <wp:positionH relativeFrom="column">
                <wp:posOffset>582295</wp:posOffset>
              </wp:positionH>
              <wp:positionV relativeFrom="paragraph">
                <wp:posOffset>193040</wp:posOffset>
              </wp:positionV>
              <wp:extent cx="368935" cy="140970"/>
              <wp:effectExtent l="0" t="0" r="0" b="0"/>
              <wp:wrapNone/>
              <wp:docPr id="186" name="Rectangle 3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8935" cy="1409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18" o:spid="_x0000_s1030" style="position:absolute;margin-left:45.85pt;margin-top:15.2pt;width:29.05pt;height:11.1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" filled="f" stroked="f" strokeweight="1pt">
              <v:textbox inset="1pt,1pt,1pt,1pt">
                <w:txbxContent>
                  <w:p w:rsidR="000F3A53" w:rsidRDefault="000F3A53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4960" behindDoc="0" locked="0" layoutInCell="1" allowOverlap="1">
              <wp:simplePos x="0" y="0"/>
              <wp:positionH relativeFrom="column">
                <wp:posOffset>952500</wp:posOffset>
              </wp:positionH>
              <wp:positionV relativeFrom="paragraph">
                <wp:posOffset>192405</wp:posOffset>
              </wp:positionV>
              <wp:extent cx="356870" cy="127635"/>
              <wp:effectExtent l="0" t="0" r="5080" b="5715"/>
              <wp:wrapNone/>
              <wp:docPr id="183" name="Rectangle 3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687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№ док.</w:t>
                          </w: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17" o:spid="_x0000_s1031" style="position:absolute;margin-left:75pt;margin-top:15.15pt;width:28.1pt;height:10.0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" filled="f" stroked="f" strokeweight="1pt">
              <v:textbox inset="0,1pt,0,1pt">
                <w:txbxContent>
                  <w:p w:rsidR="000F3A53" w:rsidRDefault="000F3A53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№ док.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3936" behindDoc="0" locked="0" layoutInCell="1" allowOverlap="1">
              <wp:simplePos x="0" y="0"/>
              <wp:positionH relativeFrom="column">
                <wp:posOffset>1329055</wp:posOffset>
              </wp:positionH>
              <wp:positionV relativeFrom="paragraph">
                <wp:posOffset>189865</wp:posOffset>
              </wp:positionV>
              <wp:extent cx="525145" cy="132080"/>
              <wp:effectExtent l="0" t="0" r="8255" b="1270"/>
              <wp:wrapNone/>
              <wp:docPr id="182" name="Rectangle 3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5145" cy="132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Подпись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16" o:spid="_x0000_s1032" style="position:absolute;margin-left:104.65pt;margin-top:14.95pt;width:41.35pt;height:10.4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" filled="f" stroked="f" strokeweight="1pt">
              <v:textbox inset="1pt,1pt,1pt,1pt">
                <w:txbxContent>
                  <w:p w:rsidR="000F3A53" w:rsidRDefault="000F3A53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Подпись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2912" behindDoc="0" locked="0" layoutInCell="1" allowOverlap="1">
              <wp:simplePos x="0" y="0"/>
              <wp:positionH relativeFrom="column">
                <wp:posOffset>1875155</wp:posOffset>
              </wp:positionH>
              <wp:positionV relativeFrom="paragraph">
                <wp:posOffset>186690</wp:posOffset>
              </wp:positionV>
              <wp:extent cx="328930" cy="154305"/>
              <wp:effectExtent l="0" t="0" r="0" b="0"/>
              <wp:wrapNone/>
              <wp:docPr id="181" name="Rectangle 3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Дата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15" o:spid="_x0000_s1033" style="position:absolute;margin-left:147.65pt;margin-top:14.7pt;width:25.9pt;height:12.1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" filled="f" stroked="f" strokeweight="1pt">
              <v:textbox inset="1pt,1pt,1pt,1pt">
                <w:txbxContent>
                  <w:p w:rsidR="000F3A53" w:rsidRDefault="000F3A53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Дата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1888" behindDoc="0" locked="0" layoutInCell="1" allowOverlap="1">
              <wp:simplePos x="0" y="0"/>
              <wp:positionH relativeFrom="column">
                <wp:posOffset>-135890</wp:posOffset>
              </wp:positionH>
              <wp:positionV relativeFrom="paragraph">
                <wp:posOffset>170180</wp:posOffset>
              </wp:positionV>
              <wp:extent cx="2339975" cy="635"/>
              <wp:effectExtent l="0" t="0" r="22225" b="37465"/>
              <wp:wrapNone/>
              <wp:docPr id="180" name="Line 3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14" o:spid="_x0000_s1026" style="position:absolute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7pt,13.4pt" to="173.5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0864" behindDoc="0" locked="0" layoutInCell="1" allowOverlap="1">
              <wp:simplePos x="0" y="0"/>
              <wp:positionH relativeFrom="column">
                <wp:posOffset>-134620</wp:posOffset>
              </wp:positionH>
              <wp:positionV relativeFrom="paragraph">
                <wp:posOffset>-8255</wp:posOffset>
              </wp:positionV>
              <wp:extent cx="2339975" cy="635"/>
              <wp:effectExtent l="0" t="0" r="22225" b="37465"/>
              <wp:wrapNone/>
              <wp:docPr id="179" name="Line 3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13" o:spid="_x0000_s1026" style="position:absolute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6pt,-.65pt" to="173.65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9840" behindDoc="0" locked="0" layoutInCell="1" allowOverlap="1">
              <wp:simplePos x="0" y="0"/>
              <wp:positionH relativeFrom="column">
                <wp:posOffset>2211070</wp:posOffset>
              </wp:positionH>
              <wp:positionV relativeFrom="paragraph">
                <wp:posOffset>-188595</wp:posOffset>
              </wp:positionV>
              <wp:extent cx="635" cy="534035"/>
              <wp:effectExtent l="0" t="0" r="37465" b="18415"/>
              <wp:wrapNone/>
              <wp:docPr id="178" name="Line 3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340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12" o:spid="_x0000_s1026" style="position:absolute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4.1pt,-14.85pt" to="174.1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8816" behindDoc="0" locked="0" layoutInCell="1" allowOverlap="1">
              <wp:simplePos x="0" y="0"/>
              <wp:positionH relativeFrom="column">
                <wp:posOffset>1848485</wp:posOffset>
              </wp:positionH>
              <wp:positionV relativeFrom="paragraph">
                <wp:posOffset>-188595</wp:posOffset>
              </wp:positionV>
              <wp:extent cx="1270" cy="534035"/>
              <wp:effectExtent l="0" t="0" r="36830" b="18415"/>
              <wp:wrapNone/>
              <wp:docPr id="177" name="Line 3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70" cy="5340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11" o:spid="_x0000_s1026" style="position:absolute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55pt,-14.85pt" to="145.6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17792" behindDoc="0" locked="0" layoutInCell="1" allowOverlap="1">
              <wp:simplePos x="0" y="0"/>
              <wp:positionH relativeFrom="column">
                <wp:posOffset>1311274</wp:posOffset>
              </wp:positionH>
              <wp:positionV relativeFrom="paragraph">
                <wp:posOffset>-188595</wp:posOffset>
              </wp:positionV>
              <wp:extent cx="0" cy="534035"/>
              <wp:effectExtent l="0" t="0" r="19050" b="18415"/>
              <wp:wrapNone/>
              <wp:docPr id="176" name="Line 3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40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10" o:spid="_x0000_s1026" style="position:absolute;z-index:25161779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03.25pt,-14.85pt" to="103.2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16768" behindDoc="0" locked="0" layoutInCell="1" allowOverlap="1">
              <wp:simplePos x="0" y="0"/>
              <wp:positionH relativeFrom="column">
                <wp:posOffset>947419</wp:posOffset>
              </wp:positionH>
              <wp:positionV relativeFrom="paragraph">
                <wp:posOffset>-186690</wp:posOffset>
              </wp:positionV>
              <wp:extent cx="0" cy="534035"/>
              <wp:effectExtent l="0" t="0" r="19050" b="18415"/>
              <wp:wrapNone/>
              <wp:docPr id="127" name="Line 3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40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09" o:spid="_x0000_s1026" style="position:absolute;z-index:25161676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74.6pt,-14.7pt" to="74.6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15744" behindDoc="0" locked="0" layoutInCell="1" allowOverlap="1">
              <wp:simplePos x="0" y="0"/>
              <wp:positionH relativeFrom="column">
                <wp:posOffset>591184</wp:posOffset>
              </wp:positionH>
              <wp:positionV relativeFrom="paragraph">
                <wp:posOffset>-193675</wp:posOffset>
              </wp:positionV>
              <wp:extent cx="0" cy="533400"/>
              <wp:effectExtent l="0" t="0" r="19050" b="19050"/>
              <wp:wrapNone/>
              <wp:docPr id="126" name="Line 3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340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08" o:spid="_x0000_s1026" style="position:absolute;z-index:25161574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6.55pt,-15.25pt" to="46.55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14720" behindDoc="0" locked="0" layoutInCell="1" allowOverlap="1">
              <wp:simplePos x="0" y="0"/>
              <wp:positionH relativeFrom="column">
                <wp:posOffset>230504</wp:posOffset>
              </wp:positionH>
              <wp:positionV relativeFrom="paragraph">
                <wp:posOffset>-186690</wp:posOffset>
              </wp:positionV>
              <wp:extent cx="0" cy="534035"/>
              <wp:effectExtent l="0" t="0" r="19050" b="18415"/>
              <wp:wrapNone/>
              <wp:docPr id="125" name="Line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40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07" o:spid="_x0000_s1026" style="position:absolute;z-index:25161472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8.15pt,-14.7pt" to="18.15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3696" behindDoc="0" locked="0" layoutInCell="1" allowOverlap="1">
              <wp:simplePos x="0" y="0"/>
              <wp:positionH relativeFrom="column">
                <wp:posOffset>-144145</wp:posOffset>
              </wp:positionH>
              <wp:positionV relativeFrom="paragraph">
                <wp:posOffset>195580</wp:posOffset>
              </wp:positionV>
              <wp:extent cx="378460" cy="135890"/>
              <wp:effectExtent l="0" t="0" r="2540" b="0"/>
              <wp:wrapNone/>
              <wp:docPr id="124" name="Rectangle 3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78460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Изм.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03" o:spid="_x0000_s1034" style="position:absolute;margin-left:-11.35pt;margin-top:15.4pt;width:29.8pt;height:10.7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" filled="f" stroked="f" strokeweight="1pt">
              <v:textbox inset="1pt,1pt,1pt,1pt">
                <w:txbxContent>
                  <w:p w:rsidR="000F3A53" w:rsidRDefault="000F3A53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Изм.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12672" behindDoc="0" locked="0" layoutInCell="1" allowOverlap="1">
              <wp:simplePos x="0" y="0"/>
              <wp:positionH relativeFrom="column">
                <wp:posOffset>-1804670</wp:posOffset>
              </wp:positionH>
              <wp:positionV relativeFrom="paragraph">
                <wp:posOffset>-1337310</wp:posOffset>
              </wp:positionV>
              <wp:extent cx="2921000" cy="431800"/>
              <wp:effectExtent l="6350" t="0" r="19050" b="19050"/>
              <wp:wrapNone/>
              <wp:docPr id="116" name="Group 2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-5400000">
                        <a:off x="0" y="0"/>
                        <a:ext cx="2921000" cy="431800"/>
                        <a:chOff x="318" y="390"/>
                        <a:chExt cx="4679" cy="685"/>
                      </a:xfrm>
                    </wpg:grpSpPr>
                    <wps:wsp>
                      <wps:cNvPr id="117" name="Rectangle 295"/>
                      <wps:cNvSpPr>
                        <a:spLocks noChangeArrowheads="1"/>
                      </wps:cNvSpPr>
                      <wps:spPr bwMode="auto">
                        <a:xfrm rot="5400000">
                          <a:off x="2322" y="-1613"/>
                          <a:ext cx="671" cy="4679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8" name="Line 296"/>
                      <wps:cNvCnPr>
                        <a:cxnSpLocks noChangeShapeType="1"/>
                      </wps:cNvCnPr>
                      <wps:spPr bwMode="auto">
                        <a:xfrm rot="5400000" flipV="1">
                          <a:off x="2658" y="-1664"/>
                          <a:ext cx="1" cy="467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9" name="Line 297"/>
                      <wps:cNvCnPr>
                        <a:cxnSpLocks noChangeShapeType="1"/>
                      </wps:cNvCnPr>
                      <wps:spPr bwMode="auto">
                        <a:xfrm rot="5400000" flipH="1">
                          <a:off x="1353" y="729"/>
                          <a:ext cx="678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0" name="Line 298"/>
                      <wps:cNvCnPr>
                        <a:cxnSpLocks noChangeShapeType="1"/>
                      </wps:cNvCnPr>
                      <wps:spPr bwMode="auto">
                        <a:xfrm rot="16200000" flipV="1">
                          <a:off x="3278" y="732"/>
                          <a:ext cx="685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1" name="Rectangle 299"/>
                      <wps:cNvSpPr>
                        <a:spLocks noChangeArrowheads="1"/>
                      </wps:cNvSpPr>
                      <wps:spPr bwMode="auto">
                        <a:xfrm rot="5400000">
                          <a:off x="4167" y="-129"/>
                          <a:ext cx="237" cy="13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A53" w:rsidRDefault="000F3A53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</w:rPr>
                              <w:t>Взам. инв. №</w:t>
                            </w: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22" name="Rectangle 300"/>
                      <wps:cNvSpPr>
                        <a:spLocks noChangeArrowheads="1"/>
                      </wps:cNvSpPr>
                      <wps:spPr bwMode="auto">
                        <a:xfrm rot="5400000">
                          <a:off x="2528" y="-358"/>
                          <a:ext cx="250" cy="1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A53" w:rsidRDefault="000F3A53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</w:rPr>
                              <w:t>Подпись и дата</w:t>
                            </w:r>
                          </w:p>
                          <w:p w:rsidR="000F3A53" w:rsidRDefault="000F3A53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23" name="Rectangle 301"/>
                      <wps:cNvSpPr>
                        <a:spLocks noChangeArrowheads="1"/>
                      </wps:cNvSpPr>
                      <wps:spPr bwMode="auto">
                        <a:xfrm rot="5400000">
                          <a:off x="875" y="-144"/>
                          <a:ext cx="229" cy="13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A53" w:rsidRDefault="000F3A53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Инв. № подл.</w:t>
                            </w: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94" o:spid="_x0000_s1035" style="position:absolute;margin-left:-142.1pt;margin-top:-105.3pt;width:230pt;height:34pt;rotation:-90;z-index:251612672" coordorigin="318,390" coordsize="4679,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">
              <v:rect id="Rectangle 295" o:spid="_x0000_s1036" style="position:absolute;left:2322;top:-1613;width:671;height:4679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wiQsIA&#10;AADcAAAADwAAAGRycy9kb3ducmV2LnhtbERPS2sCMRC+F/wPYYTealYPrWyNIoJQDx7q+qC3YTPN&#10;hm4myyZd03/fCIK3+fies1gl14qB+mA9K5hOChDEtdeWjYJjtX2ZgwgRWWPrmRT8UYDVcvS0wFL7&#10;K3/ScIhG5BAOJSpoYuxKKUPdkMMw8R1x5r597zBm2Bupe7zmcNfKWVG8SoeWc0ODHW0aqn8Ov06B&#10;/Ur73cWd0mywvJnHylRnbZR6Hqf1O4hIKT7Ed/eHzvOnb3B7Jl8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XCJCwgAAANwAAAAPAAAAAAAAAAAAAAAAAJgCAABkcnMvZG93&#10;bnJldi54bWxQSwUGAAAAAAQABAD1AAAAhwMAAAAA&#10;" filled="f" strokeweight="1.5pt"/>
              <v:line id="Line 296" o:spid="_x0000_s1037" style="position:absolute;rotation:-90;flip:y;visibility:visible;mso-wrap-style:square" from="2658,-1664" to="2659,3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2NecYAAADcAAAADwAAAGRycy9kb3ducmV2LnhtbESPQWvCQBCF74X+h2UEL6Vu4qG00VXE&#10;UhEtgab+gDE7JsHsbMhuTfz3nUOhtxnem/e+Wa5H16ob9aHxbCCdJaCIS28brgycvj+eX0GFiGyx&#10;9UwG7hRgvXp8WGJm/cBfdCtipSSEQ4YG6hi7TOtQ1uQwzHxHLNrF9w6jrH2lbY+DhLtWz5PkRTts&#10;WBpq7GhbU3ktfpyBp/JtTP15+55Xh+Nwcrv8WHzmxkwn42YBKtIY/81/13sr+KnQyjMygV7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tjXnGAAAA3AAAAA8AAAAAAAAA&#10;AAAAAAAAoQIAAGRycy9kb3ducmV2LnhtbFBLBQYAAAAABAAEAPkAAACUAwAAAAA=&#10;" strokeweight="1.5pt">
                <v:stroke startarrowwidth="narrow" startarrowlength="short" endarrowwidth="narrow" endarrowlength="short"/>
              </v:line>
              <v:line id="Line 297" o:spid="_x0000_s1038" style="position:absolute;rotation:-90;flip:x;visibility:visible;mso-wrap-style:square" from="1353,729" to="2031,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Eo4sQAAADcAAAADwAAAGRycy9kb3ducmV2LnhtbERPzWrCQBC+C77DMkIv0mzSQzHRjYjS&#10;UqoETH2AMTtNQrOzIbs16dt3CwVv8/H9zmY7mU7caHCtZQVJFIMgrqxuuVZw+Xh5XIFwHlljZ5kU&#10;/JCDbT6fbTDTduQz3UpfixDCLkMFjfd9JqWrGjLoItsTB+7TDgZ9gEMt9YBjCDedfIrjZ2mw5dDQ&#10;YE/7hqqv8tsoWFbplNjr/lDU78fxYl6LY3kqlHpYTLs1CE+Tv4v/3W86zE9S+HsmXCD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ISjixAAAANwAAAAPAAAAAAAAAAAA&#10;AAAAAKECAABkcnMvZG93bnJldi54bWxQSwUGAAAAAAQABAD5AAAAkgMAAAAA&#10;" strokeweight="1.5pt">
                <v:stroke startarrowwidth="narrow" startarrowlength="short" endarrowwidth="narrow" endarrowlength="short"/>
              </v:line>
              <v:line id="Line 298" o:spid="_x0000_s1039" style="position:absolute;rotation:90;flip:y;visibility:visible;mso-wrap-style:square" from="3278,732" to="3963,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/uFMMAAADcAAAADwAAAGRycy9kb3ducmV2LnhtbESPT4vCMBDF7wt+hzCCtzW1B3GrUURw&#10;EcSDfy57m23GtthMSpLV+u2dg7C3Gd6b936zWPWuVXcKsfFsYDLOQBGX3jZcGbict58zUDEhW2w9&#10;k4EnRVgtBx8LLKx/8JHup1QpCeFYoIE6pa7QOpY1OYxj3xGLdvXBYZI1VNoGfEi4a3WeZVPtsGFp&#10;qLGjTU3l7fTnDPjbdPLT7je/5xzJ4vclHJ5fwZjRsF/PQSXq07/5fb2zgp8LvjwjE+jl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kv7hTDAAAA3AAAAA8AAAAAAAAAAAAA&#10;AAAAoQIAAGRycy9kb3ducmV2LnhtbFBLBQYAAAAABAAEAPkAAACRAwAAAAA=&#10;" strokeweight="1.5pt">
                <v:stroke startarrowwidth="narrow" startarrowlength="short" endarrowwidth="narrow" endarrowlength="short"/>
              </v:line>
              <v:rect id="Rectangle 299" o:spid="_x0000_s1040" style="position:absolute;left:4167;top:-129;width:237;height:130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2dBsQA&#10;AADcAAAADwAAAGRycy9kb3ducmV2LnhtbERPS4vCMBC+L/gfwgh7kTVVRKQaRRRB9OILXG9jM7bF&#10;ZtJtotb99RtB2Nt8fM8ZTWpTiDtVLresoNOOQBAnVuecKjjsF18DEM4jaywsk4InOZiMGx8jjLV9&#10;8JbuO5+KEMIuRgWZ92UspUsyMujatiQO3MVWBn2AVSp1hY8QbgrZjaK+NJhzaMiwpFlGyXV3MwrW&#10;J31d/GxMrZ/fv8fzvLW69JYrpT6b9XQIwlPt/8Vv91KH+d0OvJ4JF8jx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9nQbEAAAA3AAAAA8AAAAAAAAAAAAAAAAAmAIAAGRycy9k&#10;b3ducmV2LnhtbFBLBQYAAAAABAAEAPUAAACJAwAAAAA=&#10;" filled="f" stroked="f" strokeweight="1.5pt">
                <v:textbox style="layout-flow:vertical;mso-layout-flow-alt:bottom-to-top" inset="1pt,1pt,1pt,1pt">
                  <w:txbxContent>
                    <w:p w:rsidR="000F3A53" w:rsidRDefault="000F3A53">
                      <w:pPr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  <w:sz w:val="18"/>
                        </w:rPr>
                        <w:t>Взам. инв. №</w:t>
                      </w:r>
                    </w:p>
                  </w:txbxContent>
                </v:textbox>
              </v:rect>
              <v:rect id="Rectangle 300" o:spid="_x0000_s1041" style="position:absolute;left:2528;top:-358;width:250;height:176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8DccUA&#10;AADcAAAADwAAAGRycy9kb3ducmV2LnhtbERPTWvCQBC9F/oflil4KboxlCJpNqFUBNFLawX1Ns2O&#10;STA7G7OrRn+9Wyj0No/3OWnem0acqXO1ZQXjUQSCuLC65lLB+ns2nIBwHlljY5kUXMlBnj0+pJho&#10;e+EvOq98KUIIuwQVVN63iZSuqMigG9mWOHB72xn0AXal1B1eQrhpZBxFr9JgzaGhwpY+KioOq5NR&#10;sNzpw+z4aXp93d42P9Pnxf5lvlBq8NS/v4Hw1Pt/8Z97rsP8OIbfZ8IFMr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LwNxxQAAANwAAAAPAAAAAAAAAAAAAAAAAJgCAABkcnMv&#10;ZG93bnJldi54bWxQSwUGAAAAAAQABAD1AAAAigMAAAAA&#10;" filled="f" stroked="f" strokeweight="1.5pt">
                <v:textbox style="layout-flow:vertical;mso-layout-flow-alt:bottom-to-top" inset="1pt,1pt,1pt,1pt">
                  <w:txbxContent>
                    <w:p w:rsidR="000F3A53" w:rsidRDefault="000F3A53">
                      <w:pPr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  <w:sz w:val="18"/>
                        </w:rPr>
                        <w:t>Подпись и дата</w:t>
                      </w:r>
                    </w:p>
                    <w:p w:rsidR="000F3A53" w:rsidRDefault="000F3A53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rect>
              <v:rect id="Rectangle 301" o:spid="_x0000_s1042" style="position:absolute;left:875;top:-144;width:229;height:133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Om6sYA&#10;AADcAAAADwAAAGRycy9kb3ducmV2LnhtbERPS2vCQBC+F/oflhF6EbPxQZHoJhSLIPaittB6G7Nj&#10;EszOptmtxv56Vyj0Nh/fc+ZZZ2pxptZVlhUMoxgEcW51xYWCj/flYArCeWSNtWVScCUHWfr4MMdE&#10;2wtv6bzzhQgh7BJUUHrfJFK6vCSDLrINceCOtjXoA2wLqVu8hHBTy1EcP0uDFYeGEhtalJSfdj9G&#10;wdten5bfG9Pp69fv5+G1vz5OVmulnnrdywyEp87/i//cKx3mj8ZwfyZcI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Om6sYAAADcAAAADwAAAAAAAAAAAAAAAACYAgAAZHJz&#10;L2Rvd25yZXYueG1sUEsFBgAAAAAEAAQA9QAAAIsDAAAAAA==&#10;" filled="f" stroked="f" strokeweight="1.5pt">
                <v:textbox style="layout-flow:vertical;mso-layout-flow-alt:bottom-to-top" inset="1pt,1pt,1pt,1pt">
                  <w:txbxContent>
                    <w:p w:rsidR="000F3A53" w:rsidRDefault="000F3A53">
                      <w:pPr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  <w:sz w:val="18"/>
                        </w:rPr>
                        <w:t xml:space="preserve"> Инв. № подл.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11648" behindDoc="0" locked="0" layoutInCell="1" allowOverlap="1">
              <wp:simplePos x="0" y="0"/>
              <wp:positionH relativeFrom="column">
                <wp:posOffset>6159500</wp:posOffset>
              </wp:positionH>
              <wp:positionV relativeFrom="paragraph">
                <wp:posOffset>50164</wp:posOffset>
              </wp:positionV>
              <wp:extent cx="360045" cy="0"/>
              <wp:effectExtent l="0" t="0" r="20955" b="19050"/>
              <wp:wrapNone/>
              <wp:docPr id="115" name="Line 3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6004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06" o:spid="_x0000_s1026" style="position:absolute;flip:y;z-index:2516116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85pt,3.95pt" to="513.3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10624" behindDoc="0" locked="0" layoutInCell="1" allowOverlap="1">
              <wp:simplePos x="0" y="0"/>
              <wp:positionH relativeFrom="column">
                <wp:posOffset>6158229</wp:posOffset>
              </wp:positionH>
              <wp:positionV relativeFrom="paragraph">
                <wp:posOffset>-193675</wp:posOffset>
              </wp:positionV>
              <wp:extent cx="0" cy="533400"/>
              <wp:effectExtent l="0" t="0" r="19050" b="19050"/>
              <wp:wrapNone/>
              <wp:docPr id="114" name="Line 3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0" cy="53340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05" o:spid="_x0000_s1026" style="position:absolute;flip:x;z-index:25161062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84.9pt,-15.25pt" to="484.9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09600" behindDoc="0" locked="0" layoutInCell="1" allowOverlap="1">
              <wp:simplePos x="0" y="0"/>
              <wp:positionH relativeFrom="column">
                <wp:posOffset>-128905</wp:posOffset>
              </wp:positionH>
              <wp:positionV relativeFrom="paragraph">
                <wp:posOffset>-188595</wp:posOffset>
              </wp:positionV>
              <wp:extent cx="6659880" cy="1270"/>
              <wp:effectExtent l="0" t="0" r="26670" b="36830"/>
              <wp:wrapNone/>
              <wp:docPr id="113" name="Line 3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127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04" o:spid="_x0000_s1026" style="position:absolute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15pt,-14.85pt" to="514.25pt,-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" strokeweight="1.5pt">
              <v:stroke startarrowwidth="narrow" startarrowlength="short" endarrowwidth="narrow" endarrowlength="short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A53" w:rsidRDefault="000F3A53">
    <w:pPr>
      <w:pStyle w:val="a7"/>
      <w:rPr>
        <w:noProof/>
      </w:rPr>
    </w:pPr>
  </w:p>
  <w:p w:rsidR="000F3A53" w:rsidRDefault="000F3A53">
    <w:pPr>
      <w:pStyle w:val="a7"/>
    </w:pPr>
    <w:r>
      <w:rPr>
        <w:noProof/>
      </w:rPr>
      <w:drawing>
        <wp:anchor distT="0" distB="0" distL="114300" distR="114300" simplePos="0" relativeHeight="251607552" behindDoc="1" locked="0" layoutInCell="1" allowOverlap="1">
          <wp:simplePos x="0" y="0"/>
          <wp:positionH relativeFrom="column">
            <wp:posOffset>1522347</wp:posOffset>
          </wp:positionH>
          <wp:positionV relativeFrom="paragraph">
            <wp:posOffset>32211</wp:posOffset>
          </wp:positionV>
          <wp:extent cx="753627" cy="204301"/>
          <wp:effectExtent l="0" t="0" r="0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Подпись_шам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13" t="29760" r="3350" b="27685"/>
                  <a:stretch/>
                </pic:blipFill>
                <pic:spPr bwMode="auto">
                  <a:xfrm>
                    <a:off x="0" y="0"/>
                    <a:ext cx="753627" cy="20430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05504" behindDoc="1" locked="0" layoutInCell="1" allowOverlap="1">
          <wp:simplePos x="0" y="0"/>
          <wp:positionH relativeFrom="margin">
            <wp:posOffset>1359773</wp:posOffset>
          </wp:positionH>
          <wp:positionV relativeFrom="paragraph">
            <wp:posOffset>220743</wp:posOffset>
          </wp:positionV>
          <wp:extent cx="675455" cy="257908"/>
          <wp:effectExtent l="0" t="0" r="0" b="0"/>
          <wp:wrapNone/>
          <wp:docPr id="185" name="Рисунок 18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" name="Рисунок 146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729" b="7439"/>
                  <a:stretch/>
                </pic:blipFill>
                <pic:spPr bwMode="auto">
                  <a:xfrm>
                    <a:off x="0" y="0"/>
                    <a:ext cx="675455" cy="25790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709952" behindDoc="0" locked="0" layoutInCell="1" allowOverlap="1">
              <wp:simplePos x="0" y="0"/>
              <wp:positionH relativeFrom="column">
                <wp:posOffset>-212090</wp:posOffset>
              </wp:positionH>
              <wp:positionV relativeFrom="paragraph">
                <wp:posOffset>-4017010</wp:posOffset>
              </wp:positionV>
              <wp:extent cx="116840" cy="741680"/>
              <wp:effectExtent l="0" t="0" r="0" b="0"/>
              <wp:wrapNone/>
              <wp:docPr id="174" name="Text Box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840" cy="7416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Pr="00650E9A" w:rsidRDefault="000F3A53" w:rsidP="00650E9A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95" o:spid="_x0000_s1043" type="#_x0000_t202" style="position:absolute;margin-left:-16.7pt;margin-top:-316.3pt;width:9.2pt;height:58.4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" stroked="f" strokecolor="white">
              <v:fill opacity="0"/>
              <v:textbox style="layout-flow:vertical;mso-layout-flow-alt:bottom-to-top" inset="0,0,0,0">
                <w:txbxContent>
                  <w:p w:rsidR="000F3A53" w:rsidRPr="00650E9A" w:rsidRDefault="000F3A53" w:rsidP="00650E9A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708928" behindDoc="0" locked="0" layoutInCell="1" allowOverlap="1">
              <wp:simplePos x="0" y="0"/>
              <wp:positionH relativeFrom="column">
                <wp:posOffset>-403860</wp:posOffset>
              </wp:positionH>
              <wp:positionV relativeFrom="paragraph">
                <wp:posOffset>-4009390</wp:posOffset>
              </wp:positionV>
              <wp:extent cx="187325" cy="741680"/>
              <wp:effectExtent l="0" t="0" r="0" b="0"/>
              <wp:wrapNone/>
              <wp:docPr id="173" name="Text Box 3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325" cy="7416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Pr="00F9004A" w:rsidRDefault="000F3A53" w:rsidP="00F9004A"/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4" o:spid="_x0000_s1044" type="#_x0000_t202" style="position:absolute;margin-left:-31.8pt;margin-top:-315.7pt;width:14.75pt;height:58.4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" stroked="f" strokecolor="white">
              <v:fill opacity="0"/>
              <v:textbox style="layout-flow:vertical;mso-layout-flow-alt:bottom-to-top" inset="0,0,0,0">
                <w:txbxContent>
                  <w:p w:rsidR="000F3A53" w:rsidRPr="00F9004A" w:rsidRDefault="000F3A53" w:rsidP="00F9004A"/>
                </w:txbxContent>
              </v:textbox>
            </v:shap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707904" behindDoc="0" locked="0" layoutInCell="1" allowOverlap="1">
              <wp:simplePos x="0" y="0"/>
              <wp:positionH relativeFrom="column">
                <wp:posOffset>-504190</wp:posOffset>
              </wp:positionH>
              <wp:positionV relativeFrom="paragraph">
                <wp:posOffset>-4015105</wp:posOffset>
              </wp:positionV>
              <wp:extent cx="116205" cy="741680"/>
              <wp:effectExtent l="0" t="0" r="0" b="0"/>
              <wp:wrapNone/>
              <wp:docPr id="172" name="Text Box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" cy="7416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Pr="00F9004A" w:rsidRDefault="000F3A53" w:rsidP="00F9004A">
                          <w:pPr>
                            <w:rPr>
                              <w:szCs w:val="2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3" o:spid="_x0000_s1045" type="#_x0000_t202" style="position:absolute;margin-left:-39.7pt;margin-top:-316.15pt;width:9.15pt;height:58.4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" stroked="f" strokecolor="white">
              <v:fill opacity="0"/>
              <v:textbox style="layout-flow:vertical;mso-layout-flow-alt:bottom-to-top" inset="0,0,0,0">
                <w:txbxContent>
                  <w:p w:rsidR="000F3A53" w:rsidRPr="00F9004A" w:rsidRDefault="000F3A53" w:rsidP="00F9004A">
                    <w:pPr>
                      <w:rPr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706880" behindDoc="0" locked="0" layoutInCell="1" allowOverlap="1">
              <wp:simplePos x="0" y="0"/>
              <wp:positionH relativeFrom="column">
                <wp:posOffset>-222885</wp:posOffset>
              </wp:positionH>
              <wp:positionV relativeFrom="paragraph">
                <wp:posOffset>-3398520</wp:posOffset>
              </wp:positionV>
              <wp:extent cx="116205" cy="803910"/>
              <wp:effectExtent l="0" t="0" r="0" b="0"/>
              <wp:wrapNone/>
              <wp:docPr id="171" name="Text Box 3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" cy="803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Pr="00650E9A" w:rsidRDefault="000F3A53" w:rsidP="00650E9A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2" o:spid="_x0000_s1046" type="#_x0000_t202" style="position:absolute;margin-left:-17.55pt;margin-top:-267.6pt;width:9.15pt;height:63.3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" stroked="f" strokecolor="white">
              <v:fill opacity="0"/>
              <v:textbox style="layout-flow:vertical;mso-layout-flow-alt:bottom-to-top" inset="0,0,0,0">
                <w:txbxContent>
                  <w:p w:rsidR="000F3A53" w:rsidRPr="00650E9A" w:rsidRDefault="000F3A53" w:rsidP="00650E9A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705856" behindDoc="0" locked="0" layoutInCell="1" allowOverlap="1">
              <wp:simplePos x="0" y="0"/>
              <wp:positionH relativeFrom="column">
                <wp:posOffset>-364490</wp:posOffset>
              </wp:positionH>
              <wp:positionV relativeFrom="paragraph">
                <wp:posOffset>-3273425</wp:posOffset>
              </wp:positionV>
              <wp:extent cx="152400" cy="688975"/>
              <wp:effectExtent l="0" t="0" r="0" b="0"/>
              <wp:wrapNone/>
              <wp:docPr id="170" name="Text Box 3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6889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Pr="00F623EA" w:rsidRDefault="000F3A53">
                          <w:pPr>
                            <w:rPr>
                              <w:rFonts w:ascii="Arial" w:hAnsi="Arial" w:cs="Arial"/>
                              <w:spacing w:val="-20"/>
                              <w:sz w:val="18"/>
                              <w:szCs w:val="18"/>
                            </w:rPr>
                          </w:pPr>
                        </w:p>
                        <w:p w:rsidR="000F3A53" w:rsidRDefault="000F3A53"/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1" o:spid="_x0000_s1047" type="#_x0000_t202" style="position:absolute;margin-left:-28.7pt;margin-top:-257.75pt;width:12pt;height:54.2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" stroked="f" strokecolor="white">
              <v:fill opacity="0"/>
              <v:textbox style="layout-flow:vertical;mso-layout-flow-alt:bottom-to-top" inset="0,0,0,0">
                <w:txbxContent>
                  <w:p w:rsidR="000F3A53" w:rsidRPr="00F623EA" w:rsidRDefault="000F3A53">
                    <w:pPr>
                      <w:rPr>
                        <w:rFonts w:ascii="Arial" w:hAnsi="Arial" w:cs="Arial"/>
                        <w:spacing w:val="-20"/>
                        <w:sz w:val="18"/>
                        <w:szCs w:val="18"/>
                      </w:rPr>
                    </w:pPr>
                  </w:p>
                  <w:p w:rsidR="000F3A53" w:rsidRDefault="000F3A53"/>
                </w:txbxContent>
              </v:textbox>
            </v:shap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704832" behindDoc="0" locked="0" layoutInCell="1" allowOverlap="1">
              <wp:simplePos x="0" y="0"/>
              <wp:positionH relativeFrom="column">
                <wp:posOffset>-516890</wp:posOffset>
              </wp:positionH>
              <wp:positionV relativeFrom="paragraph">
                <wp:posOffset>-3273425</wp:posOffset>
              </wp:positionV>
              <wp:extent cx="151765" cy="688340"/>
              <wp:effectExtent l="0" t="0" r="0" b="0"/>
              <wp:wrapNone/>
              <wp:docPr id="169" name="Text Box 3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65" cy="6883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Pr="00F9004A" w:rsidRDefault="000F3A53" w:rsidP="00F9004A"/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0" o:spid="_x0000_s1048" type="#_x0000_t202" style="position:absolute;margin-left:-40.7pt;margin-top:-257.75pt;width:11.95pt;height:54.2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" stroked="f" strokecolor="white">
              <v:fill opacity="0"/>
              <v:textbox style="layout-flow:vertical;mso-layout-flow-alt:bottom-to-top" inset="0,0,0,0">
                <w:txbxContent>
                  <w:p w:rsidR="000F3A53" w:rsidRPr="00F9004A" w:rsidRDefault="000F3A53" w:rsidP="00F9004A"/>
                </w:txbxContent>
              </v:textbox>
            </v:shap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703808" behindDoc="0" locked="0" layoutInCell="1" allowOverlap="1">
              <wp:simplePos x="0" y="0"/>
              <wp:positionH relativeFrom="column">
                <wp:posOffset>5997575</wp:posOffset>
              </wp:positionH>
              <wp:positionV relativeFrom="paragraph">
                <wp:posOffset>-287655</wp:posOffset>
              </wp:positionV>
              <wp:extent cx="619760" cy="178435"/>
              <wp:effectExtent l="0" t="0" r="0" b="0"/>
              <wp:wrapNone/>
              <wp:docPr id="168" name="Text Box 3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9760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6" o:spid="_x0000_s1049" type="#_x0000_t202" style="position:absolute;margin-left:472.25pt;margin-top:-22.65pt;width:48.8pt;height:14.0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" stroked="f" strokecolor="white">
              <v:fill opacity="0"/>
              <v:textbox inset="0,0,0,0">
                <w:txbxContent>
                  <w:p w:rsidR="000F3A53" w:rsidRDefault="000F3A53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702784" behindDoc="0" locked="0" layoutInCell="1" allowOverlap="1">
              <wp:simplePos x="0" y="0"/>
              <wp:positionH relativeFrom="column">
                <wp:posOffset>4890135</wp:posOffset>
              </wp:positionH>
              <wp:positionV relativeFrom="paragraph">
                <wp:posOffset>-287655</wp:posOffset>
              </wp:positionV>
              <wp:extent cx="510540" cy="178435"/>
              <wp:effectExtent l="0" t="0" r="0" b="0"/>
              <wp:wrapNone/>
              <wp:docPr id="167" name="Text Box 3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0540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Pr="005D7629" w:rsidRDefault="000F3A53" w:rsidP="009C76C8">
                          <w:pPr>
                            <w:spacing w:line="200" w:lineRule="exact"/>
                            <w:jc w:val="center"/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>ППТ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5" o:spid="_x0000_s1050" type="#_x0000_t202" style="position:absolute;margin-left:385.05pt;margin-top:-22.65pt;width:40.2pt;height:14.0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" stroked="f" strokecolor="white">
              <v:fill opacity="0"/>
              <v:textbox inset="0,0,0,0">
                <w:txbxContent>
                  <w:p w:rsidR="000F3A53" w:rsidRPr="005D7629" w:rsidRDefault="000F3A53" w:rsidP="009C76C8">
                    <w:pPr>
                      <w:spacing w:line="200" w:lineRule="exact"/>
                      <w:jc w:val="center"/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>ППТ</w:t>
                    </w:r>
                  </w:p>
                </w:txbxContent>
              </v:textbox>
            </v:shap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701760" behindDoc="0" locked="0" layoutInCell="1" allowOverlap="1">
              <wp:simplePos x="0" y="0"/>
              <wp:positionH relativeFrom="column">
                <wp:posOffset>704850</wp:posOffset>
              </wp:positionH>
              <wp:positionV relativeFrom="paragraph">
                <wp:posOffset>220980</wp:posOffset>
              </wp:positionV>
              <wp:extent cx="733425" cy="210820"/>
              <wp:effectExtent l="0" t="0" r="0" b="0"/>
              <wp:wrapNone/>
              <wp:docPr id="166" name="Text Box 3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3425" cy="2108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Pr="00E342FD" w:rsidRDefault="000F3A53" w:rsidP="00C06691">
                          <w:pPr>
                            <w:rPr>
                              <w:szCs w:val="18"/>
                            </w:rPr>
                          </w:pPr>
                          <w:r>
                            <w:rPr>
                              <w:szCs w:val="18"/>
                            </w:rPr>
                            <w:t>Шаманиня</w:t>
                          </w:r>
                        </w:p>
                        <w:p w:rsidR="000F3A53" w:rsidRDefault="000F3A53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4" o:spid="_x0000_s1051" type="#_x0000_t202" style="position:absolute;margin-left:55.5pt;margin-top:17.4pt;width:57.75pt;height:16.6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" stroked="f" strokecolor="white">
              <v:fill opacity="0"/>
              <v:textbox inset="0,0,0,0">
                <w:txbxContent>
                  <w:p w:rsidR="000F3A53" w:rsidRPr="00E342FD" w:rsidRDefault="000F3A53" w:rsidP="00C06691">
                    <w:pPr>
                      <w:rPr>
                        <w:szCs w:val="18"/>
                      </w:rPr>
                    </w:pPr>
                    <w:r>
                      <w:rPr>
                        <w:szCs w:val="18"/>
                      </w:rPr>
                      <w:t>Шаманиня</w:t>
                    </w:r>
                  </w:p>
                  <w:p w:rsidR="000F3A53" w:rsidRDefault="000F3A53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700736" behindDoc="0" locked="0" layoutInCell="1" allowOverlap="1">
              <wp:simplePos x="0" y="0"/>
              <wp:positionH relativeFrom="column">
                <wp:posOffset>-31750</wp:posOffset>
              </wp:positionH>
              <wp:positionV relativeFrom="paragraph">
                <wp:posOffset>252095</wp:posOffset>
              </wp:positionV>
              <wp:extent cx="690880" cy="180340"/>
              <wp:effectExtent l="0" t="0" r="0" b="0"/>
              <wp:wrapNone/>
              <wp:docPr id="165" name="Text Box 3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0880" cy="1803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rPr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>Н.контр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3" o:spid="_x0000_s1052" type="#_x0000_t202" style="position:absolute;margin-left:-2.5pt;margin-top:19.85pt;width:54.4pt;height:14.2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" stroked="f" strokecolor="white">
              <v:fill opacity="0"/>
              <v:textbox inset="0,0,0,0">
                <w:txbxContent>
                  <w:p w:rsidR="000F3A53" w:rsidRDefault="000F3A53">
                    <w:pPr>
                      <w:rPr>
                        <w:szCs w:val="18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>Н.контр</w:t>
                    </w:r>
                  </w:p>
                </w:txbxContent>
              </v:textbox>
            </v:shap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99712" behindDoc="0" locked="0" layoutInCell="1" allowOverlap="1">
              <wp:simplePos x="0" y="0"/>
              <wp:positionH relativeFrom="column">
                <wp:posOffset>704850</wp:posOffset>
              </wp:positionH>
              <wp:positionV relativeFrom="paragraph">
                <wp:posOffset>45085</wp:posOffset>
              </wp:positionV>
              <wp:extent cx="676275" cy="198120"/>
              <wp:effectExtent l="0" t="0" r="0" b="0"/>
              <wp:wrapNone/>
              <wp:docPr id="164" name="Text Box 3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6275" cy="1981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r>
                            <w:t>Шаманина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2" o:spid="_x0000_s1053" type="#_x0000_t202" style="position:absolute;margin-left:55.5pt;margin-top:3.55pt;width:53.25pt;height:15.6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" stroked="f" strokecolor="white">
              <v:fill opacity="0"/>
              <v:textbox inset="0,0,0,0">
                <w:txbxContent>
                  <w:p w:rsidR="000F3A53" w:rsidRDefault="000F3A53">
                    <w:r>
                      <w:t>Шаманина</w:t>
                    </w:r>
                  </w:p>
                </w:txbxContent>
              </v:textbox>
            </v:shap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98688" behindDoc="0" locked="0" layoutInCell="1" allowOverlap="1">
              <wp:simplePos x="0" y="0"/>
              <wp:positionH relativeFrom="column">
                <wp:posOffset>-31750</wp:posOffset>
              </wp:positionH>
              <wp:positionV relativeFrom="paragraph">
                <wp:posOffset>45085</wp:posOffset>
              </wp:positionV>
              <wp:extent cx="671830" cy="188595"/>
              <wp:effectExtent l="0" t="0" r="0" b="0"/>
              <wp:wrapNone/>
              <wp:docPr id="163" name="Text Box 3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1830" cy="1885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Pr="00D544DF" w:rsidRDefault="000F3A53" w:rsidP="00D544DF">
                          <w:pPr>
                            <w:rPr>
                              <w:szCs w:val="18"/>
                            </w:rPr>
                          </w:pPr>
                          <w:r>
                            <w:rPr>
                              <w:szCs w:val="18"/>
                            </w:rPr>
                            <w:t>ГАП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1" o:spid="_x0000_s1054" type="#_x0000_t202" style="position:absolute;margin-left:-2.5pt;margin-top:3.55pt;width:52.9pt;height:14.8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" stroked="f" strokecolor="white">
              <v:fill opacity="0"/>
              <v:textbox inset="0,0,0,0">
                <w:txbxContent>
                  <w:p w:rsidR="000F3A53" w:rsidRPr="00D544DF" w:rsidRDefault="000F3A53" w:rsidP="00D544DF">
                    <w:pPr>
                      <w:rPr>
                        <w:szCs w:val="18"/>
                      </w:rPr>
                    </w:pPr>
                    <w:r>
                      <w:rPr>
                        <w:szCs w:val="18"/>
                      </w:rPr>
                      <w:t>ГАП</w:t>
                    </w:r>
                  </w:p>
                </w:txbxContent>
              </v:textbox>
            </v:shap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97664" behindDoc="0" locked="0" layoutInCell="1" allowOverlap="1">
              <wp:simplePos x="0" y="0"/>
              <wp:positionH relativeFrom="column">
                <wp:posOffset>704850</wp:posOffset>
              </wp:positionH>
              <wp:positionV relativeFrom="paragraph">
                <wp:posOffset>-140970</wp:posOffset>
              </wp:positionV>
              <wp:extent cx="695960" cy="186055"/>
              <wp:effectExtent l="0" t="0" r="0" b="0"/>
              <wp:wrapNone/>
              <wp:docPr id="162" name="Text Box 3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5960" cy="1860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Pr="00E342FD" w:rsidRDefault="000F3A53" w:rsidP="000E3A3A">
                          <w:pPr>
                            <w:rPr>
                              <w:szCs w:val="18"/>
                            </w:rPr>
                          </w:pPr>
                          <w:r>
                            <w:rPr>
                              <w:szCs w:val="18"/>
                            </w:rPr>
                            <w:t>Козлов</w:t>
                          </w:r>
                        </w:p>
                        <w:p w:rsidR="000F3A53" w:rsidRPr="00F9004A" w:rsidRDefault="000F3A53" w:rsidP="00F9004A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0" o:spid="_x0000_s1055" type="#_x0000_t202" style="position:absolute;margin-left:55.5pt;margin-top:-11.1pt;width:54.8pt;height:14.6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" stroked="f" strokecolor="white">
              <v:fill opacity="0"/>
              <v:textbox inset="0,0,0,0">
                <w:txbxContent>
                  <w:p w:rsidR="000F3A53" w:rsidRPr="00E342FD" w:rsidRDefault="000F3A53" w:rsidP="000E3A3A">
                    <w:pPr>
                      <w:rPr>
                        <w:szCs w:val="18"/>
                      </w:rPr>
                    </w:pPr>
                    <w:r>
                      <w:rPr>
                        <w:szCs w:val="18"/>
                      </w:rPr>
                      <w:t>Козлов</w:t>
                    </w:r>
                  </w:p>
                  <w:p w:rsidR="000F3A53" w:rsidRPr="00F9004A" w:rsidRDefault="000F3A53" w:rsidP="00F9004A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96640" behindDoc="0" locked="0" layoutInCell="1" allowOverlap="1">
              <wp:simplePos x="0" y="0"/>
              <wp:positionH relativeFrom="column">
                <wp:posOffset>-39370</wp:posOffset>
              </wp:positionH>
              <wp:positionV relativeFrom="paragraph">
                <wp:posOffset>-137160</wp:posOffset>
              </wp:positionV>
              <wp:extent cx="679450" cy="194310"/>
              <wp:effectExtent l="0" t="0" r="0" b="0"/>
              <wp:wrapNone/>
              <wp:docPr id="161" name="Text Box 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9450" cy="1943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Pr="00336350" w:rsidRDefault="000F3A53" w:rsidP="000E3A3A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ГИП</w:t>
                          </w:r>
                        </w:p>
                        <w:p w:rsidR="000F3A53" w:rsidRPr="00D544DF" w:rsidRDefault="000F3A53" w:rsidP="00D544DF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69" o:spid="_x0000_s1056" type="#_x0000_t202" style="position:absolute;margin-left:-3.1pt;margin-top:-10.8pt;width:53.5pt;height:15.3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" stroked="f" strokecolor="white">
              <v:fill opacity="0"/>
              <v:textbox inset="0,0,0,0">
                <w:txbxContent>
                  <w:p w:rsidR="000F3A53" w:rsidRPr="00336350" w:rsidRDefault="000F3A53" w:rsidP="000E3A3A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ГИП</w:t>
                    </w:r>
                  </w:p>
                  <w:p w:rsidR="000F3A53" w:rsidRPr="00D544DF" w:rsidRDefault="000F3A53" w:rsidP="00D544DF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95616" behindDoc="0" locked="0" layoutInCell="1" allowOverlap="1">
              <wp:simplePos x="0" y="0"/>
              <wp:positionH relativeFrom="column">
                <wp:posOffset>704850</wp:posOffset>
              </wp:positionH>
              <wp:positionV relativeFrom="paragraph">
                <wp:posOffset>-320675</wp:posOffset>
              </wp:positionV>
              <wp:extent cx="728980" cy="179705"/>
              <wp:effectExtent l="0" t="0" r="0" b="0"/>
              <wp:wrapNone/>
              <wp:docPr id="160" name="Text Box 3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980" cy="1797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Pr="00650E9A" w:rsidRDefault="000F3A53" w:rsidP="00650E9A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68" o:spid="_x0000_s1057" type="#_x0000_t202" style="position:absolute;margin-left:55.5pt;margin-top:-25.25pt;width:57.4pt;height:14.1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" stroked="f" strokecolor="white">
              <v:fill opacity="0"/>
              <v:textbox inset="0,0,0,0">
                <w:txbxContent>
                  <w:p w:rsidR="000F3A53" w:rsidRPr="00650E9A" w:rsidRDefault="000F3A53" w:rsidP="00650E9A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94592" behindDoc="0" locked="0" layoutInCell="1" allowOverlap="1">
              <wp:simplePos x="0" y="0"/>
              <wp:positionH relativeFrom="column">
                <wp:posOffset>708025</wp:posOffset>
              </wp:positionH>
              <wp:positionV relativeFrom="paragraph">
                <wp:posOffset>-484505</wp:posOffset>
              </wp:positionV>
              <wp:extent cx="692785" cy="177800"/>
              <wp:effectExtent l="0" t="0" r="0" b="0"/>
              <wp:wrapNone/>
              <wp:docPr id="159" name="Text Box 3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2785" cy="1778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Pr="00E342FD" w:rsidRDefault="000F3A53" w:rsidP="00E342FD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67" o:spid="_x0000_s1058" type="#_x0000_t202" style="position:absolute;margin-left:55.75pt;margin-top:-38.15pt;width:54.55pt;height:14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" stroked="f" strokecolor="white">
              <v:fill opacity="0"/>
              <v:textbox inset="0,0,0,0">
                <w:txbxContent>
                  <w:p w:rsidR="000F3A53" w:rsidRPr="00E342FD" w:rsidRDefault="000F3A53" w:rsidP="00E342FD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93568" behindDoc="0" locked="0" layoutInCell="1" allowOverlap="1">
              <wp:simplePos x="0" y="0"/>
              <wp:positionH relativeFrom="column">
                <wp:posOffset>2582545</wp:posOffset>
              </wp:positionH>
              <wp:positionV relativeFrom="paragraph">
                <wp:posOffset>-921385</wp:posOffset>
              </wp:positionV>
              <wp:extent cx="3818890" cy="342265"/>
              <wp:effectExtent l="0" t="0" r="0" b="0"/>
              <wp:wrapNone/>
              <wp:docPr id="158" name="Text Box 3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8890" cy="3422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Pr="009B387C" w:rsidRDefault="00B30570" w:rsidP="009B387C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30</w:t>
                          </w:r>
                          <w:r w:rsidR="000F3A53" w:rsidRPr="004F01C9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/ППС - 16 – ППТ</w:t>
                          </w:r>
                          <w:r w:rsidR="000F3A53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- 2</w:t>
                          </w:r>
                          <w:r w:rsidR="000F3A53" w:rsidRPr="009B387C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.</w:t>
                          </w:r>
                          <w:r w:rsidR="000F3A53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</w:t>
                          </w:r>
                          <w:r w:rsidR="000F3A53" w:rsidRPr="009B387C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ПЗ</w:t>
                          </w:r>
                        </w:p>
                        <w:p w:rsidR="000F3A53" w:rsidRPr="009B387C" w:rsidRDefault="000F3A53" w:rsidP="009B387C">
                          <w:pPr>
                            <w:rPr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66" o:spid="_x0000_s1059" type="#_x0000_t202" style="position:absolute;margin-left:203.35pt;margin-top:-72.55pt;width:300.7pt;height:26.9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" stroked="f" strokecolor="white">
              <v:fill opacity="0"/>
              <v:textbox>
                <w:txbxContent>
                  <w:p w:rsidR="000F3A53" w:rsidRPr="009B387C" w:rsidRDefault="00B30570" w:rsidP="009B387C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30</w:t>
                    </w:r>
                    <w:r w:rsidR="000F3A53" w:rsidRPr="004F01C9">
                      <w:rPr>
                        <w:rFonts w:ascii="Arial" w:hAnsi="Arial" w:cs="Arial"/>
                        <w:sz w:val="28"/>
                        <w:szCs w:val="28"/>
                      </w:rPr>
                      <w:t>/ППС - 16 – ППТ</w:t>
                    </w:r>
                    <w:r w:rsidR="000F3A53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- 2</w:t>
                    </w:r>
                    <w:r w:rsidR="000F3A53" w:rsidRPr="009B387C">
                      <w:rPr>
                        <w:rFonts w:ascii="Arial" w:hAnsi="Arial" w:cs="Arial"/>
                        <w:sz w:val="28"/>
                        <w:szCs w:val="28"/>
                      </w:rPr>
                      <w:t>.</w:t>
                    </w:r>
                    <w:r w:rsidR="000F3A53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</w:t>
                    </w:r>
                    <w:r w:rsidR="000F3A53" w:rsidRPr="009B387C">
                      <w:rPr>
                        <w:rFonts w:ascii="Arial" w:hAnsi="Arial" w:cs="Arial"/>
                        <w:sz w:val="28"/>
                        <w:szCs w:val="28"/>
                      </w:rPr>
                      <w:t>ПЗ</w:t>
                    </w:r>
                  </w:p>
                  <w:p w:rsidR="000F3A53" w:rsidRPr="009B387C" w:rsidRDefault="000F3A53" w:rsidP="009B387C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92544" behindDoc="0" locked="0" layoutInCell="1" allowOverlap="1">
              <wp:simplePos x="0" y="0"/>
              <wp:positionH relativeFrom="column">
                <wp:posOffset>2351405</wp:posOffset>
              </wp:positionH>
              <wp:positionV relativeFrom="paragraph">
                <wp:posOffset>-579120</wp:posOffset>
              </wp:positionV>
              <wp:extent cx="2430145" cy="883920"/>
              <wp:effectExtent l="0" t="0" r="0" b="0"/>
              <wp:wrapNone/>
              <wp:docPr id="157" name="Text Box 3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0145" cy="8839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 w:rsidP="00BD238C">
                          <w:pPr>
                            <w:spacing w:before="40" w:line="200" w:lineRule="exact"/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:rsidR="000F3A53" w:rsidRDefault="000F3A53" w:rsidP="00BD238C">
                          <w:pPr>
                            <w:spacing w:before="40" w:line="200" w:lineRule="exact"/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:rsidR="000F3A53" w:rsidRDefault="000F3A53" w:rsidP="00D7225C">
                          <w:pPr>
                            <w:spacing w:before="40" w:line="200" w:lineRule="exact"/>
                            <w:ind w:left="708"/>
                            <w:jc w:val="center"/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 w:rsidRPr="00CB6040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 xml:space="preserve">Пояснительная </w:t>
                          </w:r>
                        </w:p>
                        <w:p w:rsidR="000F3A53" w:rsidRPr="00CB6040" w:rsidRDefault="000F3A53" w:rsidP="00D7225C">
                          <w:pPr>
                            <w:spacing w:before="40" w:line="200" w:lineRule="exact"/>
                            <w:ind w:left="708"/>
                            <w:jc w:val="center"/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 w:rsidRPr="00CB6040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записка</w:t>
                          </w:r>
                        </w:p>
                      </w:txbxContent>
                    </wps:txbx>
                    <wps:bodyPr rot="0" vert="horz" wrap="square" lIns="0" tIns="144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65" o:spid="_x0000_s1060" type="#_x0000_t202" style="position:absolute;margin-left:185.15pt;margin-top:-45.6pt;width:191.35pt;height:69.6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" stroked="f" strokecolor="white">
              <v:fill opacity="0"/>
              <v:textbox inset="0,4mm,0,0">
                <w:txbxContent>
                  <w:p w:rsidR="000F3A53" w:rsidRDefault="000F3A53" w:rsidP="00BD238C">
                    <w:pPr>
                      <w:spacing w:before="40" w:line="200" w:lineRule="exact"/>
                      <w:jc w:val="center"/>
                      <w:rPr>
                        <w:rFonts w:ascii="Arial" w:hAnsi="Arial" w:cs="Arial"/>
                        <w:b/>
                      </w:rPr>
                    </w:pPr>
                  </w:p>
                  <w:p w:rsidR="000F3A53" w:rsidRDefault="000F3A53" w:rsidP="00BD238C">
                    <w:pPr>
                      <w:spacing w:before="40" w:line="200" w:lineRule="exact"/>
                      <w:jc w:val="center"/>
                      <w:rPr>
                        <w:rFonts w:ascii="Arial" w:hAnsi="Arial" w:cs="Arial"/>
                        <w:b/>
                      </w:rPr>
                    </w:pPr>
                  </w:p>
                  <w:p w:rsidR="000F3A53" w:rsidRDefault="000F3A53" w:rsidP="00D7225C">
                    <w:pPr>
                      <w:spacing w:before="40" w:line="200" w:lineRule="exact"/>
                      <w:ind w:left="708"/>
                      <w:jc w:val="center"/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 w:rsidRPr="00CB6040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 xml:space="preserve">Пояснительная </w:t>
                    </w:r>
                  </w:p>
                  <w:p w:rsidR="000F3A53" w:rsidRPr="00CB6040" w:rsidRDefault="000F3A53" w:rsidP="00D7225C">
                    <w:pPr>
                      <w:spacing w:before="40" w:line="200" w:lineRule="exact"/>
                      <w:ind w:left="708"/>
                      <w:jc w:val="center"/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 w:rsidRPr="00CB6040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записка</w:t>
                    </w:r>
                  </w:p>
                </w:txbxContent>
              </v:textbox>
            </v:shap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299" distR="114299" simplePos="0" relativeHeight="251691520" behindDoc="0" locked="0" layoutInCell="1" allowOverlap="1">
              <wp:simplePos x="0" y="0"/>
              <wp:positionH relativeFrom="column">
                <wp:posOffset>-365126</wp:posOffset>
              </wp:positionH>
              <wp:positionV relativeFrom="paragraph">
                <wp:posOffset>-4895850</wp:posOffset>
              </wp:positionV>
              <wp:extent cx="0" cy="2337435"/>
              <wp:effectExtent l="0" t="0" r="19050" b="24765"/>
              <wp:wrapNone/>
              <wp:docPr id="156" name="Line 3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3374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39" o:spid="_x0000_s1026" style="position:absolute;z-index:2516915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28.75pt,-385.5pt" to="-28.75pt,-20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"/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299" distR="114299" simplePos="0" relativeHeight="251690496" behindDoc="0" locked="0" layoutInCell="1" allowOverlap="1">
              <wp:simplePos x="0" y="0"/>
              <wp:positionH relativeFrom="column">
                <wp:posOffset>-505461</wp:posOffset>
              </wp:positionH>
              <wp:positionV relativeFrom="paragraph">
                <wp:posOffset>-4897755</wp:posOffset>
              </wp:positionV>
              <wp:extent cx="0" cy="2337435"/>
              <wp:effectExtent l="0" t="0" r="19050" b="24765"/>
              <wp:wrapNone/>
              <wp:docPr id="155" name="Line 3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3374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38" o:spid="_x0000_s1026" style="position:absolute;z-index:2516904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9.8pt,-385.65pt" to="-39.8pt,-20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"/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299" distR="114299" simplePos="0" relativeHeight="251689472" behindDoc="0" locked="0" layoutInCell="1" allowOverlap="1">
              <wp:simplePos x="0" y="0"/>
              <wp:positionH relativeFrom="column">
                <wp:posOffset>-222886</wp:posOffset>
              </wp:positionH>
              <wp:positionV relativeFrom="paragraph">
                <wp:posOffset>-4897755</wp:posOffset>
              </wp:positionV>
              <wp:extent cx="0" cy="2337435"/>
              <wp:effectExtent l="0" t="0" r="19050" b="24765"/>
              <wp:wrapNone/>
              <wp:docPr id="154" name="Line 3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3374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37" o:spid="_x0000_s1026" style="position:absolute;z-index:2516894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17.55pt,-385.65pt" to="-17.55pt,-20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"/>
          </w:pict>
        </mc:Fallback>
      </mc:AlternateContent>
    </w:r>
    <w:r w:rsidR="00AD2B01">
      <w:rPr>
        <w:noProof/>
      </w:rPr>
      <mc:AlternateContent>
        <mc:Choice Requires="wps">
          <w:drawing>
            <wp:anchor distT="4294967295" distB="4294967295" distL="114300" distR="114300" simplePos="0" relativeHeight="251688448" behindDoc="0" locked="0" layoutInCell="1" allowOverlap="1">
              <wp:simplePos x="0" y="0"/>
              <wp:positionH relativeFrom="column">
                <wp:posOffset>-504190</wp:posOffset>
              </wp:positionH>
              <wp:positionV relativeFrom="paragraph">
                <wp:posOffset>-3975736</wp:posOffset>
              </wp:positionV>
              <wp:extent cx="426085" cy="0"/>
              <wp:effectExtent l="0" t="0" r="12065" b="19050"/>
              <wp:wrapNone/>
              <wp:docPr id="153" name="Line 3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60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35" o:spid="_x0000_s1026" style="position:absolute;z-index:2516884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9.7pt,-313.05pt" to="-6.15pt,-3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OZ3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"/>
          </w:pict>
        </mc:Fallback>
      </mc:AlternateContent>
    </w:r>
    <w:r w:rsidR="00AD2B01">
      <w:rPr>
        <w:noProof/>
      </w:rPr>
      <mc:AlternateContent>
        <mc:Choice Requires="wps">
          <w:drawing>
            <wp:anchor distT="4294967295" distB="4294967295" distL="114300" distR="114300" simplePos="0" relativeHeight="251687424" behindDoc="0" locked="0" layoutInCell="1" allowOverlap="1">
              <wp:simplePos x="0" y="0"/>
              <wp:positionH relativeFrom="column">
                <wp:posOffset>-503555</wp:posOffset>
              </wp:positionH>
              <wp:positionV relativeFrom="paragraph">
                <wp:posOffset>-4516121</wp:posOffset>
              </wp:positionV>
              <wp:extent cx="426085" cy="0"/>
              <wp:effectExtent l="0" t="0" r="12065" b="19050"/>
              <wp:wrapNone/>
              <wp:docPr id="152" name="Line 3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60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34" o:spid="_x0000_s1026" style="position:absolute;z-index:2516874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9.65pt,-355.6pt" to="-6.1pt,-3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89V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"/>
          </w:pict>
        </mc:Fallback>
      </mc:AlternateContent>
    </w:r>
    <w:r w:rsidR="00AD2B01">
      <w:rPr>
        <w:noProof/>
      </w:rPr>
      <mc:AlternateContent>
        <mc:Choice Requires="wps">
          <w:drawing>
            <wp:anchor distT="4294967295" distB="4294967295" distL="114300" distR="114300" simplePos="0" relativeHeight="251686400" behindDoc="0" locked="0" layoutInCell="1" allowOverlap="1">
              <wp:simplePos x="0" y="0"/>
              <wp:positionH relativeFrom="column">
                <wp:posOffset>-504825</wp:posOffset>
              </wp:positionH>
              <wp:positionV relativeFrom="paragraph">
                <wp:posOffset>-3260091</wp:posOffset>
              </wp:positionV>
              <wp:extent cx="426085" cy="0"/>
              <wp:effectExtent l="0" t="0" r="12065" b="19050"/>
              <wp:wrapNone/>
              <wp:docPr id="151" name="Line 3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60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30" o:spid="_x0000_s1026" style="position:absolute;z-index:2516864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9.75pt,-256.7pt" to="-6.2pt,-2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ariFAIAACs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"/>
          </w:pict>
        </mc:Fallback>
      </mc:AlternateContent>
    </w:r>
    <w:r w:rsidR="00AD2B01">
      <w:rPr>
        <w:noProof/>
      </w:rPr>
      <mc:AlternateContent>
        <mc:Choice Requires="wps">
          <w:drawing>
            <wp:anchor distT="4294967295" distB="4294967295" distL="114300" distR="114300" simplePos="0" relativeHeight="251685376" behindDoc="0" locked="0" layoutInCell="1" allowOverlap="1">
              <wp:simplePos x="0" y="0"/>
              <wp:positionH relativeFrom="column">
                <wp:posOffset>-73660</wp:posOffset>
              </wp:positionH>
              <wp:positionV relativeFrom="paragraph">
                <wp:posOffset>-848361</wp:posOffset>
              </wp:positionV>
              <wp:extent cx="2368550" cy="0"/>
              <wp:effectExtent l="0" t="0" r="12700" b="19050"/>
              <wp:wrapNone/>
              <wp:docPr id="150" name="Line 3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685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5" o:spid="_x0000_s1026" style="position:absolute;z-index:2516853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8pt,-66.8pt" to="180.7pt,-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">
              <v:stroke startarrowwidth="narrow" startarrowlength="short" endarrowwidth="narrow" endarrowlength="short"/>
            </v:lin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84352" behindDoc="0" locked="0" layoutInCell="1" allowOverlap="1">
              <wp:simplePos x="0" y="0"/>
              <wp:positionH relativeFrom="column">
                <wp:posOffset>1019810</wp:posOffset>
              </wp:positionH>
              <wp:positionV relativeFrom="paragraph">
                <wp:posOffset>-1035050</wp:posOffset>
              </wp:positionV>
              <wp:extent cx="1270" cy="538480"/>
              <wp:effectExtent l="0" t="0" r="36830" b="13970"/>
              <wp:wrapNone/>
              <wp:docPr id="149" name="Line 3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70" cy="53848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4" o:spid="_x0000_s1026" style="position:absolute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3pt,-81.5pt" to="80.4pt,-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">
              <v:stroke startarrowwidth="narrow" startarrowlength="short" endarrowwidth="narrow" endarrowlength="short"/>
            </v:lin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83328" behindDoc="0" locked="0" layoutInCell="1" allowOverlap="1">
              <wp:simplePos x="0" y="0"/>
              <wp:positionH relativeFrom="column">
                <wp:posOffset>288925</wp:posOffset>
              </wp:positionH>
              <wp:positionV relativeFrom="paragraph">
                <wp:posOffset>-1035050</wp:posOffset>
              </wp:positionV>
              <wp:extent cx="1270" cy="538480"/>
              <wp:effectExtent l="0" t="0" r="36830" b="13970"/>
              <wp:wrapNone/>
              <wp:docPr id="148" name="Line 3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70" cy="53848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3" o:spid="_x0000_s1026" style="position:absolute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75pt,-81.5pt" to="22.85pt,-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">
              <v:stroke startarrowwidth="narrow" startarrowlength="short" endarrowwidth="narrow" endarrowlength="short"/>
            </v:lin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82304" behindDoc="0" locked="0" layoutInCell="1" allowOverlap="1">
              <wp:simplePos x="0" y="0"/>
              <wp:positionH relativeFrom="column">
                <wp:posOffset>-497840</wp:posOffset>
              </wp:positionH>
              <wp:positionV relativeFrom="paragraph">
                <wp:posOffset>-429895</wp:posOffset>
              </wp:positionV>
              <wp:extent cx="146050" cy="841375"/>
              <wp:effectExtent l="0" t="0" r="0" b="0"/>
              <wp:wrapNone/>
              <wp:docPr id="147" name="Rectangle 2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6050" cy="8413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 xml:space="preserve"> Инв. № подл.</w:t>
                          </w:r>
                        </w:p>
                      </w:txbxContent>
                    </wps:txbx>
                    <wps:bodyPr rot="0" vert="vert270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90" o:spid="_x0000_s1061" style="position:absolute;margin-left:-39.2pt;margin-top:-33.85pt;width:11.5pt;height:66.2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" stroked="f" strokeweight="1.5pt">
              <v:fill opacity="0"/>
              <v:textbox style="layout-flow:vertical;mso-layout-flow-alt:bottom-to-top" inset="1pt,1pt,1pt,1pt">
                <w:txbxContent>
                  <w:p w:rsidR="000F3A53" w:rsidRDefault="000F3A53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 xml:space="preserve"> Инв. № подл.</w:t>
                    </w:r>
                  </w:p>
                </w:txbxContent>
              </v:textbox>
            </v:rect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81280" behindDoc="0" locked="0" layoutInCell="1" allowOverlap="1">
              <wp:simplePos x="0" y="0"/>
              <wp:positionH relativeFrom="column">
                <wp:posOffset>-504190</wp:posOffset>
              </wp:positionH>
              <wp:positionV relativeFrom="paragraph">
                <wp:posOffset>-1612900</wp:posOffset>
              </wp:positionV>
              <wp:extent cx="159385" cy="1109345"/>
              <wp:effectExtent l="0" t="0" r="0" b="0"/>
              <wp:wrapNone/>
              <wp:docPr id="146" name="Rectangle 2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9385" cy="11093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>Подпись и дата</w:t>
                          </w:r>
                        </w:p>
                        <w:p w:rsidR="000F3A53" w:rsidRDefault="000F3A53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vert270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89" o:spid="_x0000_s1062" style="position:absolute;margin-left:-39.7pt;margin-top:-127pt;width:12.55pt;height:87.3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" stroked="f" strokeweight="1.5pt">
              <v:fill opacity="0"/>
              <v:textbox style="layout-flow:vertical;mso-layout-flow-alt:bottom-to-top" inset="1pt,1pt,1pt,1pt">
                <w:txbxContent>
                  <w:p w:rsidR="000F3A53" w:rsidRDefault="000F3A53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>Подпись и дата</w:t>
                    </w:r>
                  </w:p>
                  <w:p w:rsidR="000F3A53" w:rsidRDefault="000F3A53">
                    <w:pPr>
                      <w:rPr>
                        <w:sz w:val="18"/>
                      </w:rPr>
                    </w:pPr>
                  </w:p>
                </w:txbxContent>
              </v:textbox>
            </v:rect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80256" behindDoc="0" locked="0" layoutInCell="1" allowOverlap="1">
              <wp:simplePos x="0" y="0"/>
              <wp:positionH relativeFrom="column">
                <wp:posOffset>-508000</wp:posOffset>
              </wp:positionH>
              <wp:positionV relativeFrom="paragraph">
                <wp:posOffset>-2490470</wp:posOffset>
              </wp:positionV>
              <wp:extent cx="151765" cy="822960"/>
              <wp:effectExtent l="0" t="0" r="0" b="0"/>
              <wp:wrapNone/>
              <wp:docPr id="145" name="Rectangle 2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1765" cy="8229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>Взам. инв. №</w:t>
                          </w:r>
                        </w:p>
                      </w:txbxContent>
                    </wps:txbx>
                    <wps:bodyPr rot="0" vert="vert270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88" o:spid="_x0000_s1063" style="position:absolute;margin-left:-40pt;margin-top:-196.1pt;width:11.95pt;height:64.8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" stroked="f" strokeweight="1.5pt">
              <v:fill opacity="0"/>
              <v:textbox style="layout-flow:vertical;mso-layout-flow-alt:bottom-to-top" inset="1pt,1pt,1pt,1pt">
                <w:txbxContent>
                  <w:p w:rsidR="000F3A53" w:rsidRDefault="000F3A53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>Взам. инв. №</w:t>
                    </w:r>
                  </w:p>
                </w:txbxContent>
              </v:textbox>
            </v:rect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79232" behindDoc="0" locked="0" layoutInCell="1" allowOverlap="1">
              <wp:simplePos x="0" y="0"/>
              <wp:positionH relativeFrom="column">
                <wp:posOffset>-508635</wp:posOffset>
              </wp:positionH>
              <wp:positionV relativeFrom="paragraph">
                <wp:posOffset>-1668145</wp:posOffset>
              </wp:positionV>
              <wp:extent cx="436880" cy="635"/>
              <wp:effectExtent l="0" t="0" r="20320" b="37465"/>
              <wp:wrapNone/>
              <wp:docPr id="144" name="Line 2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10800000" flipV="1">
                        <a:off x="0" y="0"/>
                        <a:ext cx="43688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87" o:spid="_x0000_s1026" style="position:absolute;rotation:180;flip:y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0.05pt,-131.35pt" to="-5.65pt,-1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" strokeweight="1.5pt">
              <v:stroke startarrowwidth="narrow" startarrowlength="short" endarrowwidth="narrow" endarrowlength="short"/>
            </v:lin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4294967295" distB="4294967295" distL="114300" distR="114300" simplePos="0" relativeHeight="251678208" behindDoc="0" locked="0" layoutInCell="1" allowOverlap="1">
              <wp:simplePos x="0" y="0"/>
              <wp:positionH relativeFrom="column">
                <wp:posOffset>-509270</wp:posOffset>
              </wp:positionH>
              <wp:positionV relativeFrom="paragraph">
                <wp:posOffset>-451486</wp:posOffset>
              </wp:positionV>
              <wp:extent cx="433070" cy="0"/>
              <wp:effectExtent l="0" t="0" r="24130" b="19050"/>
              <wp:wrapNone/>
              <wp:docPr id="141" name="Line 2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3307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86" o:spid="_x0000_s1026" style="position:absolute;flip:x;z-index:2516782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0.1pt,-35.55pt" to="-6pt,-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" strokeweight="1.5pt">
              <v:stroke startarrowwidth="narrow" startarrowlength="short" endarrowwidth="narrow" endarrowlength="short"/>
            </v:lin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77184" behindDoc="0" locked="0" layoutInCell="1" allowOverlap="1">
              <wp:simplePos x="0" y="0"/>
              <wp:positionH relativeFrom="column">
                <wp:posOffset>-328295</wp:posOffset>
              </wp:positionH>
              <wp:positionV relativeFrom="paragraph">
                <wp:posOffset>-2548255</wp:posOffset>
              </wp:positionV>
              <wp:extent cx="635" cy="2948305"/>
              <wp:effectExtent l="0" t="0" r="37465" b="23495"/>
              <wp:wrapNone/>
              <wp:docPr id="140" name="Line 2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35" cy="294830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85" o:spid="_x0000_s1026" style="position:absolute;flip: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85pt,-200.65pt" to="-25.8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" strokeweight="1.5pt">
              <v:stroke startarrowwidth="narrow" startarrowlength="short" endarrowwidth="narrow" endarrowlength="short"/>
            </v:lin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76160" behindDoc="0" locked="0" layoutInCell="1" allowOverlap="1">
              <wp:simplePos x="0" y="0"/>
              <wp:positionH relativeFrom="column">
                <wp:posOffset>-508000</wp:posOffset>
              </wp:positionH>
              <wp:positionV relativeFrom="paragraph">
                <wp:posOffset>-2555240</wp:posOffset>
              </wp:positionV>
              <wp:extent cx="428625" cy="2951480"/>
              <wp:effectExtent l="0" t="0" r="28575" b="20320"/>
              <wp:wrapNone/>
              <wp:docPr id="139" name="Rectangle 2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28625" cy="29514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84" o:spid="_x0000_s1026" style="position:absolute;margin-left:-40pt;margin-top:-201.2pt;width:33.75pt;height:232.4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" strokeweight="1.5pt">
              <v:fill opacity="0"/>
            </v:rect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299" distR="114299" simplePos="0" relativeHeight="251675136" behindDoc="0" locked="0" layoutInCell="1" allowOverlap="1">
              <wp:simplePos x="0" y="0"/>
              <wp:positionH relativeFrom="column">
                <wp:posOffset>1383029</wp:posOffset>
              </wp:positionH>
              <wp:positionV relativeFrom="paragraph">
                <wp:posOffset>-1033145</wp:posOffset>
              </wp:positionV>
              <wp:extent cx="0" cy="1438910"/>
              <wp:effectExtent l="0" t="0" r="19050" b="27940"/>
              <wp:wrapNone/>
              <wp:docPr id="138" name="Line 2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43891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79" o:spid="_x0000_s1026" style="position:absolute;flip:y;z-index:251675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8.9pt,-81.35pt" to="108.9pt,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" strokeweight="1.5pt"/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299" distR="114299" simplePos="0" relativeHeight="251674112" behindDoc="0" locked="0" layoutInCell="1" allowOverlap="1">
              <wp:simplePos x="0" y="0"/>
              <wp:positionH relativeFrom="column">
                <wp:posOffset>651509</wp:posOffset>
              </wp:positionH>
              <wp:positionV relativeFrom="paragraph">
                <wp:posOffset>-1035050</wp:posOffset>
              </wp:positionV>
              <wp:extent cx="0" cy="1438910"/>
              <wp:effectExtent l="0" t="0" r="19050" b="27940"/>
              <wp:wrapNone/>
              <wp:docPr id="137" name="Line 2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0" cy="143891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76" o:spid="_x0000_s1026" style="position:absolute;flip:x;z-index:2516741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1.3pt,-81.5pt" to="51.3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" strokeweight="1.5pt">
              <v:stroke startarrowwidth="narrow" startarrowlength="short" endarrowwidth="narrow" endarrowlength="short"/>
            </v:lin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73088" behindDoc="0" locked="0" layoutInCell="1" allowOverlap="1">
              <wp:simplePos x="0" y="0"/>
              <wp:positionH relativeFrom="column">
                <wp:posOffset>-59690</wp:posOffset>
              </wp:positionH>
              <wp:positionV relativeFrom="paragraph">
                <wp:posOffset>-650875</wp:posOffset>
              </wp:positionV>
              <wp:extent cx="322580" cy="139065"/>
              <wp:effectExtent l="0" t="0" r="0" b="0"/>
              <wp:wrapNone/>
              <wp:docPr id="136" name="Rectangle 2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2580" cy="1390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Изм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74" o:spid="_x0000_s1064" style="position:absolute;margin-left:-4.7pt;margin-top:-51.25pt;width:25.4pt;height:10.9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" stroked="f" strokeweight="1pt">
              <v:fill opacity="0"/>
              <v:textbox inset="1pt,1pt,1pt,1pt">
                <w:txbxContent>
                  <w:p w:rsidR="000F3A53" w:rsidRDefault="000F3A53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Изм</w:t>
                    </w:r>
                    <w:r>
                      <w:rPr>
                        <w:rFonts w:ascii="Arial" w:hAnsi="Arial"/>
                        <w:sz w:val="16"/>
                      </w:rPr>
                      <w:t>.</w:t>
                    </w:r>
                  </w:p>
                </w:txbxContent>
              </v:textbox>
            </v:rect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72064" behindDoc="0" locked="0" layoutInCell="1" allowOverlap="1">
              <wp:simplePos x="0" y="0"/>
              <wp:positionH relativeFrom="column">
                <wp:posOffset>297180</wp:posOffset>
              </wp:positionH>
              <wp:positionV relativeFrom="paragraph">
                <wp:posOffset>-636905</wp:posOffset>
              </wp:positionV>
              <wp:extent cx="353060" cy="149860"/>
              <wp:effectExtent l="0" t="0" r="0" b="0"/>
              <wp:wrapNone/>
              <wp:docPr id="135" name="Rectangle 2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3060" cy="1498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Кол.уч.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73" o:spid="_x0000_s1065" style="position:absolute;margin-left:23.4pt;margin-top:-50.15pt;width:27.8pt;height:11.8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" stroked="f" strokeweight="1pt">
              <v:fill opacity="0"/>
              <v:textbox inset="0,0,0,0">
                <w:txbxContent>
                  <w:p w:rsidR="000F3A53" w:rsidRDefault="000F3A53">
                    <w:pPr>
                      <w:jc w:val="center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Кол.уч.</w:t>
                    </w:r>
                  </w:p>
                </w:txbxContent>
              </v:textbox>
            </v:rect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71040" behindDoc="0" locked="0" layoutInCell="1" allowOverlap="1">
              <wp:simplePos x="0" y="0"/>
              <wp:positionH relativeFrom="column">
                <wp:posOffset>681990</wp:posOffset>
              </wp:positionH>
              <wp:positionV relativeFrom="paragraph">
                <wp:posOffset>-648970</wp:posOffset>
              </wp:positionV>
              <wp:extent cx="313690" cy="129540"/>
              <wp:effectExtent l="0" t="0" r="0" b="0"/>
              <wp:wrapNone/>
              <wp:docPr id="134" name="Rectangle 2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3690" cy="1295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72" o:spid="_x0000_s1066" style="position:absolute;margin-left:53.7pt;margin-top:-51.1pt;width:24.7pt;height:10.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" stroked="f" strokeweight="1pt">
              <v:fill opacity="0"/>
              <v:textbox inset="1pt,1pt,1pt,1pt">
                <w:txbxContent>
                  <w:p w:rsidR="000F3A53" w:rsidRDefault="000F3A53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70016" behindDoc="0" locked="0" layoutInCell="1" allowOverlap="1">
              <wp:simplePos x="0" y="0"/>
              <wp:positionH relativeFrom="column">
                <wp:posOffset>1029335</wp:posOffset>
              </wp:positionH>
              <wp:positionV relativeFrom="paragraph">
                <wp:posOffset>-646430</wp:posOffset>
              </wp:positionV>
              <wp:extent cx="351790" cy="144145"/>
              <wp:effectExtent l="0" t="0" r="0" b="0"/>
              <wp:wrapNone/>
              <wp:docPr id="133" name="Rectangle 2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1790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№ док.</w:t>
                          </w: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71" o:spid="_x0000_s1067" style="position:absolute;margin-left:81.05pt;margin-top:-50.9pt;width:27.7pt;height:11.3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" stroked="f" strokeweight="1pt">
              <v:fill opacity="0"/>
              <v:textbox inset="0,1pt,0,1pt">
                <w:txbxContent>
                  <w:p w:rsidR="000F3A53" w:rsidRDefault="000F3A53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№ док.</w:t>
                    </w:r>
                  </w:p>
                </w:txbxContent>
              </v:textbox>
            </v:rect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68992" behindDoc="0" locked="0" layoutInCell="1" allowOverlap="1">
              <wp:simplePos x="0" y="0"/>
              <wp:positionH relativeFrom="column">
                <wp:posOffset>1400810</wp:posOffset>
              </wp:positionH>
              <wp:positionV relativeFrom="paragraph">
                <wp:posOffset>-647700</wp:posOffset>
              </wp:positionV>
              <wp:extent cx="516255" cy="158115"/>
              <wp:effectExtent l="0" t="0" r="0" b="0"/>
              <wp:wrapNone/>
              <wp:docPr id="132" name="Rectangle 2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6255" cy="1581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Подпись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70" o:spid="_x0000_s1068" style="position:absolute;margin-left:110.3pt;margin-top:-51pt;width:40.65pt;height:12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" stroked="f" strokeweight="1pt">
              <v:fill opacity="0"/>
              <v:textbox inset="1pt,1pt,1pt,1pt">
                <w:txbxContent>
                  <w:p w:rsidR="000F3A53" w:rsidRDefault="000F3A53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Подпись</w:t>
                    </w:r>
                  </w:p>
                </w:txbxContent>
              </v:textbox>
            </v:rect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>
              <wp:simplePos x="0" y="0"/>
              <wp:positionH relativeFrom="column">
                <wp:posOffset>1954530</wp:posOffset>
              </wp:positionH>
              <wp:positionV relativeFrom="paragraph">
                <wp:posOffset>-648970</wp:posOffset>
              </wp:positionV>
              <wp:extent cx="334010" cy="147955"/>
              <wp:effectExtent l="0" t="0" r="0" b="0"/>
              <wp:wrapNone/>
              <wp:docPr id="131" name="Rectangle 2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4010" cy="1479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Дата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69" o:spid="_x0000_s1069" style="position:absolute;margin-left:153.9pt;margin-top:-51.1pt;width:26.3pt;height:11.6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" stroked="f" strokeweight="1pt">
              <v:fill opacity="0"/>
              <v:textbox inset="1pt,1pt,1pt,1pt">
                <w:txbxContent>
                  <w:p w:rsidR="000F3A53" w:rsidRDefault="000F3A53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Дата</w:t>
                    </w:r>
                  </w:p>
                </w:txbxContent>
              </v:textbox>
            </v:rect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66944" behindDoc="0" locked="0" layoutInCell="1" allowOverlap="1">
              <wp:simplePos x="0" y="0"/>
              <wp:positionH relativeFrom="column">
                <wp:posOffset>-72390</wp:posOffset>
              </wp:positionH>
              <wp:positionV relativeFrom="paragraph">
                <wp:posOffset>-1031875</wp:posOffset>
              </wp:positionV>
              <wp:extent cx="2369820" cy="635"/>
              <wp:effectExtent l="0" t="0" r="11430" b="37465"/>
              <wp:wrapNone/>
              <wp:docPr id="130" name="Line 2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6982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68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pt,-81.25pt" to="180.9pt,-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" strokeweight="1.5pt">
              <v:stroke startarrowwidth="narrow" startarrowlength="short" endarrowwidth="narrow" endarrowlength="short"/>
            </v:lin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>
              <wp:simplePos x="0" y="0"/>
              <wp:positionH relativeFrom="column">
                <wp:posOffset>2298700</wp:posOffset>
              </wp:positionH>
              <wp:positionV relativeFrom="paragraph">
                <wp:posOffset>-1031875</wp:posOffset>
              </wp:positionV>
              <wp:extent cx="4372610" cy="1270"/>
              <wp:effectExtent l="0" t="0" r="27940" b="36830"/>
              <wp:wrapNone/>
              <wp:docPr id="129" name="Line 2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72610" cy="127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67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1pt,-81.25pt" to="525.3pt,-8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" strokeweight="1.5pt">
              <v:stroke startarrowwidth="narrow" startarrowlength="short" endarrowwidth="narrow" endarrowlength="short"/>
            </v:lin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4294967295" distB="4294967295" distL="114300" distR="114300" simplePos="0" relativeHeight="251664896" behindDoc="0" locked="0" layoutInCell="1" allowOverlap="1">
              <wp:simplePos x="0" y="0"/>
              <wp:positionH relativeFrom="column">
                <wp:posOffset>-70485</wp:posOffset>
              </wp:positionH>
              <wp:positionV relativeFrom="paragraph">
                <wp:posOffset>-676276</wp:posOffset>
              </wp:positionV>
              <wp:extent cx="2372360" cy="0"/>
              <wp:effectExtent l="0" t="0" r="27940" b="19050"/>
              <wp:wrapNone/>
              <wp:docPr id="128" name="Line 2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723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66" o:spid="_x0000_s1026" style="position:absolute;z-index:251664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55pt,-53.25pt" to="181.25pt,-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" strokeweight="1.5pt">
              <v:stroke startarrowwidth="narrow" startarrowlength="short" endarrowwidth="narrow" endarrowlength="short"/>
            </v:lin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4848225</wp:posOffset>
              </wp:positionH>
              <wp:positionV relativeFrom="paragraph">
                <wp:posOffset>-495935</wp:posOffset>
              </wp:positionV>
              <wp:extent cx="635" cy="899795"/>
              <wp:effectExtent l="0" t="0" r="37465" b="14605"/>
              <wp:wrapNone/>
              <wp:docPr id="63" name="Line 2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9979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65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1.75pt,-39.05pt" to="381.8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" strokeweight="1.5pt">
              <v:stroke startarrowwidth="narrow" startarrowlength="short" endarrowwidth="narrow" endarrowlength="short"/>
            </v:lin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5404485</wp:posOffset>
              </wp:positionH>
              <wp:positionV relativeFrom="paragraph">
                <wp:posOffset>-501015</wp:posOffset>
              </wp:positionV>
              <wp:extent cx="635" cy="360045"/>
              <wp:effectExtent l="0" t="0" r="37465" b="20955"/>
              <wp:wrapNone/>
              <wp:docPr id="62" name="Line 2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6004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64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55pt,-39.45pt" to="425.6pt,-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" strokeweight="1.5pt">
              <v:stroke startarrowwidth="narrow" startarrowlength="short" endarrowwidth="narrow" endarrowlength="short"/>
            </v:lin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5950585</wp:posOffset>
              </wp:positionH>
              <wp:positionV relativeFrom="paragraph">
                <wp:posOffset>-501015</wp:posOffset>
              </wp:positionV>
              <wp:extent cx="635" cy="360045"/>
              <wp:effectExtent l="0" t="0" r="37465" b="20955"/>
              <wp:wrapNone/>
              <wp:docPr id="61" name="Line 2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6004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63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8.55pt,-39.45pt" to="468.6pt,-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" strokeweight="1.5pt">
              <v:stroke startarrowwidth="narrow" startarrowlength="short" endarrowwidth="narrow" endarrowlength="short"/>
            </v:lin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4841875</wp:posOffset>
              </wp:positionH>
              <wp:positionV relativeFrom="paragraph">
                <wp:posOffset>-142875</wp:posOffset>
              </wp:positionV>
              <wp:extent cx="1822450" cy="1270"/>
              <wp:effectExtent l="0" t="0" r="25400" b="36830"/>
              <wp:wrapNone/>
              <wp:docPr id="60" name="Line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22450" cy="127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62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1.25pt,-11.25pt" to="524.75pt,-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" strokeweight="1.5pt">
              <v:stroke startarrowwidth="narrow" startarrowlength="short" endarrowwidth="narrow" endarrowlength="short"/>
            </v:lin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-70485</wp:posOffset>
              </wp:positionH>
              <wp:positionV relativeFrom="paragraph">
                <wp:posOffset>224790</wp:posOffset>
              </wp:positionV>
              <wp:extent cx="2369185" cy="635"/>
              <wp:effectExtent l="0" t="0" r="12065" b="37465"/>
              <wp:wrapNone/>
              <wp:docPr id="59" name="Line 2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6918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61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5pt,17.7pt" to="181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">
              <v:stroke startarrowwidth="narrow" startarrowlength="short" endarrowwidth="narrow" endarrowlength="short"/>
            </v:lin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-70485</wp:posOffset>
              </wp:positionH>
              <wp:positionV relativeFrom="paragraph">
                <wp:posOffset>43815</wp:posOffset>
              </wp:positionV>
              <wp:extent cx="2369185" cy="635"/>
              <wp:effectExtent l="0" t="0" r="12065" b="37465"/>
              <wp:wrapNone/>
              <wp:docPr id="58" name="Line 2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6918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6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5pt,3.45pt" to="181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">
              <v:stroke startarrowwidth="narrow" startarrowlength="short" endarrowwidth="narrow" endarrowlength="short"/>
            </v:lin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-69215</wp:posOffset>
              </wp:positionH>
              <wp:positionV relativeFrom="paragraph">
                <wp:posOffset>-140335</wp:posOffset>
              </wp:positionV>
              <wp:extent cx="2369185" cy="1270"/>
              <wp:effectExtent l="0" t="0" r="12065" b="36830"/>
              <wp:wrapNone/>
              <wp:docPr id="57" name="Line 2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69185" cy="127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5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5pt,-11.05pt" to="181.1pt,-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">
              <v:stroke startarrowwidth="narrow" startarrowlength="short" endarrowwidth="narrow" endarrowlength="short"/>
            </v:lin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-70485</wp:posOffset>
              </wp:positionH>
              <wp:positionV relativeFrom="paragraph">
                <wp:posOffset>-316230</wp:posOffset>
              </wp:positionV>
              <wp:extent cx="2369185" cy="635"/>
              <wp:effectExtent l="0" t="0" r="12065" b="37465"/>
              <wp:wrapNone/>
              <wp:docPr id="56" name="Line 2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6918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5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5pt,-24.9pt" to="181pt,-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">
              <v:stroke startarrowwidth="narrow" startarrowlength="short" endarrowwidth="narrow" endarrowlength="short"/>
            </v:lin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4294967295" distB="4294967295" distL="114300" distR="114300" simplePos="0" relativeHeight="251655680" behindDoc="0" locked="0" layoutInCell="1" allowOverlap="1">
              <wp:simplePos x="0" y="0"/>
              <wp:positionH relativeFrom="column">
                <wp:posOffset>-79375</wp:posOffset>
              </wp:positionH>
              <wp:positionV relativeFrom="paragraph">
                <wp:posOffset>-497206</wp:posOffset>
              </wp:positionV>
              <wp:extent cx="6741160" cy="0"/>
              <wp:effectExtent l="0" t="0" r="21590" b="19050"/>
              <wp:wrapNone/>
              <wp:docPr id="55" name="Line 2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411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57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25pt,-39.15pt" to="524.55pt,-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" strokeweight="1.5pt">
              <v:stroke startarrowwidth="narrow" startarrowlength="short" endarrowwidth="narrow" endarrowlength="short"/>
            </v:lin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4855845</wp:posOffset>
              </wp:positionH>
              <wp:positionV relativeFrom="paragraph">
                <wp:posOffset>-486410</wp:posOffset>
              </wp:positionV>
              <wp:extent cx="549275" cy="153035"/>
              <wp:effectExtent l="0" t="0" r="0" b="0"/>
              <wp:wrapNone/>
              <wp:docPr id="54" name="Rectangle 2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9275" cy="1530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Стадия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56" o:spid="_x0000_s1070" style="position:absolute;margin-left:382.35pt;margin-top:-38.3pt;width:43.25pt;height:12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" stroked="f" strokeweight="1pt">
              <v:fill opacity="0"/>
              <v:textbox inset="1pt,1pt,1pt,1pt">
                <w:txbxContent>
                  <w:p w:rsidR="000F3A53" w:rsidRDefault="000F3A53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Стадия</w:t>
                    </w:r>
                  </w:p>
                </w:txbxContent>
              </v:textbox>
            </v:rect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-70485</wp:posOffset>
              </wp:positionH>
              <wp:positionV relativeFrom="paragraph">
                <wp:posOffset>64770</wp:posOffset>
              </wp:positionV>
              <wp:extent cx="730250" cy="153670"/>
              <wp:effectExtent l="0" t="0" r="0" b="0"/>
              <wp:wrapNone/>
              <wp:docPr id="53" name="Rectangle 2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30250" cy="1536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jc w:val="center"/>
                            <w:rPr>
                              <w:rFonts w:ascii="Univers Cd (W1)" w:hAnsi="Univers Cd (W1)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55" o:spid="_x0000_s1071" style="position:absolute;margin-left:-5.55pt;margin-top:5.1pt;width:57.5pt;height:12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" stroked="f" strokeweight="1pt">
              <v:fill opacity="0"/>
              <v:textbox inset="1pt,1pt,1pt,1pt">
                <w:txbxContent>
                  <w:p w:rsidR="000F3A53" w:rsidRDefault="000F3A53">
                    <w:pPr>
                      <w:jc w:val="center"/>
                      <w:rPr>
                        <w:rFonts w:ascii="Univers Cd (W1)" w:hAnsi="Univers Cd (W1)"/>
                        <w:sz w:val="18"/>
                      </w:rPr>
                    </w:pPr>
                  </w:p>
                </w:txbxContent>
              </v:textbox>
            </v:rect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-55245</wp:posOffset>
              </wp:positionH>
              <wp:positionV relativeFrom="paragraph">
                <wp:posOffset>-304165</wp:posOffset>
              </wp:positionV>
              <wp:extent cx="715010" cy="161290"/>
              <wp:effectExtent l="0" t="0" r="0" b="0"/>
              <wp:wrapNone/>
              <wp:docPr id="52" name="Rectangle 2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5010" cy="1612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Pr="00336350" w:rsidRDefault="000F3A53" w:rsidP="00336350"/>
                      </w:txbxContent>
                    </wps:txbx>
                    <wps:bodyPr rot="0" vert="horz" wrap="square" lIns="12700" tIns="0" rIns="127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52" o:spid="_x0000_s1072" style="position:absolute;margin-left:-4.35pt;margin-top:-23.95pt;width:56.3pt;height:12.7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" stroked="f" strokeweight="1pt">
              <v:fill opacity="0"/>
              <v:textbox inset="1pt,0,1pt,0">
                <w:txbxContent>
                  <w:p w:rsidR="000F3A53" w:rsidRPr="00336350" w:rsidRDefault="000F3A53" w:rsidP="00336350"/>
                </w:txbxContent>
              </v:textbox>
            </v:rect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51584" behindDoc="0" locked="0" layoutInCell="1" allowOverlap="1">
              <wp:simplePos x="0" y="0"/>
              <wp:positionH relativeFrom="column">
                <wp:posOffset>-50165</wp:posOffset>
              </wp:positionH>
              <wp:positionV relativeFrom="paragraph">
                <wp:posOffset>-477520</wp:posOffset>
              </wp:positionV>
              <wp:extent cx="690245" cy="129540"/>
              <wp:effectExtent l="0" t="0" r="0" b="0"/>
              <wp:wrapNone/>
              <wp:docPr id="51" name="Rectangle 2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0245" cy="1295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Pr="00336350" w:rsidRDefault="000F3A53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12700" tIns="0" rIns="127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51" o:spid="_x0000_s1073" style="position:absolute;margin-left:-3.95pt;margin-top:-37.6pt;width:54.35pt;height:10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" stroked="f" strokeweight="1pt">
              <v:fill opacity="0"/>
              <v:textbox inset="1pt,0,1pt,0">
                <w:txbxContent>
                  <w:p w:rsidR="000F3A53" w:rsidRPr="00336350" w:rsidRDefault="000F3A53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</v:rect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50560" behindDoc="0" locked="0" layoutInCell="1" allowOverlap="1">
              <wp:simplePos x="0" y="0"/>
              <wp:positionH relativeFrom="column">
                <wp:posOffset>-41275</wp:posOffset>
              </wp:positionH>
              <wp:positionV relativeFrom="paragraph">
                <wp:posOffset>-618490</wp:posOffset>
              </wp:positionV>
              <wp:extent cx="710565" cy="154305"/>
              <wp:effectExtent l="0" t="0" r="0" b="0"/>
              <wp:wrapNone/>
              <wp:docPr id="50" name="Rectangle 2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0565" cy="1543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/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50" o:spid="_x0000_s1074" style="position:absolute;margin-left:-3.25pt;margin-top:-48.7pt;width:55.95pt;height:12.1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" stroked="f" strokeweight="1pt">
              <v:fill opacity="0"/>
              <v:textbox inset="1pt,1pt,1pt,1pt">
                <w:txbxContent>
                  <w:p w:rsidR="000F3A53" w:rsidRDefault="000F3A53"/>
                </w:txbxContent>
              </v:textbox>
            </v:rect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49536" behindDoc="0" locked="0" layoutInCell="1" allowOverlap="1">
              <wp:simplePos x="0" y="0"/>
              <wp:positionH relativeFrom="column">
                <wp:posOffset>659130</wp:posOffset>
              </wp:positionH>
              <wp:positionV relativeFrom="paragraph">
                <wp:posOffset>-620395</wp:posOffset>
              </wp:positionV>
              <wp:extent cx="730885" cy="154305"/>
              <wp:effectExtent l="0" t="0" r="0" b="0"/>
              <wp:wrapNone/>
              <wp:docPr id="49" name="Rectangle 2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30885" cy="1543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rPr>
                              <w:rFonts w:ascii="Arial" w:hAnsi="Arial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43" o:spid="_x0000_s1075" style="position:absolute;margin-left:51.9pt;margin-top:-48.85pt;width:57.55pt;height:12.1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" stroked="f" strokeweight="1pt">
              <v:fill opacity="0"/>
              <v:textbox inset="1pt,1pt,1pt,1pt">
                <w:txbxContent>
                  <w:p w:rsidR="000F3A53" w:rsidRDefault="000F3A53">
                    <w:pPr>
                      <w:rPr>
                        <w:rFonts w:ascii="Arial" w:hAnsi="Arial"/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48512" behindDoc="0" locked="0" layoutInCell="1" allowOverlap="1">
              <wp:simplePos x="0" y="0"/>
              <wp:positionH relativeFrom="column">
                <wp:posOffset>786765</wp:posOffset>
              </wp:positionH>
              <wp:positionV relativeFrom="paragraph">
                <wp:posOffset>-283210</wp:posOffset>
              </wp:positionV>
              <wp:extent cx="603250" cy="151765"/>
              <wp:effectExtent l="0" t="0" r="0" b="0"/>
              <wp:wrapNone/>
              <wp:docPr id="48" name="Rectangle 2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3250" cy="1517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rPr>
                              <w:rFonts w:ascii="Arial" w:hAnsi="Arial" w:cs="Arial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39" o:spid="_x0000_s1076" style="position:absolute;margin-left:61.95pt;margin-top:-22.3pt;width:47.5pt;height:11.9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" stroked="f" strokeweight="1pt">
              <v:fill opacity="0"/>
              <v:textbox inset="1pt,1pt,1pt,1pt">
                <w:txbxContent>
                  <w:p w:rsidR="000F3A53" w:rsidRDefault="000F3A53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</w:txbxContent>
              </v:textbox>
            </v:rect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47488" behindDoc="0" locked="0" layoutInCell="1" allowOverlap="1">
              <wp:simplePos x="0" y="0"/>
              <wp:positionH relativeFrom="column">
                <wp:posOffset>659130</wp:posOffset>
              </wp:positionH>
              <wp:positionV relativeFrom="paragraph">
                <wp:posOffset>-109220</wp:posOffset>
              </wp:positionV>
              <wp:extent cx="730885" cy="153670"/>
              <wp:effectExtent l="0" t="0" r="0" b="0"/>
              <wp:wrapNone/>
              <wp:docPr id="47" name="Rectangle 2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30885" cy="1536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jc w:val="center"/>
                            <w:rPr>
                              <w:rFonts w:ascii="Univers Cd (W1)" w:hAnsi="Univers Cd (W1)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38" o:spid="_x0000_s1077" style="position:absolute;margin-left:51.9pt;margin-top:-8.6pt;width:57.55pt;height:12.1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" stroked="f" strokeweight="1pt">
              <v:fill opacity="0"/>
              <v:textbox inset="1pt,1pt,1pt,1pt">
                <w:txbxContent>
                  <w:p w:rsidR="000F3A53" w:rsidRDefault="000F3A53">
                    <w:pPr>
                      <w:jc w:val="center"/>
                      <w:rPr>
                        <w:rFonts w:ascii="Univers Cd (W1)" w:hAnsi="Univers Cd (W1)"/>
                        <w:sz w:val="18"/>
                      </w:rPr>
                    </w:pPr>
                  </w:p>
                </w:txbxContent>
              </v:textbox>
            </v:rect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46464" behindDoc="0" locked="0" layoutInCell="1" allowOverlap="1">
              <wp:simplePos x="0" y="0"/>
              <wp:positionH relativeFrom="column">
                <wp:posOffset>659130</wp:posOffset>
              </wp:positionH>
              <wp:positionV relativeFrom="paragraph">
                <wp:posOffset>64770</wp:posOffset>
              </wp:positionV>
              <wp:extent cx="730885" cy="153670"/>
              <wp:effectExtent l="0" t="0" r="0" b="0"/>
              <wp:wrapNone/>
              <wp:docPr id="46" name="Rectangle 2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30885" cy="1536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Pr="006314F5" w:rsidRDefault="000F3A53"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37" o:spid="_x0000_s1078" style="position:absolute;margin-left:51.9pt;margin-top:5.1pt;width:57.55pt;height:12.1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" stroked="f" strokeweight="1pt">
              <v:fill opacity="0"/>
              <v:textbox inset="1pt,1pt,1pt,1pt">
                <w:txbxContent>
                  <w:p w:rsidR="000F3A53" w:rsidRPr="006314F5" w:rsidRDefault="000F3A53"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45440" behindDoc="0" locked="0" layoutInCell="1" allowOverlap="1">
              <wp:simplePos x="0" y="0"/>
              <wp:positionH relativeFrom="column">
                <wp:posOffset>5404485</wp:posOffset>
              </wp:positionH>
              <wp:positionV relativeFrom="paragraph">
                <wp:posOffset>-480060</wp:posOffset>
              </wp:positionV>
              <wp:extent cx="546735" cy="153035"/>
              <wp:effectExtent l="0" t="0" r="0" b="0"/>
              <wp:wrapNone/>
              <wp:docPr id="45" name="Rectangle 2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6735" cy="1530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35" o:spid="_x0000_s1079" style="position:absolute;margin-left:425.55pt;margin-top:-37.8pt;width:43.05pt;height:12.0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" stroked="f" strokeweight="1pt">
              <v:fill opacity="0"/>
              <v:textbox inset="1pt,1pt,1pt,1pt">
                <w:txbxContent>
                  <w:p w:rsidR="000F3A53" w:rsidRDefault="000F3A53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44416" behindDoc="0" locked="0" layoutInCell="1" allowOverlap="1">
              <wp:simplePos x="0" y="0"/>
              <wp:positionH relativeFrom="column">
                <wp:posOffset>5950585</wp:posOffset>
              </wp:positionH>
              <wp:positionV relativeFrom="paragraph">
                <wp:posOffset>-480060</wp:posOffset>
              </wp:positionV>
              <wp:extent cx="689610" cy="153035"/>
              <wp:effectExtent l="0" t="0" r="0" b="0"/>
              <wp:wrapNone/>
              <wp:docPr id="44" name="Rectangle 2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9610" cy="1530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Листов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34" o:spid="_x0000_s1080" style="position:absolute;margin-left:468.55pt;margin-top:-37.8pt;width:54.3pt;height:12.0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" stroked="f" strokeweight="1pt">
              <v:fill opacity="0"/>
              <v:textbox inset="1pt,1pt,1pt,1pt">
                <w:txbxContent>
                  <w:p w:rsidR="000F3A53" w:rsidRDefault="000F3A53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Листов</w:t>
                    </w:r>
                  </w:p>
                </w:txbxContent>
              </v:textbox>
            </v:rect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43392" behindDoc="0" locked="0" layoutInCell="1" allowOverlap="1">
              <wp:simplePos x="0" y="0"/>
              <wp:positionH relativeFrom="column">
                <wp:posOffset>5420995</wp:posOffset>
              </wp:positionH>
              <wp:positionV relativeFrom="paragraph">
                <wp:posOffset>-358140</wp:posOffset>
              </wp:positionV>
              <wp:extent cx="547370" cy="203835"/>
              <wp:effectExtent l="0" t="0" r="0" b="0"/>
              <wp:wrapNone/>
              <wp:docPr id="43" name="Rectangle 2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7370" cy="2038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Pr="005D7629" w:rsidRDefault="00BF0E64" w:rsidP="009C76C8">
                          <w:pPr>
                            <w:spacing w:line="200" w:lineRule="exact"/>
                            <w:jc w:val="center"/>
                            <w:rPr>
                              <w:rFonts w:ascii="Arial" w:hAnsi="Arial"/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2"/>
                              <w:szCs w:val="22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12700" tIns="864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32" o:spid="_x0000_s1081" style="position:absolute;margin-left:426.85pt;margin-top:-28.2pt;width:43.1pt;height:16.0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" stroked="f" strokeweight="1pt">
              <v:fill opacity="0"/>
              <v:textbox inset="1pt,2.4mm,1pt,1pt">
                <w:txbxContent>
                  <w:p w:rsidR="000F3A53" w:rsidRPr="005D7629" w:rsidRDefault="00BF0E64" w:rsidP="009C76C8">
                    <w:pPr>
                      <w:spacing w:line="200" w:lineRule="exact"/>
                      <w:jc w:val="center"/>
                      <w:rPr>
                        <w:rFonts w:ascii="Arial" w:hAnsi="Arial"/>
                        <w:b/>
                        <w:sz w:val="22"/>
                        <w:szCs w:val="22"/>
                      </w:rPr>
                    </w:pPr>
                    <w:r>
                      <w:rPr>
                        <w:rFonts w:ascii="Arial" w:hAnsi="Arial"/>
                        <w:b/>
                        <w:sz w:val="22"/>
                        <w:szCs w:val="22"/>
                      </w:rPr>
                      <w:t>9</w:t>
                    </w:r>
                  </w:p>
                </w:txbxContent>
              </v:textbox>
            </v:rect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42368" behindDoc="0" locked="0" layoutInCell="1" allowOverlap="1">
              <wp:simplePos x="0" y="0"/>
              <wp:positionH relativeFrom="column">
                <wp:posOffset>4874260</wp:posOffset>
              </wp:positionH>
              <wp:positionV relativeFrom="paragraph">
                <wp:posOffset>-245745</wp:posOffset>
              </wp:positionV>
              <wp:extent cx="1742440" cy="597535"/>
              <wp:effectExtent l="0" t="0" r="0" b="0"/>
              <wp:wrapNone/>
              <wp:docPr id="42" name="Rectangle 2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42440" cy="5975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 w:rsidP="00F9004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0F3A53" w:rsidRDefault="000F3A53" w:rsidP="00F9004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0F3A53" w:rsidRPr="00C06691" w:rsidRDefault="000F3A53" w:rsidP="00C06691">
                          <w:pPr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C06691">
                            <w:rPr>
                              <w:rFonts w:ascii="Arial" w:hAnsi="Arial" w:cs="Arial"/>
                              <w:b/>
                            </w:rPr>
                            <w:t>ООО «Проектпромстрой»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29" o:spid="_x0000_s1082" style="position:absolute;margin-left:383.8pt;margin-top:-19.35pt;width:137.2pt;height:47.0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" stroked="f" strokeweight="1pt">
              <v:fill opacity="0"/>
              <v:textbox inset="1pt,1pt,1pt,1pt">
                <w:txbxContent>
                  <w:p w:rsidR="000F3A53" w:rsidRDefault="000F3A53" w:rsidP="00F9004A">
                    <w:pPr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  <w:p w:rsidR="000F3A53" w:rsidRDefault="000F3A53" w:rsidP="00F9004A">
                    <w:pPr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  <w:p w:rsidR="000F3A53" w:rsidRPr="00C06691" w:rsidRDefault="000F3A53" w:rsidP="00C06691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C06691">
                      <w:rPr>
                        <w:rFonts w:ascii="Arial" w:hAnsi="Arial" w:cs="Arial"/>
                        <w:b/>
                      </w:rPr>
                      <w:t>ООО «Проектпромстрой»</w:t>
                    </w:r>
                  </w:p>
                </w:txbxContent>
              </v:textbox>
            </v:rect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41344" behindDoc="0" locked="0" layoutInCell="1" allowOverlap="1">
              <wp:simplePos x="0" y="0"/>
              <wp:positionH relativeFrom="column">
                <wp:posOffset>2342515</wp:posOffset>
              </wp:positionH>
              <wp:positionV relativeFrom="paragraph">
                <wp:posOffset>-810260</wp:posOffset>
              </wp:positionV>
              <wp:extent cx="3950970" cy="187960"/>
              <wp:effectExtent l="0" t="0" r="0" b="0"/>
              <wp:wrapNone/>
              <wp:docPr id="41" name="Rectangle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50970" cy="1879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jc w:val="center"/>
                            <w:rPr>
                              <w:rFonts w:ascii="Univers Cd (W1)" w:hAnsi="Univers Cd (W1)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25" o:spid="_x0000_s1083" style="position:absolute;margin-left:184.45pt;margin-top:-63.8pt;width:311.1pt;height:14.8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" stroked="f" strokeweight="1pt">
              <v:fill opacity="0"/>
              <v:textbox inset="1pt,1pt,1pt,1pt">
                <w:txbxContent>
                  <w:p w:rsidR="000F3A53" w:rsidRDefault="000F3A53">
                    <w:pPr>
                      <w:jc w:val="center"/>
                      <w:rPr>
                        <w:rFonts w:ascii="Univers Cd (W1)" w:hAnsi="Univers Cd (W1)"/>
                      </w:rPr>
                    </w:pPr>
                  </w:p>
                </w:txbxContent>
              </v:textbox>
            </v:rect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40320" behindDoc="0" locked="0" layoutInCell="1" allowOverlap="1">
              <wp:simplePos x="0" y="0"/>
              <wp:positionH relativeFrom="column">
                <wp:posOffset>659130</wp:posOffset>
              </wp:positionH>
              <wp:positionV relativeFrom="paragraph">
                <wp:posOffset>-456565</wp:posOffset>
              </wp:positionV>
              <wp:extent cx="698500" cy="160655"/>
              <wp:effectExtent l="0" t="0" r="0" b="0"/>
              <wp:wrapNone/>
              <wp:docPr id="40" name="Rectangle 2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8500" cy="1606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24" o:spid="_x0000_s1084" style="position:absolute;margin-left:51.9pt;margin-top:-35.95pt;width:55pt;height:12.6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" stroked="f" strokeweight="1pt">
              <v:fill opacity="0"/>
              <v:textbox inset="1pt,1pt,1pt,1pt">
                <w:txbxContent>
                  <w:p w:rsidR="000F3A53" w:rsidRDefault="000F3A53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39296" behindDoc="0" locked="0" layoutInCell="1" allowOverlap="1">
              <wp:simplePos x="0" y="0"/>
              <wp:positionH relativeFrom="column">
                <wp:posOffset>2300605</wp:posOffset>
              </wp:positionH>
              <wp:positionV relativeFrom="paragraph">
                <wp:posOffset>-1035050</wp:posOffset>
              </wp:positionV>
              <wp:extent cx="635" cy="1438910"/>
              <wp:effectExtent l="0" t="0" r="37465" b="27940"/>
              <wp:wrapNone/>
              <wp:docPr id="39" name="Line 2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43891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22" o:spid="_x0000_s1026" style="position:absolute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1.15pt,-81.5pt" to="181.2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" strokeweight="1.5pt">
              <v:stroke startarrowwidth="narrow" startarrowlength="short" endarrowwidth="narrow" endarrowlength="short"/>
            </v:lin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38272" behindDoc="0" locked="0" layoutInCell="1" allowOverlap="1">
              <wp:simplePos x="0" y="0"/>
              <wp:positionH relativeFrom="column">
                <wp:posOffset>1933575</wp:posOffset>
              </wp:positionH>
              <wp:positionV relativeFrom="paragraph">
                <wp:posOffset>-1033145</wp:posOffset>
              </wp:positionV>
              <wp:extent cx="635" cy="1438910"/>
              <wp:effectExtent l="0" t="0" r="37465" b="27940"/>
              <wp:wrapNone/>
              <wp:docPr id="38" name="Line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43891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21" o:spid="_x0000_s1026" style="position:absolute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25pt,-81.35pt" to="152.3pt,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" strokeweight="1.5pt">
              <v:stroke startarrowwidth="narrow" startarrowlength="short" endarrowwidth="narrow" endarrowlength="short"/>
            </v:lin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37248" behindDoc="0" locked="0" layoutInCell="1" allowOverlap="1">
              <wp:simplePos x="0" y="0"/>
              <wp:positionH relativeFrom="column">
                <wp:posOffset>4843780</wp:posOffset>
              </wp:positionH>
              <wp:positionV relativeFrom="paragraph">
                <wp:posOffset>-318135</wp:posOffset>
              </wp:positionV>
              <wp:extent cx="1822450" cy="1905"/>
              <wp:effectExtent l="0" t="0" r="25400" b="36195"/>
              <wp:wrapNone/>
              <wp:docPr id="37" name="Line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822450" cy="190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20" o:spid="_x0000_s1026" style="position:absolute;flip:y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1.4pt,-25.05pt" to="524.9pt,-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" strokeweight="1.5pt">
              <v:stroke startarrowwidth="narrow" startarrowlength="short" endarrowwidth="narrow" endarrowlength="short"/>
            </v:line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299" distR="114299" simplePos="0" relativeHeight="251635200" behindDoc="0" locked="0" layoutInCell="1" allowOverlap="1">
              <wp:simplePos x="0" y="0"/>
              <wp:positionH relativeFrom="column">
                <wp:posOffset>-633096</wp:posOffset>
              </wp:positionH>
              <wp:positionV relativeFrom="paragraph">
                <wp:posOffset>-4889500</wp:posOffset>
              </wp:positionV>
              <wp:extent cx="0" cy="2337435"/>
              <wp:effectExtent l="0" t="0" r="19050" b="24765"/>
              <wp:wrapNone/>
              <wp:docPr id="36" name="Line 3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23374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31" o:spid="_x0000_s1026" style="position:absolute;flip:y;z-index:251635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49.85pt,-385pt" to="-49.85pt,-20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" strokeweight="1.5pt"/>
          </w:pict>
        </mc:Fallback>
      </mc:AlternateContent>
    </w:r>
    <w:r w:rsidR="00AD2B01">
      <w:rPr>
        <w:noProof/>
      </w:rPr>
      <mc:AlternateContent>
        <mc:Choice Requires="wps">
          <w:drawing>
            <wp:anchor distT="4294967295" distB="4294967295" distL="114300" distR="114300" simplePos="0" relativeHeight="251634176" behindDoc="0" locked="0" layoutInCell="1" allowOverlap="1">
              <wp:simplePos x="0" y="0"/>
              <wp:positionH relativeFrom="column">
                <wp:posOffset>-641985</wp:posOffset>
              </wp:positionH>
              <wp:positionV relativeFrom="paragraph">
                <wp:posOffset>-2556511</wp:posOffset>
              </wp:positionV>
              <wp:extent cx="561340" cy="0"/>
              <wp:effectExtent l="0" t="0" r="10160" b="19050"/>
              <wp:wrapNone/>
              <wp:docPr id="35" name="Line 3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134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33" o:spid="_x0000_s1026" style="position:absolute;z-index:251634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0.55pt,-201.3pt" to="-6.35pt,-20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" strokeweight="1.5pt"/>
          </w:pict>
        </mc:Fallback>
      </mc:AlternateContent>
    </w:r>
    <w:r w:rsidR="00AD2B01">
      <w:rPr>
        <w:noProof/>
      </w:rPr>
      <mc:AlternateContent>
        <mc:Choice Requires="wps">
          <w:drawing>
            <wp:anchor distT="4294967295" distB="4294967295" distL="114300" distR="114300" simplePos="0" relativeHeight="251633152" behindDoc="0" locked="0" layoutInCell="1" allowOverlap="1">
              <wp:simplePos x="0" y="0"/>
              <wp:positionH relativeFrom="column">
                <wp:posOffset>-643890</wp:posOffset>
              </wp:positionH>
              <wp:positionV relativeFrom="paragraph">
                <wp:posOffset>-4893946</wp:posOffset>
              </wp:positionV>
              <wp:extent cx="561340" cy="0"/>
              <wp:effectExtent l="0" t="0" r="10160" b="19050"/>
              <wp:wrapNone/>
              <wp:docPr id="34" name="Line 3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134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32" o:spid="_x0000_s1026" style="position:absolute;z-index:251633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0.7pt,-385.35pt" to="-6.5pt,-38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KJs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" strokeweight="1.5pt"/>
          </w:pict>
        </mc:Fallback>
      </mc:AlternateContent>
    </w:r>
    <w:r w:rsidR="00AD2B01">
      <w:rPr>
        <w:noProof/>
      </w:rPr>
      <mc:AlternateContent>
        <mc:Choice Requires="wps">
          <w:drawing>
            <wp:anchor distT="0" distB="0" distL="114300" distR="114300" simplePos="0" relativeHeight="251632128" behindDoc="0" locked="0" layoutInCell="1" allowOverlap="1">
              <wp:simplePos x="0" y="0"/>
              <wp:positionH relativeFrom="column">
                <wp:posOffset>-635635</wp:posOffset>
              </wp:positionH>
              <wp:positionV relativeFrom="paragraph">
                <wp:posOffset>-3340100</wp:posOffset>
              </wp:positionV>
              <wp:extent cx="143510" cy="759460"/>
              <wp:effectExtent l="0" t="0" r="0" b="0"/>
              <wp:wrapNone/>
              <wp:docPr id="15" name="Text Box 3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510" cy="7594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Согласовано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41" o:spid="_x0000_s1085" type="#_x0000_t202" style="position:absolute;margin-left:-50.05pt;margin-top:-263pt;width:11.3pt;height:59.8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" stroked="f" strokecolor="white">
              <v:fill opacity="0"/>
              <v:textbox style="layout-flow:vertical;mso-layout-flow-alt:bottom-to-top" inset="0,0,0,0">
                <w:txbxContent>
                  <w:p w:rsidR="000F3A53" w:rsidRDefault="000F3A53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Согласовано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06528" behindDoc="1" locked="0" layoutInCell="1" allowOverlap="1">
          <wp:simplePos x="0" y="0"/>
          <wp:positionH relativeFrom="column">
            <wp:posOffset>1384935</wp:posOffset>
          </wp:positionH>
          <wp:positionV relativeFrom="paragraph">
            <wp:posOffset>-261620</wp:posOffset>
          </wp:positionV>
          <wp:extent cx="676910" cy="341630"/>
          <wp:effectExtent l="0" t="0" r="8890" b="1270"/>
          <wp:wrapNone/>
          <wp:docPr id="184" name="Рисунок 1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910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A53" w:rsidRDefault="00AD2B01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732480" behindDoc="0" locked="0" layoutInCell="1" allowOverlap="1">
              <wp:simplePos x="0" y="0"/>
              <wp:positionH relativeFrom="column">
                <wp:posOffset>6172200</wp:posOffset>
              </wp:positionH>
              <wp:positionV relativeFrom="paragraph">
                <wp:posOffset>57150</wp:posOffset>
              </wp:positionV>
              <wp:extent cx="342900" cy="202565"/>
              <wp:effectExtent l="0" t="0" r="0" b="6985"/>
              <wp:wrapNone/>
              <wp:docPr id="67" name="Rectangle 3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02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Pr="000E7378" w:rsidRDefault="00E24FAC" w:rsidP="00AA0B45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</w:pPr>
                          <w:r w:rsidRPr="000E7378">
                            <w:rPr>
                              <w:rStyle w:val="ab"/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="000F3A53" w:rsidRPr="000E7378">
                            <w:rPr>
                              <w:rStyle w:val="ab"/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 w:rsidRPr="000E7378">
                            <w:rPr>
                              <w:rStyle w:val="ab"/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AD2B01">
                            <w:rPr>
                              <w:rStyle w:val="ab"/>
                              <w:rFonts w:ascii="Arial" w:hAnsi="Arial" w:cs="Arial"/>
                              <w:b/>
                              <w:noProof/>
                              <w:sz w:val="22"/>
                              <w:szCs w:val="22"/>
                            </w:rPr>
                            <w:t>10</w:t>
                          </w:r>
                          <w:r w:rsidRPr="000E7378">
                            <w:rPr>
                              <w:rStyle w:val="ab"/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86" style="position:absolute;margin-left:486pt;margin-top:4.5pt;width:27pt;height:15.95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" filled="f" stroked="f" strokeweight="1pt">
              <v:textbox inset="1pt,1pt,1pt,1pt">
                <w:txbxContent>
                  <w:p w:rsidR="000F3A53" w:rsidRPr="000E7378" w:rsidRDefault="00E24FAC" w:rsidP="00AA0B45">
                    <w:pPr>
                      <w:jc w:val="center"/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</w:pPr>
                    <w:r w:rsidRPr="000E7378">
                      <w:rPr>
                        <w:rStyle w:val="ab"/>
                        <w:rFonts w:ascii="Arial" w:hAnsi="Arial" w:cs="Arial"/>
                        <w:b/>
                        <w:sz w:val="22"/>
                        <w:szCs w:val="22"/>
                      </w:rPr>
                      <w:fldChar w:fldCharType="begin"/>
                    </w:r>
                    <w:r w:rsidR="000F3A53" w:rsidRPr="000E7378">
                      <w:rPr>
                        <w:rStyle w:val="ab"/>
                        <w:rFonts w:ascii="Arial" w:hAnsi="Arial" w:cs="Arial"/>
                        <w:b/>
                        <w:sz w:val="22"/>
                        <w:szCs w:val="22"/>
                      </w:rPr>
                      <w:instrText xml:space="preserve"> PAGE </w:instrText>
                    </w:r>
                    <w:r w:rsidRPr="000E7378">
                      <w:rPr>
                        <w:rStyle w:val="ab"/>
                        <w:rFonts w:ascii="Arial" w:hAnsi="Arial" w:cs="Arial"/>
                        <w:b/>
                        <w:sz w:val="22"/>
                        <w:szCs w:val="22"/>
                      </w:rPr>
                      <w:fldChar w:fldCharType="separate"/>
                    </w:r>
                    <w:r w:rsidR="00AD2B01">
                      <w:rPr>
                        <w:rStyle w:val="ab"/>
                        <w:rFonts w:ascii="Arial" w:hAnsi="Arial" w:cs="Arial"/>
                        <w:b/>
                        <w:noProof/>
                        <w:sz w:val="22"/>
                        <w:szCs w:val="22"/>
                      </w:rPr>
                      <w:t>10</w:t>
                    </w:r>
                    <w:r w:rsidRPr="000E7378">
                      <w:rPr>
                        <w:rStyle w:val="ab"/>
                        <w:rFonts w:ascii="Arial" w:hAnsi="Arial" w:cs="Arial"/>
                        <w:b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31456" behindDoc="0" locked="0" layoutInCell="1" allowOverlap="1">
              <wp:simplePos x="0" y="0"/>
              <wp:positionH relativeFrom="column">
                <wp:posOffset>2289810</wp:posOffset>
              </wp:positionH>
              <wp:positionV relativeFrom="page">
                <wp:posOffset>9825990</wp:posOffset>
              </wp:positionV>
              <wp:extent cx="3749675" cy="454660"/>
              <wp:effectExtent l="0" t="0" r="0" b="2540"/>
              <wp:wrapNone/>
              <wp:docPr id="68" name="Text Box 3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9675" cy="454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Pr="00650E9A" w:rsidRDefault="000F3A53" w:rsidP="00650E9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  <w:p w:rsidR="000F3A53" w:rsidRPr="009B387C" w:rsidRDefault="00B30570" w:rsidP="004F01C9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30</w:t>
                          </w:r>
                          <w:r w:rsidR="000F3A53" w:rsidRPr="004F01C9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/ППС - 16 – ППТ</w:t>
                          </w:r>
                          <w:r w:rsidR="000F3A53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- 2</w:t>
                          </w:r>
                          <w:r w:rsidR="000F3A53" w:rsidRPr="009B387C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.</w:t>
                          </w:r>
                          <w:r w:rsidR="000F3A53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</w:t>
                          </w:r>
                          <w:r w:rsidR="000F3A53" w:rsidRPr="009B387C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ПЗ</w:t>
                          </w:r>
                        </w:p>
                        <w:p w:rsidR="000F3A53" w:rsidRDefault="000F3A53">
                          <w:pPr>
                            <w:jc w:val="center"/>
                          </w:pPr>
                        </w:p>
                        <w:p w:rsidR="000F3A53" w:rsidRDefault="000F3A53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7" type="#_x0000_t202" style="position:absolute;margin-left:180.3pt;margin-top:773.7pt;width:295.25pt;height:35.8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" filled="f" stroked="f" strokecolor="white">
              <v:textbox>
                <w:txbxContent>
                  <w:p w:rsidR="000F3A53" w:rsidRPr="00650E9A" w:rsidRDefault="000F3A53" w:rsidP="00650E9A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  <w:p w:rsidR="000F3A53" w:rsidRPr="009B387C" w:rsidRDefault="00B30570" w:rsidP="004F01C9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30</w:t>
                    </w:r>
                    <w:r w:rsidR="000F3A53" w:rsidRPr="004F01C9">
                      <w:rPr>
                        <w:rFonts w:ascii="Arial" w:hAnsi="Arial" w:cs="Arial"/>
                        <w:sz w:val="28"/>
                        <w:szCs w:val="28"/>
                      </w:rPr>
                      <w:t>/ППС - 16 – ППТ</w:t>
                    </w:r>
                    <w:r w:rsidR="000F3A53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- 2</w:t>
                    </w:r>
                    <w:r w:rsidR="000F3A53" w:rsidRPr="009B387C">
                      <w:rPr>
                        <w:rFonts w:ascii="Arial" w:hAnsi="Arial" w:cs="Arial"/>
                        <w:sz w:val="28"/>
                        <w:szCs w:val="28"/>
                      </w:rPr>
                      <w:t>.</w:t>
                    </w:r>
                    <w:r w:rsidR="000F3A53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</w:t>
                    </w:r>
                    <w:r w:rsidR="000F3A53" w:rsidRPr="009B387C">
                      <w:rPr>
                        <w:rFonts w:ascii="Arial" w:hAnsi="Arial" w:cs="Arial"/>
                        <w:sz w:val="28"/>
                        <w:szCs w:val="28"/>
                      </w:rPr>
                      <w:t>ПЗ</w:t>
                    </w:r>
                  </w:p>
                  <w:p w:rsidR="000F3A53" w:rsidRDefault="000F3A53">
                    <w:pPr>
                      <w:jc w:val="center"/>
                    </w:pPr>
                  </w:p>
                  <w:p w:rsidR="000F3A53" w:rsidRDefault="000F3A53">
                    <w:pPr>
                      <w:jc w:val="center"/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30432" behindDoc="0" locked="0" layoutInCell="1" allowOverlap="1">
              <wp:simplePos x="0" y="0"/>
              <wp:positionH relativeFrom="column">
                <wp:posOffset>6175375</wp:posOffset>
              </wp:positionH>
              <wp:positionV relativeFrom="paragraph">
                <wp:posOffset>-140970</wp:posOffset>
              </wp:positionV>
              <wp:extent cx="323850" cy="136525"/>
              <wp:effectExtent l="0" t="0" r="0" b="0"/>
              <wp:wrapNone/>
              <wp:docPr id="69" name="Rectangle 3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136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88" style="position:absolute;margin-left:486.25pt;margin-top:-11.1pt;width:25.5pt;height:10.75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" filled="f" stroked="f" strokeweight="1pt">
              <v:textbox inset="1pt,1pt,1pt,1pt">
                <w:txbxContent>
                  <w:p w:rsidR="000F3A53" w:rsidRDefault="000F3A53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9408" behindDoc="0" locked="0" layoutInCell="1" allowOverlap="1">
              <wp:simplePos x="0" y="0"/>
              <wp:positionH relativeFrom="column">
                <wp:posOffset>230505</wp:posOffset>
              </wp:positionH>
              <wp:positionV relativeFrom="paragraph">
                <wp:posOffset>198755</wp:posOffset>
              </wp:positionV>
              <wp:extent cx="361950" cy="141605"/>
              <wp:effectExtent l="0" t="0" r="0" b="0"/>
              <wp:wrapNone/>
              <wp:docPr id="70" name="Rectangle 3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1950" cy="141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Кол.уч.</w:t>
                          </w: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89" style="position:absolute;margin-left:18.15pt;margin-top:15.65pt;width:28.5pt;height:11.15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" filled="f" stroked="f" strokeweight="1.5pt">
              <v:textbox inset="0,1pt,0,1pt">
                <w:txbxContent>
                  <w:p w:rsidR="000F3A53" w:rsidRDefault="000F3A53">
                    <w:pPr>
                      <w:jc w:val="center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Кол.уч.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8384" behindDoc="0" locked="0" layoutInCell="1" allowOverlap="1">
              <wp:simplePos x="0" y="0"/>
              <wp:positionH relativeFrom="column">
                <wp:posOffset>582295</wp:posOffset>
              </wp:positionH>
              <wp:positionV relativeFrom="paragraph">
                <wp:posOffset>193040</wp:posOffset>
              </wp:positionV>
              <wp:extent cx="368935" cy="140970"/>
              <wp:effectExtent l="0" t="0" r="0" b="0"/>
              <wp:wrapNone/>
              <wp:docPr id="71" name="Rectangle 3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8935" cy="1409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90" style="position:absolute;margin-left:45.85pt;margin-top:15.2pt;width:29.05pt;height:11.1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" filled="f" stroked="f" strokeweight="1pt">
              <v:textbox inset="1pt,1pt,1pt,1pt">
                <w:txbxContent>
                  <w:p w:rsidR="000F3A53" w:rsidRDefault="000F3A53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7360" behindDoc="0" locked="0" layoutInCell="1" allowOverlap="1">
              <wp:simplePos x="0" y="0"/>
              <wp:positionH relativeFrom="column">
                <wp:posOffset>952500</wp:posOffset>
              </wp:positionH>
              <wp:positionV relativeFrom="paragraph">
                <wp:posOffset>192405</wp:posOffset>
              </wp:positionV>
              <wp:extent cx="356870" cy="127635"/>
              <wp:effectExtent l="0" t="0" r="5080" b="5715"/>
              <wp:wrapNone/>
              <wp:docPr id="72" name="Rectangle 3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687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№ док.</w:t>
                          </w: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91" style="position:absolute;margin-left:75pt;margin-top:15.15pt;width:28.1pt;height:10.05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" filled="f" stroked="f" strokeweight="1pt">
              <v:textbox inset="0,1pt,0,1pt">
                <w:txbxContent>
                  <w:p w:rsidR="000F3A53" w:rsidRDefault="000F3A53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№ док.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6336" behindDoc="0" locked="0" layoutInCell="1" allowOverlap="1">
              <wp:simplePos x="0" y="0"/>
              <wp:positionH relativeFrom="column">
                <wp:posOffset>1329055</wp:posOffset>
              </wp:positionH>
              <wp:positionV relativeFrom="paragraph">
                <wp:posOffset>189865</wp:posOffset>
              </wp:positionV>
              <wp:extent cx="525145" cy="132080"/>
              <wp:effectExtent l="0" t="0" r="8255" b="1270"/>
              <wp:wrapNone/>
              <wp:docPr id="73" name="Rectangle 3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5145" cy="132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Подпись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92" style="position:absolute;margin-left:104.65pt;margin-top:14.95pt;width:41.35pt;height:10.4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" filled="f" stroked="f" strokeweight="1pt">
              <v:textbox inset="1pt,1pt,1pt,1pt">
                <w:txbxContent>
                  <w:p w:rsidR="000F3A53" w:rsidRDefault="000F3A53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Подпись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5312" behindDoc="0" locked="0" layoutInCell="1" allowOverlap="1">
              <wp:simplePos x="0" y="0"/>
              <wp:positionH relativeFrom="column">
                <wp:posOffset>1875155</wp:posOffset>
              </wp:positionH>
              <wp:positionV relativeFrom="paragraph">
                <wp:posOffset>186690</wp:posOffset>
              </wp:positionV>
              <wp:extent cx="328930" cy="154305"/>
              <wp:effectExtent l="0" t="0" r="0" b="0"/>
              <wp:wrapNone/>
              <wp:docPr id="74" name="Rectangle 3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Дата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93" style="position:absolute;margin-left:147.65pt;margin-top:14.7pt;width:25.9pt;height:12.15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" filled="f" stroked="f" strokeweight="1pt">
              <v:textbox inset="1pt,1pt,1pt,1pt">
                <w:txbxContent>
                  <w:p w:rsidR="000F3A53" w:rsidRDefault="000F3A53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Дата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4288" behindDoc="0" locked="0" layoutInCell="1" allowOverlap="1">
              <wp:simplePos x="0" y="0"/>
              <wp:positionH relativeFrom="column">
                <wp:posOffset>-135890</wp:posOffset>
              </wp:positionH>
              <wp:positionV relativeFrom="paragraph">
                <wp:posOffset>170180</wp:posOffset>
              </wp:positionV>
              <wp:extent cx="2339975" cy="635"/>
              <wp:effectExtent l="0" t="0" r="22225" b="37465"/>
              <wp:wrapNone/>
              <wp:docPr id="75" name="Line 3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14" o:spid="_x0000_s1026" style="position:absolute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7pt,13.4pt" to="173.5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3264" behindDoc="0" locked="0" layoutInCell="1" allowOverlap="1">
              <wp:simplePos x="0" y="0"/>
              <wp:positionH relativeFrom="column">
                <wp:posOffset>-134620</wp:posOffset>
              </wp:positionH>
              <wp:positionV relativeFrom="paragraph">
                <wp:posOffset>-8255</wp:posOffset>
              </wp:positionV>
              <wp:extent cx="2339975" cy="635"/>
              <wp:effectExtent l="0" t="0" r="22225" b="37465"/>
              <wp:wrapNone/>
              <wp:docPr id="76" name="Line 3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13" o:spid="_x0000_s1026" style="position:absolute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6pt,-.65pt" to="173.65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2240" behindDoc="0" locked="0" layoutInCell="1" allowOverlap="1">
              <wp:simplePos x="0" y="0"/>
              <wp:positionH relativeFrom="column">
                <wp:posOffset>2211070</wp:posOffset>
              </wp:positionH>
              <wp:positionV relativeFrom="paragraph">
                <wp:posOffset>-188595</wp:posOffset>
              </wp:positionV>
              <wp:extent cx="635" cy="534035"/>
              <wp:effectExtent l="0" t="0" r="37465" b="18415"/>
              <wp:wrapNone/>
              <wp:docPr id="77" name="Line 3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340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12" o:spid="_x0000_s1026" style="position:absolute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4.1pt,-14.85pt" to="174.1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1216" behindDoc="0" locked="0" layoutInCell="1" allowOverlap="1">
              <wp:simplePos x="0" y="0"/>
              <wp:positionH relativeFrom="column">
                <wp:posOffset>1848485</wp:posOffset>
              </wp:positionH>
              <wp:positionV relativeFrom="paragraph">
                <wp:posOffset>-188595</wp:posOffset>
              </wp:positionV>
              <wp:extent cx="1270" cy="534035"/>
              <wp:effectExtent l="0" t="0" r="36830" b="18415"/>
              <wp:wrapNone/>
              <wp:docPr id="78" name="Line 3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70" cy="5340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11" o:spid="_x0000_s1026" style="position:absolute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55pt,-14.85pt" to="145.6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720192" behindDoc="0" locked="0" layoutInCell="1" allowOverlap="1">
              <wp:simplePos x="0" y="0"/>
              <wp:positionH relativeFrom="column">
                <wp:posOffset>1311274</wp:posOffset>
              </wp:positionH>
              <wp:positionV relativeFrom="paragraph">
                <wp:posOffset>-188595</wp:posOffset>
              </wp:positionV>
              <wp:extent cx="0" cy="534035"/>
              <wp:effectExtent l="0" t="0" r="19050" b="18415"/>
              <wp:wrapNone/>
              <wp:docPr id="79" name="Line 3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40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10" o:spid="_x0000_s1026" style="position:absolute;z-index:25172019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03.25pt,-14.85pt" to="103.2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719168" behindDoc="0" locked="0" layoutInCell="1" allowOverlap="1">
              <wp:simplePos x="0" y="0"/>
              <wp:positionH relativeFrom="column">
                <wp:posOffset>947419</wp:posOffset>
              </wp:positionH>
              <wp:positionV relativeFrom="paragraph">
                <wp:posOffset>-186690</wp:posOffset>
              </wp:positionV>
              <wp:extent cx="0" cy="534035"/>
              <wp:effectExtent l="0" t="0" r="19050" b="18415"/>
              <wp:wrapNone/>
              <wp:docPr id="80" name="Line 3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40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09" o:spid="_x0000_s1026" style="position:absolute;z-index:25171916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74.6pt,-14.7pt" to="74.6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718144" behindDoc="0" locked="0" layoutInCell="1" allowOverlap="1">
              <wp:simplePos x="0" y="0"/>
              <wp:positionH relativeFrom="column">
                <wp:posOffset>591184</wp:posOffset>
              </wp:positionH>
              <wp:positionV relativeFrom="paragraph">
                <wp:posOffset>-193675</wp:posOffset>
              </wp:positionV>
              <wp:extent cx="0" cy="533400"/>
              <wp:effectExtent l="0" t="0" r="19050" b="19050"/>
              <wp:wrapNone/>
              <wp:docPr id="81" name="Line 3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340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08" o:spid="_x0000_s1026" style="position:absolute;z-index:25171814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6.55pt,-15.25pt" to="46.55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717120" behindDoc="0" locked="0" layoutInCell="1" allowOverlap="1">
              <wp:simplePos x="0" y="0"/>
              <wp:positionH relativeFrom="column">
                <wp:posOffset>230504</wp:posOffset>
              </wp:positionH>
              <wp:positionV relativeFrom="paragraph">
                <wp:posOffset>-186690</wp:posOffset>
              </wp:positionV>
              <wp:extent cx="0" cy="534035"/>
              <wp:effectExtent l="0" t="0" r="19050" b="18415"/>
              <wp:wrapNone/>
              <wp:docPr id="82" name="Line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40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07" o:spid="_x0000_s1026" style="position:absolute;z-index:25171712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8.15pt,-14.7pt" to="18.15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6096" behindDoc="0" locked="0" layoutInCell="1" allowOverlap="1">
              <wp:simplePos x="0" y="0"/>
              <wp:positionH relativeFrom="column">
                <wp:posOffset>-144145</wp:posOffset>
              </wp:positionH>
              <wp:positionV relativeFrom="paragraph">
                <wp:posOffset>195580</wp:posOffset>
              </wp:positionV>
              <wp:extent cx="378460" cy="135890"/>
              <wp:effectExtent l="0" t="0" r="2540" b="0"/>
              <wp:wrapNone/>
              <wp:docPr id="83" name="Rectangle 3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78460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A53" w:rsidRDefault="000F3A53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Изм.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94" style="position:absolute;margin-left:-11.35pt;margin-top:15.4pt;width:29.8pt;height:10.7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" filled="f" stroked="f" strokeweight="1pt">
              <v:textbox inset="1pt,1pt,1pt,1pt">
                <w:txbxContent>
                  <w:p w:rsidR="000F3A53" w:rsidRDefault="000F3A53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Изм.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15072" behindDoc="0" locked="0" layoutInCell="1" allowOverlap="1">
              <wp:simplePos x="0" y="0"/>
              <wp:positionH relativeFrom="column">
                <wp:posOffset>-1804670</wp:posOffset>
              </wp:positionH>
              <wp:positionV relativeFrom="paragraph">
                <wp:posOffset>-1337310</wp:posOffset>
              </wp:positionV>
              <wp:extent cx="2921000" cy="431800"/>
              <wp:effectExtent l="6350" t="0" r="19050" b="19050"/>
              <wp:wrapNone/>
              <wp:docPr id="84" name="Group 2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-5400000">
                        <a:off x="0" y="0"/>
                        <a:ext cx="2921000" cy="431800"/>
                        <a:chOff x="318" y="390"/>
                        <a:chExt cx="4679" cy="685"/>
                      </a:xfrm>
                    </wpg:grpSpPr>
                    <wps:wsp>
                      <wps:cNvPr id="85" name="Rectangle 295"/>
                      <wps:cNvSpPr>
                        <a:spLocks noChangeArrowheads="1"/>
                      </wps:cNvSpPr>
                      <wps:spPr bwMode="auto">
                        <a:xfrm rot="5400000">
                          <a:off x="2322" y="-1613"/>
                          <a:ext cx="671" cy="4679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Line 296"/>
                      <wps:cNvCnPr>
                        <a:cxnSpLocks noChangeShapeType="1"/>
                      </wps:cNvCnPr>
                      <wps:spPr bwMode="auto">
                        <a:xfrm rot="5400000" flipV="1">
                          <a:off x="2658" y="-1664"/>
                          <a:ext cx="1" cy="467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7" name="Line 297"/>
                      <wps:cNvCnPr>
                        <a:cxnSpLocks noChangeShapeType="1"/>
                      </wps:cNvCnPr>
                      <wps:spPr bwMode="auto">
                        <a:xfrm rot="5400000" flipH="1">
                          <a:off x="1353" y="729"/>
                          <a:ext cx="678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8" name="Line 298"/>
                      <wps:cNvCnPr>
                        <a:cxnSpLocks noChangeShapeType="1"/>
                      </wps:cNvCnPr>
                      <wps:spPr bwMode="auto">
                        <a:xfrm rot="16200000" flipV="1">
                          <a:off x="3278" y="732"/>
                          <a:ext cx="685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9" name="Rectangle 299"/>
                      <wps:cNvSpPr>
                        <a:spLocks noChangeArrowheads="1"/>
                      </wps:cNvSpPr>
                      <wps:spPr bwMode="auto">
                        <a:xfrm rot="5400000">
                          <a:off x="4167" y="-129"/>
                          <a:ext cx="237" cy="13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A53" w:rsidRDefault="000F3A53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</w:rPr>
                              <w:t>Взам. инв. №</w:t>
                            </w: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0" name="Rectangle 300"/>
                      <wps:cNvSpPr>
                        <a:spLocks noChangeArrowheads="1"/>
                      </wps:cNvSpPr>
                      <wps:spPr bwMode="auto">
                        <a:xfrm rot="5400000">
                          <a:off x="2528" y="-358"/>
                          <a:ext cx="250" cy="1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A53" w:rsidRDefault="000F3A53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</w:rPr>
                              <w:t>Подпись и дата</w:t>
                            </w:r>
                          </w:p>
                          <w:p w:rsidR="000F3A53" w:rsidRDefault="000F3A53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1" name="Rectangle 301"/>
                      <wps:cNvSpPr>
                        <a:spLocks noChangeArrowheads="1"/>
                      </wps:cNvSpPr>
                      <wps:spPr bwMode="auto">
                        <a:xfrm rot="5400000">
                          <a:off x="875" y="-144"/>
                          <a:ext cx="229" cy="13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A53" w:rsidRDefault="000F3A53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Инв. № подл.</w:t>
                            </w: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95" style="position:absolute;margin-left:-142.1pt;margin-top:-105.3pt;width:230pt;height:34pt;rotation:-90;z-index:251715072" coordorigin="318,390" coordsize="4679,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">
              <v:rect id="Rectangle 295" o:spid="_x0000_s1096" style="position:absolute;left:2322;top:-1613;width:671;height:4679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cADsMA&#10;AADbAAAADwAAAGRycy9kb3ducmV2LnhtbESPQWsCMRSE74L/IbxCb5qtUFm2RimCoAcPdW1Lb4/N&#10;azZ087Js4pr+e1MoeBxm5htmtUmuEyMNwXpW8DQvQBA3Xls2Cs71blaCCBFZY+eZFPxSgM16Ollh&#10;pf2V32g8RSMyhEOFCtoY+0rK0LTkMMx9T5y9bz84jFkORuoBrxnuOrkoiqV0aDkvtNjTtqXm53Rx&#10;CuxXOh4+3XtajJa3ZaxN/aGNUo8P6fUFRKQU7+H/9l4rKJ/h70v+AX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7cADsMAAADbAAAADwAAAAAAAAAAAAAAAACYAgAAZHJzL2Rv&#10;d25yZXYueG1sUEsFBgAAAAAEAAQA9QAAAIgDAAAAAA==&#10;" filled="f" strokeweight="1.5pt"/>
              <v:line id="Line 296" o:spid="_x0000_s1097" style="position:absolute;rotation:-90;flip:y;visibility:visible;mso-wrap-style:square" from="2658,-1664" to="2659,3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13K8UAAADbAAAADwAAAGRycy9kb3ducmV2LnhtbESP0WrCQBRE3wv+w3ILfSm6sQ9BY1Yp&#10;SktpSsCYD7hmr0kwezdktyb9+26h4OMwM2eYdDeZTtxocK1lBctFBIK4srrlWkF5epuvQDiPrLGz&#10;TAp+yMFuO3tIMdF25CPdCl+LAGGXoILG+z6R0lUNGXQL2xMH72IHgz7IoZZ6wDHATSdfoiiWBlsO&#10;Cw32tG+ouhbfRsFztZ6W9rw/5PVnNpbmPc+Kr1ypp8fpdQPC0+Tv4f/2h1awiuHvS/gBcvs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S13K8UAAADbAAAADwAAAAAAAAAA&#10;AAAAAAChAgAAZHJzL2Rvd25yZXYueG1sUEsFBgAAAAAEAAQA+QAAAJMDAAAAAA==&#10;" strokeweight="1.5pt">
                <v:stroke startarrowwidth="narrow" startarrowlength="short" endarrowwidth="narrow" endarrowlength="short"/>
              </v:line>
              <v:line id="Line 297" o:spid="_x0000_s1098" style="position:absolute;rotation:-90;flip:x;visibility:visible;mso-wrap-style:square" from="1353,729" to="2031,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HSsMUAAADbAAAADwAAAGRycy9kb3ducmV2LnhtbESP0WrCQBRE3wv+w3KFvpS6sQ+tTd0E&#10;USylSsCYD7hmb5Ng9m7Ibk38e7dQ8HGYmTPMMh1NKy7Uu8aygvksAkFcWt1wpaA4bp8XIJxH1tha&#10;JgVXcpAmk4clxtoOfKBL7isRIOxiVFB738VSurImg25mO+Lg/djeoA+yr6TucQhw08qXKHqVBhsO&#10;CzV2tK6pPOe/RsFT+T7O7Wm9yarv3VCYz2yX7zOlHqfj6gOEp9Hfw//tL61g8QZ/X8IPkM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mHSsMUAAADbAAAADwAAAAAAAAAA&#10;AAAAAAChAgAAZHJzL2Rvd25yZXYueG1sUEsFBgAAAAAEAAQA+QAAAJMDAAAAAA==&#10;" strokeweight="1.5pt">
                <v:stroke startarrowwidth="narrow" startarrowlength="short" endarrowwidth="narrow" endarrowlength="short"/>
              </v:line>
              <v:line id="Line 298" o:spid="_x0000_s1099" style="position:absolute;rotation:90;flip:y;visibility:visible;mso-wrap-style:square" from="3278,732" to="3963,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a9sbwAAADbAAAADwAAAGRycy9kb3ducmV2LnhtbERPvQrCMBDeBd8hnOCmqQ6i1SgiKII4&#10;qF3czuZsi82lJFHr25tBcPz4/her1tTiRc5XlhWMhgkI4tzqigsF2WU7mILwAVljbZkUfMjDatnt&#10;LDDV9s0nep1DIWII+xQVlCE0qZQ+L8mgH9qGOHJ36wyGCF0htcN3DDe1HCfJRBqsODaU2NCmpPxx&#10;fhoF9jEZXevD5nYZI2ncZe74mTml+r12PQcRqA1/8c+91wqmcWz8En+AXH4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wza9sbwAAADbAAAADwAAAAAAAAAAAAAAAAChAgAA&#10;ZHJzL2Rvd25yZXYueG1sUEsFBgAAAAAEAAQA+QAAAIoDAAAAAA==&#10;" strokeweight="1.5pt">
                <v:stroke startarrowwidth="narrow" startarrowlength="short" endarrowwidth="narrow" endarrowlength="short"/>
              </v:line>
              <v:rect id="Rectangle 299" o:spid="_x0000_s1100" style="position:absolute;left:4167;top:-129;width:237;height:130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qtL8YA&#10;AADbAAAADwAAAGRycy9kb3ducmV2LnhtbESPQWvCQBSE70L/w/KEXsRsLCIaXaUoguhFbaH19sw+&#10;k2D2bcxuNfrru4WCx2FmvmEms8aU4kq1Kywr6EUxCOLU6oIzBZ8fy+4QhPPIGkvLpOBODmbTl9YE&#10;E21vvKPr3mciQNglqCD3vkqkdGlOBl1kK+LgnWxt0AdZZ1LXeAtwU8q3OB5IgwWHhRwrmueUnvc/&#10;RsHmoM/Ly9Y0+v79+DouOutTf7VW6rXdvI9BeGr8M/zfXmkFwxH8fQk/QE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qtL8YAAADbAAAADwAAAAAAAAAAAAAAAACYAgAAZHJz&#10;L2Rvd25yZXYueG1sUEsFBgAAAAAEAAQA9QAAAIsDAAAAAA==&#10;" filled="f" stroked="f" strokeweight="1.5pt">
                <v:textbox style="layout-flow:vertical;mso-layout-flow-alt:bottom-to-top" inset="1pt,1pt,1pt,1pt">
                  <w:txbxContent>
                    <w:p w:rsidR="000F3A53" w:rsidRDefault="000F3A53">
                      <w:pPr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  <w:sz w:val="18"/>
                        </w:rPr>
                        <w:t>Взам. инв. №</w:t>
                      </w:r>
                    </w:p>
                  </w:txbxContent>
                </v:textbox>
              </v:rect>
              <v:rect id="Rectangle 300" o:spid="_x0000_s1101" style="position:absolute;left:2528;top:-358;width:250;height:176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mSb8IA&#10;AADbAAAADwAAAGRycy9kb3ducmV2LnhtbERPy4rCMBTdC/5DuMJsRNMZBtFqFBkRxNn4AnV3ba5t&#10;sbmpTUarXz9ZCC4P5z2a1KYQN6pcblnBZzcCQZxYnXOqYLedd/ognEfWWFgmBQ9yMBk3GyOMtb3z&#10;mm4bn4oQwi5GBZn3ZSylSzIy6Lq2JA7c2VYGfYBVKnWF9xBuCvkVRT1pMOfQkGFJPxkll82fUfB7&#10;1Jf5dWVq/Tg896dZe3n+XiyV+mjV0yEIT7V/i1/uhVYwCOvDl/AD5P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+ZJvwgAAANsAAAAPAAAAAAAAAAAAAAAAAJgCAABkcnMvZG93&#10;bnJldi54bWxQSwUGAAAAAAQABAD1AAAAhwMAAAAA&#10;" filled="f" stroked="f" strokeweight="1.5pt">
                <v:textbox style="layout-flow:vertical;mso-layout-flow-alt:bottom-to-top" inset="1pt,1pt,1pt,1pt">
                  <w:txbxContent>
                    <w:p w:rsidR="000F3A53" w:rsidRDefault="000F3A53">
                      <w:pPr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  <w:sz w:val="18"/>
                        </w:rPr>
                        <w:t>Подпись и дата</w:t>
                      </w:r>
                    </w:p>
                    <w:p w:rsidR="000F3A53" w:rsidRDefault="000F3A53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rect>
              <v:rect id="Rectangle 301" o:spid="_x0000_s1102" style="position:absolute;left:875;top:-144;width:229;height:133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U39MYA&#10;AADbAAAADwAAAGRycy9kb3ducmV2LnhtbESPQWvCQBSE70L/w/IEL2I2liIaXaUogtiL2kLr7Zl9&#10;JsHs2zS7auyv7wqCx2FmvmEms8aU4kK1Kywr6EcxCOLU6oIzBV+fy94QhPPIGkvLpOBGDmbTl9YE&#10;E22vvKXLzmciQNglqCD3vkqkdGlOBl1kK+LgHW1t0AdZZ1LXeA1wU8rXOB5IgwWHhRwrmueUnnZn&#10;o+Bjr0/L341p9O3n7/uw6K6Pb6u1Up128z4G4anxz/CjvdIKRn24fwk/QE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rU39MYAAADbAAAADwAAAAAAAAAAAAAAAACYAgAAZHJz&#10;L2Rvd25yZXYueG1sUEsFBgAAAAAEAAQA9QAAAIsDAAAAAA==&#10;" filled="f" stroked="f" strokeweight="1.5pt">
                <v:textbox style="layout-flow:vertical;mso-layout-flow-alt:bottom-to-top" inset="1pt,1pt,1pt,1pt">
                  <w:txbxContent>
                    <w:p w:rsidR="000F3A53" w:rsidRDefault="000F3A53">
                      <w:pPr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  <w:sz w:val="18"/>
                        </w:rPr>
                        <w:t xml:space="preserve"> Инв. № подл.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714048" behindDoc="0" locked="0" layoutInCell="1" allowOverlap="1">
              <wp:simplePos x="0" y="0"/>
              <wp:positionH relativeFrom="column">
                <wp:posOffset>6159500</wp:posOffset>
              </wp:positionH>
              <wp:positionV relativeFrom="paragraph">
                <wp:posOffset>50164</wp:posOffset>
              </wp:positionV>
              <wp:extent cx="360045" cy="0"/>
              <wp:effectExtent l="0" t="0" r="20955" b="19050"/>
              <wp:wrapNone/>
              <wp:docPr id="92" name="Line 3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6004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06" o:spid="_x0000_s1026" style="position:absolute;flip:y;z-index:2517140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85pt,3.95pt" to="513.3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713024" behindDoc="0" locked="0" layoutInCell="1" allowOverlap="1">
              <wp:simplePos x="0" y="0"/>
              <wp:positionH relativeFrom="column">
                <wp:posOffset>6158229</wp:posOffset>
              </wp:positionH>
              <wp:positionV relativeFrom="paragraph">
                <wp:posOffset>-193675</wp:posOffset>
              </wp:positionV>
              <wp:extent cx="0" cy="533400"/>
              <wp:effectExtent l="0" t="0" r="19050" b="19050"/>
              <wp:wrapNone/>
              <wp:docPr id="93" name="Line 3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0" cy="53340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05" o:spid="_x0000_s1026" style="position:absolute;flip:x;z-index:25171302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84.9pt,-15.25pt" to="484.9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000" behindDoc="0" locked="0" layoutInCell="1" allowOverlap="1">
              <wp:simplePos x="0" y="0"/>
              <wp:positionH relativeFrom="column">
                <wp:posOffset>-128905</wp:posOffset>
              </wp:positionH>
              <wp:positionV relativeFrom="paragraph">
                <wp:posOffset>-188595</wp:posOffset>
              </wp:positionV>
              <wp:extent cx="6659880" cy="1270"/>
              <wp:effectExtent l="0" t="0" r="26670" b="36830"/>
              <wp:wrapNone/>
              <wp:docPr id="94" name="Line 3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127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04" o:spid="_x0000_s1026" style="position:absolute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15pt,-14.85pt" to="514.25pt,-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" strokeweight="1.5pt">
              <v:stroke startarrowwidth="narrow" startarrowlength="short" endarrowwidth="narrow" endarrowlength="short"/>
            </v:lin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A53" w:rsidRDefault="000F3A5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A95" w:rsidRDefault="00AC5A95">
      <w:r>
        <w:separator/>
      </w:r>
    </w:p>
  </w:footnote>
  <w:footnote w:type="continuationSeparator" w:id="0">
    <w:p w:rsidR="00AC5A95" w:rsidRDefault="00AC5A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A53" w:rsidRDefault="00AD2B0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08576" behindDoc="0" locked="0" layoutInCell="1" allowOverlap="1">
              <wp:simplePos x="0" y="0"/>
              <wp:positionH relativeFrom="column">
                <wp:posOffset>-1915160</wp:posOffset>
              </wp:positionH>
              <wp:positionV relativeFrom="paragraph">
                <wp:posOffset>2004695</wp:posOffset>
              </wp:positionV>
              <wp:extent cx="10217150" cy="6659880"/>
              <wp:effectExtent l="6985" t="0" r="19685" b="19685"/>
              <wp:wrapNone/>
              <wp:docPr id="191" name="Rectangle 2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-5400000">
                        <a:off x="0" y="0"/>
                        <a:ext cx="10217150" cy="665988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93" o:spid="_x0000_s1026" style="position:absolute;margin-left:-150.8pt;margin-top:157.85pt;width:804.5pt;height:524.4pt;rotation:-90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" filled="f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A53" w:rsidRDefault="000F3A53">
    <w:pPr>
      <w:pStyle w:val="a5"/>
    </w:pPr>
  </w:p>
  <w:p w:rsidR="000F3A53" w:rsidRDefault="00AD2B0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36224" behindDoc="0" locked="0" layoutInCell="1" allowOverlap="1">
              <wp:simplePos x="0" y="0"/>
              <wp:positionH relativeFrom="column">
                <wp:posOffset>-1866900</wp:posOffset>
              </wp:positionH>
              <wp:positionV relativeFrom="paragraph">
                <wp:posOffset>1830705</wp:posOffset>
              </wp:positionV>
              <wp:extent cx="10321925" cy="6741160"/>
              <wp:effectExtent l="0" t="317" r="21907" b="21908"/>
              <wp:wrapNone/>
              <wp:docPr id="175" name="Rectangl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-5400000">
                        <a:off x="0" y="0"/>
                        <a:ext cx="10321925" cy="67411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17" o:spid="_x0000_s1026" style="position:absolute;margin-left:-147pt;margin-top:144.15pt;width:812.75pt;height:530.8pt;rotation:-90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" strokeweight="1.5pt">
              <v:fill opacity="0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A53" w:rsidRDefault="00AD2B01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30080" behindDoc="0" locked="0" layoutInCell="1" allowOverlap="1">
              <wp:simplePos x="0" y="0"/>
              <wp:positionH relativeFrom="column">
                <wp:posOffset>-445135</wp:posOffset>
              </wp:positionH>
              <wp:positionV relativeFrom="paragraph">
                <wp:posOffset>226060</wp:posOffset>
              </wp:positionV>
              <wp:extent cx="10114280" cy="7088505"/>
              <wp:effectExtent l="0" t="0" r="20320" b="17145"/>
              <wp:wrapNone/>
              <wp:docPr id="1" name="Group 1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14280" cy="7088505"/>
                        <a:chOff x="284" y="454"/>
                        <a:chExt cx="16271" cy="11163"/>
                      </a:xfrm>
                    </wpg:grpSpPr>
                    <wpg:grpSp>
                      <wpg:cNvPr id="3" name="Group 1112"/>
                      <wpg:cNvGrpSpPr>
                        <a:grpSpLocks/>
                      </wpg:cNvGrpSpPr>
                      <wpg:grpSpPr bwMode="auto">
                        <a:xfrm>
                          <a:off x="287" y="454"/>
                          <a:ext cx="4856" cy="679"/>
                          <a:chOff x="287" y="454"/>
                          <a:chExt cx="4856" cy="679"/>
                        </a:xfrm>
                      </wpg:grpSpPr>
                      <wps:wsp>
                        <wps:cNvPr id="4" name="Rectangle 1113"/>
                        <wps:cNvSpPr>
                          <a:spLocks noChangeArrowheads="1"/>
                        </wps:cNvSpPr>
                        <wps:spPr bwMode="auto">
                          <a:xfrm>
                            <a:off x="287" y="454"/>
                            <a:ext cx="4856" cy="67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1114"/>
                        <wps:cNvCnPr>
                          <a:cxnSpLocks noChangeShapeType="1"/>
                        </wps:cNvCnPr>
                        <wps:spPr bwMode="auto">
                          <a:xfrm>
                            <a:off x="291" y="741"/>
                            <a:ext cx="4852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11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715" y="454"/>
                            <a:ext cx="0" cy="67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11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711" y="454"/>
                            <a:ext cx="0" cy="66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Rectangle 1117"/>
                        <wps:cNvSpPr>
                          <a:spLocks noChangeArrowheads="1"/>
                        </wps:cNvSpPr>
                        <wps:spPr bwMode="auto">
                          <a:xfrm>
                            <a:off x="3713" y="477"/>
                            <a:ext cx="1382" cy="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3A53" w:rsidRDefault="000F3A53">
                              <w:pPr>
                                <w:jc w:val="center"/>
                                <w:rPr>
                                  <w:rFonts w:ascii="Arial CYR" w:hAnsi="Arial CYR"/>
                                  <w:sz w:val="18"/>
                                </w:rPr>
                              </w:pPr>
                              <w:r>
                                <w:rPr>
                                  <w:rFonts w:ascii="Arial CYR" w:hAnsi="Arial CYR"/>
                                  <w:sz w:val="18"/>
                                </w:rPr>
                                <w:t>Взам. инв. №</w:t>
                              </w:r>
                            </w:p>
                            <w:p w:rsidR="000F3A53" w:rsidRDefault="000F3A53">
                              <w:pPr>
                                <w:jc w:val="center"/>
                                <w:rPr>
                                  <w:rFonts w:ascii="Arial CYR" w:hAnsi="Arial CYR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9" name="Rectangle 1118"/>
                        <wps:cNvSpPr>
                          <a:spLocks noChangeArrowheads="1"/>
                        </wps:cNvSpPr>
                        <wps:spPr bwMode="auto">
                          <a:xfrm>
                            <a:off x="2007" y="477"/>
                            <a:ext cx="1269" cy="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3A53" w:rsidRDefault="000F3A53">
                              <w:pPr>
                                <w:jc w:val="center"/>
                                <w:rPr>
                                  <w:rFonts w:ascii="Arial CYR" w:hAnsi="Arial CYR"/>
                                  <w:sz w:val="18"/>
                                </w:rPr>
                              </w:pPr>
                              <w:r>
                                <w:rPr>
                                  <w:rFonts w:ascii="Arial CYR" w:hAnsi="Arial CYR"/>
                                  <w:sz w:val="18"/>
                                </w:rPr>
                                <w:t>Подп. и дата</w:t>
                              </w:r>
                            </w:p>
                            <w:p w:rsidR="000F3A53" w:rsidRDefault="000F3A53">
                              <w:pPr>
                                <w:jc w:val="center"/>
                                <w:rPr>
                                  <w:rFonts w:ascii="Arial CYR" w:hAnsi="Arial CYR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" name="Rectangle 1119"/>
                        <wps:cNvSpPr>
                          <a:spLocks noChangeArrowheads="1"/>
                        </wps:cNvSpPr>
                        <wps:spPr bwMode="auto">
                          <a:xfrm>
                            <a:off x="315" y="499"/>
                            <a:ext cx="1375" cy="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3A53" w:rsidRDefault="000F3A53">
                              <w:pPr>
                                <w:jc w:val="center"/>
                                <w:rPr>
                                  <w:rFonts w:ascii="Arial CYR" w:hAnsi="Arial CYR"/>
                                  <w:sz w:val="18"/>
                                </w:rPr>
                              </w:pPr>
                              <w:r>
                                <w:rPr>
                                  <w:rFonts w:ascii="Arial CYR" w:hAnsi="Arial CYR"/>
                                  <w:sz w:val="18"/>
                                </w:rPr>
                                <w:t>Инв.№ подл.</w:t>
                              </w:r>
                            </w:p>
                            <w:p w:rsidR="000F3A53" w:rsidRDefault="000F3A53">
                              <w:pPr>
                                <w:jc w:val="center"/>
                                <w:rPr>
                                  <w:rFonts w:ascii="Arial CYR" w:hAnsi="Arial CYR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s:wsp>
                      <wps:cNvPr id="11" name="Line 1120"/>
                      <wps:cNvCnPr>
                        <a:cxnSpLocks noChangeShapeType="1"/>
                      </wps:cNvCnPr>
                      <wps:spPr bwMode="auto">
                        <a:xfrm>
                          <a:off x="1149" y="1150"/>
                          <a:ext cx="1" cy="1045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121"/>
                      <wps:cNvCnPr>
                        <a:cxnSpLocks noChangeShapeType="1"/>
                      </wps:cNvCnPr>
                      <wps:spPr bwMode="auto">
                        <a:xfrm flipH="1">
                          <a:off x="292" y="11075"/>
                          <a:ext cx="86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122"/>
                      <wps:cNvCnPr>
                        <a:cxnSpLocks noChangeShapeType="1"/>
                      </wps:cNvCnPr>
                      <wps:spPr bwMode="auto">
                        <a:xfrm flipH="1">
                          <a:off x="859" y="11075"/>
                          <a:ext cx="9" cy="542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Rectangle 1123"/>
                      <wps:cNvSpPr>
                        <a:spLocks noChangeArrowheads="1"/>
                      </wps:cNvSpPr>
                      <wps:spPr bwMode="auto">
                        <a:xfrm>
                          <a:off x="561" y="4908"/>
                          <a:ext cx="311" cy="61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A53" w:rsidRDefault="000F3A5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06 – 2906 – 85 - ОВ.ПЗ</w:t>
                            </w:r>
                          </w:p>
                          <w:p w:rsidR="000F3A53" w:rsidRDefault="000F3A53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0F3A53" w:rsidRDefault="000F3A53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0F3A53" w:rsidRDefault="000F3A53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0F3A53" w:rsidRDefault="000F3A53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0F3A53" w:rsidRDefault="000F3A53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0F3A53" w:rsidRDefault="000F3A53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0F3A53" w:rsidRDefault="000F3A53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0F3A53" w:rsidRDefault="000F3A53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0F3A53" w:rsidRDefault="000F3A53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0F3A53" w:rsidRDefault="000F3A53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0F3A53" w:rsidRDefault="000F3A53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0F3A53" w:rsidRDefault="000F3A53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0F3A53" w:rsidRDefault="000F3A53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0F3A53" w:rsidRDefault="000F3A53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0F3A53" w:rsidRDefault="000F3A53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0F3A53" w:rsidRDefault="000F3A53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0F3A53" w:rsidRDefault="000F3A53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0F3A53" w:rsidRDefault="000F3A53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0F3A53" w:rsidRDefault="000F3A53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0F3A53" w:rsidRDefault="000F3A53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0F3A53" w:rsidRDefault="000F3A53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0F3A53" w:rsidRDefault="000F3A53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  <w:r>
                              <w:rPr>
                                <w:rFonts w:ascii="Arial CYR" w:hAnsi="Arial CYR"/>
                                <w:b/>
                              </w:rPr>
                              <w:t>05 – 3905 -ТХ.ПЗ</w:t>
                            </w:r>
                          </w:p>
                        </w:txbxContent>
                      </wps:txbx>
                      <wps:bodyPr rot="0" vert="vert" wrap="square" lIns="12700" tIns="12700" rIns="12700" bIns="12700" anchor="t" anchorCtr="0" upright="1">
                        <a:noAutofit/>
                      </wps:bodyPr>
                    </wps:wsp>
                    <wpg:grpSp>
                      <wpg:cNvPr id="16" name="Group 1124"/>
                      <wpg:cNvGrpSpPr>
                        <a:grpSpLocks/>
                      </wpg:cNvGrpSpPr>
                      <wpg:grpSpPr bwMode="auto">
                        <a:xfrm>
                          <a:off x="284" y="1139"/>
                          <a:ext cx="16271" cy="10469"/>
                          <a:chOff x="284" y="1139"/>
                          <a:chExt cx="16271" cy="10469"/>
                        </a:xfrm>
                      </wpg:grpSpPr>
                      <wps:wsp>
                        <wps:cNvPr id="17" name="Rectangle 1125"/>
                        <wps:cNvSpPr>
                          <a:spLocks noChangeArrowheads="1"/>
                        </wps:cNvSpPr>
                        <wps:spPr bwMode="auto">
                          <a:xfrm>
                            <a:off x="284" y="1139"/>
                            <a:ext cx="16271" cy="1046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126"/>
                        <wps:cNvSpPr>
                          <a:spLocks noChangeArrowheads="1"/>
                        </wps:cNvSpPr>
                        <wps:spPr bwMode="auto">
                          <a:xfrm>
                            <a:off x="880" y="11107"/>
                            <a:ext cx="249" cy="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3A53" w:rsidRDefault="000F3A53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vert" wrap="square" lIns="12700" tIns="12700" rIns="12700" bIns="12700" anchor="t" anchorCtr="0" upright="1">
                          <a:noAutofit/>
                        </wps:bodyPr>
                      </wps:wsp>
                    </wpg:grpSp>
                    <wps:wsp>
                      <wps:cNvPr id="19" name="Rectangle 1127"/>
                      <wps:cNvSpPr>
                        <a:spLocks noChangeArrowheads="1"/>
                      </wps:cNvSpPr>
                      <wps:spPr bwMode="auto">
                        <a:xfrm>
                          <a:off x="381" y="11174"/>
                          <a:ext cx="364" cy="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A53" w:rsidRPr="00736098" w:rsidRDefault="000F3A53" w:rsidP="00736098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vert" wrap="square" lIns="12700" tIns="12700" rIns="12700" bIns="12700" anchor="t" anchorCtr="0" upright="1">
                        <a:noAutofit/>
                      </wps:bodyPr>
                    </wps:wsp>
                    <wpg:grpSp>
                      <wpg:cNvPr id="20" name="Group 1128"/>
                      <wpg:cNvGrpSpPr>
                        <a:grpSpLocks/>
                      </wpg:cNvGrpSpPr>
                      <wpg:grpSpPr bwMode="auto">
                        <a:xfrm>
                          <a:off x="292" y="1141"/>
                          <a:ext cx="861" cy="3706"/>
                          <a:chOff x="292" y="1141"/>
                          <a:chExt cx="861" cy="3706"/>
                        </a:xfrm>
                      </wpg:grpSpPr>
                      <wps:wsp>
                        <wps:cNvPr id="21" name="Line 1129"/>
                        <wps:cNvCnPr>
                          <a:cxnSpLocks noChangeShapeType="1"/>
                        </wps:cNvCnPr>
                        <wps:spPr bwMode="auto">
                          <a:xfrm flipH="1">
                            <a:off x="292" y="1731"/>
                            <a:ext cx="86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13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92" y="2299"/>
                            <a:ext cx="861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292" y="2864"/>
                            <a:ext cx="86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132"/>
                        <wps:cNvCnPr>
                          <a:cxnSpLocks noChangeShapeType="1"/>
                        </wps:cNvCnPr>
                        <wps:spPr bwMode="auto">
                          <a:xfrm flipH="1">
                            <a:off x="292" y="3430"/>
                            <a:ext cx="86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1133"/>
                        <wps:cNvCnPr>
                          <a:cxnSpLocks noChangeShapeType="1"/>
                        </wps:cNvCnPr>
                        <wps:spPr bwMode="auto">
                          <a:xfrm flipH="1">
                            <a:off x="292" y="4279"/>
                            <a:ext cx="86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134"/>
                        <wps:cNvCnPr>
                          <a:cxnSpLocks noChangeShapeType="1"/>
                        </wps:cNvCnPr>
                        <wps:spPr bwMode="auto">
                          <a:xfrm flipH="1">
                            <a:off x="292" y="4846"/>
                            <a:ext cx="86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135"/>
                        <wps:cNvCnPr>
                          <a:cxnSpLocks noChangeShapeType="1"/>
                        </wps:cNvCnPr>
                        <wps:spPr bwMode="auto">
                          <a:xfrm flipH="1">
                            <a:off x="859" y="1165"/>
                            <a:ext cx="7" cy="368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136"/>
                        <wps:cNvCnPr>
                          <a:cxnSpLocks noChangeShapeType="1"/>
                        </wps:cNvCnPr>
                        <wps:spPr bwMode="auto">
                          <a:xfrm>
                            <a:off x="578" y="1165"/>
                            <a:ext cx="0" cy="368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Rectangle 1137"/>
                        <wps:cNvSpPr>
                          <a:spLocks noChangeArrowheads="1"/>
                        </wps:cNvSpPr>
                        <wps:spPr bwMode="auto">
                          <a:xfrm>
                            <a:off x="314" y="4302"/>
                            <a:ext cx="247" cy="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3A53" w:rsidRDefault="000F3A53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vert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0" name="Rectangle 1138"/>
                        <wps:cNvSpPr>
                          <a:spLocks noChangeArrowheads="1"/>
                        </wps:cNvSpPr>
                        <wps:spPr bwMode="auto">
                          <a:xfrm>
                            <a:off x="298" y="3443"/>
                            <a:ext cx="263" cy="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3A53" w:rsidRDefault="000F3A53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rot="0" vert="vert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1" name="Rectangle 1139"/>
                        <wps:cNvSpPr>
                          <a:spLocks noChangeArrowheads="1"/>
                        </wps:cNvSpPr>
                        <wps:spPr bwMode="auto">
                          <a:xfrm>
                            <a:off x="299" y="2836"/>
                            <a:ext cx="264" cy="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3A53" w:rsidRDefault="000F3A53">
                              <w:pPr>
                                <w:pStyle w:val="a9"/>
                              </w:pPr>
                              <w:r>
                                <w:t>№ док.</w:t>
                              </w:r>
                            </w:p>
                          </w:txbxContent>
                        </wps:txbx>
                        <wps:bodyPr rot="0" vert="vert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2" name="Rectangle 1140"/>
                        <wps:cNvSpPr>
                          <a:spLocks noChangeArrowheads="1"/>
                        </wps:cNvSpPr>
                        <wps:spPr bwMode="auto">
                          <a:xfrm>
                            <a:off x="313" y="2314"/>
                            <a:ext cx="244" cy="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3A53" w:rsidRDefault="000F3A53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vert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3" name="Rectangle 1141"/>
                        <wps:cNvSpPr>
                          <a:spLocks noChangeArrowheads="1"/>
                        </wps:cNvSpPr>
                        <wps:spPr bwMode="auto">
                          <a:xfrm>
                            <a:off x="321" y="1715"/>
                            <a:ext cx="245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3A53" w:rsidRDefault="000F3A53">
                              <w:pPr>
                                <w:pStyle w:val="a9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Колл.уч.</w:t>
                              </w:r>
                            </w:p>
                          </w:txbxContent>
                        </wps:txbx>
                        <wps:bodyPr rot="0" vert="vert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2" name="Rectangle 1142"/>
                        <wps:cNvSpPr>
                          <a:spLocks noChangeArrowheads="1"/>
                        </wps:cNvSpPr>
                        <wps:spPr bwMode="auto">
                          <a:xfrm>
                            <a:off x="329" y="1184"/>
                            <a:ext cx="237" cy="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3A53" w:rsidRDefault="000F3A53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rot="0" vert="vert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3" name="Line 1143"/>
                        <wps:cNvCnPr>
                          <a:cxnSpLocks noChangeShapeType="1"/>
                        </wps:cNvCnPr>
                        <wps:spPr bwMode="auto">
                          <a:xfrm flipH="1">
                            <a:off x="292" y="1141"/>
                            <a:ext cx="86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11" o:spid="_x0000_s1103" style="position:absolute;margin-left:-35.05pt;margin-top:17.8pt;width:796.4pt;height:558.15pt;z-index:251630080" coordorigin="284,454" coordsize="16271,11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">
              <v:group id="Group 1112" o:spid="_x0000_s1104" style="position:absolute;left:287;top:454;width:4856;height:679" coordorigin="287,454" coordsize="4856,6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rect id="Rectangle 1113" o:spid="_x0000_s1105" style="position:absolute;left:287;top:454;width:4856;height:6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fhAcMA&#10;AADaAAAADwAAAGRycy9kb3ducmV2LnhtbESPQYvCMBSE78L+h/CEvYimuipajbIIC+JBsIp4fDTP&#10;tti8lCRq/febhQWPw8x8wyzXranFg5yvLCsYDhIQxLnVFRcKTsef/gyED8gaa8uk4EUe1quPzhJT&#10;bZ98oEcWChEh7FNUUIbQpFL6vCSDfmAb4uhdrTMYonSF1A6fEW5qOUqSqTRYcVwosaFNSfktuxsF&#10;u/EkuYTz0B5nt6/53tW983R3V+qz234vQARqwzv8395qBWP4uxJv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TfhAcMAAADaAAAADwAAAAAAAAAAAAAAAACYAgAAZHJzL2Rv&#10;d25yZXYueG1sUEsFBgAAAAAEAAQA9QAAAIgDAAAAAA==&#10;" filled="f" strokeweight="1pt"/>
                <v:line id="Line 1114" o:spid="_x0000_s1106" style="position:absolute;visibility:visible;mso-wrap-style:square" from="291,741" to="5143,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E1zcAAAADaAAAADwAAAGRycy9kb3ducmV2LnhtbESPX2vCQBDE3wW/w7EF3/RSISVETykF&#10;QfBBagVfl9yaBHN7Ibf547f3CoU+DjPzG2a7n1yjBupC7dnA+yoBRVx4W3Np4PpzWGaggiBbbDyT&#10;gScF2O/msy3m1o/8TcNFShUhHHI0UIm0udahqMhhWPmWOHp33zmUKLtS2w7HCHeNXifJh3ZYc1yo&#10;sKWviorHpXcGermfaLr22Y0yTmXMzqkbzsYs3qbPDSihSf7Df+2jNZDC75V4A/Tu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7xNc3AAAAA2gAAAA8AAAAAAAAAAAAAAAAA&#10;oQIAAGRycy9kb3ducmV2LnhtbFBLBQYAAAAABAAEAPkAAACOAwAAAAA=&#10;" strokeweight="1pt">
                  <v:stroke startarrowwidth="narrow" startarrowlength="short" endarrowwidth="narrow" endarrowlength="short"/>
                </v:line>
                <v:line id="Line 1115" o:spid="_x0000_s1107" style="position:absolute;flip:x y;visibility:visible;mso-wrap-style:square" from="1715,454" to="1715,1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JbLcEAAADaAAAADwAAAGRycy9kb3ducmV2LnhtbESPzYrCQBCE74LvMLTgTScKRomOIqLo&#10;HvZg9AGaTOdHMz0hM5r49jsLC3ssquorarPrTS3e1LrKsoLZNAJBnFldcaHgfjtNViCcR9ZYWyYF&#10;H3Kw2w4HG0y07fhK79QXIkDYJaig9L5JpHRZSQbd1DbEwctta9AH2RZSt9gFuKnlPIpiabDisFBi&#10;Q4eSsmf6Mgrcd7U4uugr1Yd4mZtc7x947pQaj/r9GoSn3v+H/9oXrSCG3yvhBsjt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Elst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1116" o:spid="_x0000_s1108" style="position:absolute;flip:x y;visibility:visible;mso-wrap-style:square" from="3711,454" to="3711,1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7+tsIAAADaAAAADwAAAGRycy9kb3ducmV2LnhtbESPzWrDMBCE74G+g9hCb4mcQJ3gRjYh&#10;pLQ99BAnD7BY65/GWhlJtd23rwqFHIeZ+YbZF7PpxUjOd5YVrFcJCOLK6o4bBdfL63IHwgdkjb1l&#10;UvBDHor8YbHHTNuJzzSWoRERwj5DBW0IQyalr1oy6Fd2II5ebZ3BEKVrpHY4Rbjp5SZJUmmw47jQ&#10;4kDHlqpb+W0U+M/u+eSTj1If021tan34wrdJqafH+fACItAc7uH/9rtWsIW/K/EGyPw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V7+tsIAAADaAAAADwAAAAAAAAAAAAAA&#10;AAChAgAAZHJzL2Rvd25yZXYueG1sUEsFBgAAAAAEAAQA+QAAAJADAAAAAA==&#10;" strokeweight="1pt">
                  <v:stroke startarrowwidth="narrow" startarrowlength="short" endarrowwidth="narrow" endarrowlength="short"/>
                </v:line>
                <v:rect id="Rectangle 1117" o:spid="_x0000_s1109" style="position:absolute;left:3713;top:477;width:1382;height:2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f/0r4A&#10;AADaAAAADwAAAGRycy9kb3ducmV2LnhtbERPy4rCMBTdC/5DuII7TRV8VaM4A8Lgaqy6vzTXttrc&#10;ZJpM7fz9ZCG4PJz3ZteZWrTU+Mqygsk4AUGcW11xoeByPoyWIHxA1lhbJgV/5GG37fc2mGr75BO1&#10;WShEDGGfooIyBJdK6fOSDPqxdcSRu9nGYIiwKaRu8BnDTS2nSTKXBiuODSU6+iwpf2S/RsFj8jNr&#10;73pxXC3n/DE9frurOzilhoNuvwYRqAtv8cv9pRXErfFKvAFy+w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3H/9K+AAAA2gAAAA8AAAAAAAAAAAAAAAAAmAIAAGRycy9kb3ducmV2&#10;LnhtbFBLBQYAAAAABAAEAPUAAACDAwAAAAA=&#10;" filled="f" stroked="f" strokeweight="1pt">
                  <v:textbox inset="1pt,1pt,1pt,1pt">
                    <w:txbxContent>
                      <w:p w:rsidR="000F3A53" w:rsidRDefault="000F3A53">
                        <w:pPr>
                          <w:jc w:val="center"/>
                          <w:rPr>
                            <w:rFonts w:ascii="Arial CYR" w:hAnsi="Arial CYR"/>
                            <w:sz w:val="18"/>
                          </w:rPr>
                        </w:pPr>
                        <w:r>
                          <w:rPr>
                            <w:rFonts w:ascii="Arial CYR" w:hAnsi="Arial CYR"/>
                            <w:sz w:val="18"/>
                          </w:rPr>
                          <w:t>Взам. инв. №</w:t>
                        </w:r>
                      </w:p>
                      <w:p w:rsidR="000F3A53" w:rsidRDefault="000F3A53">
                        <w:pPr>
                          <w:jc w:val="center"/>
                          <w:rPr>
                            <w:rFonts w:ascii="Arial CYR" w:hAnsi="Arial CYR"/>
                            <w:sz w:val="18"/>
                          </w:rPr>
                        </w:pPr>
                      </w:p>
                    </w:txbxContent>
                  </v:textbox>
                </v:rect>
                <v:rect id="Rectangle 1118" o:spid="_x0000_s1110" style="position:absolute;left:2007;top:477;width:1269;height:2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taScIA&#10;AADaAAAADwAAAGRycy9kb3ducmV2LnhtbESPW4vCMBSE34X9D+Es+KapgrdqlHVBEJ+87L4fmmPb&#10;tTmJTbbWf28EwcdhZr5hFqvWVKKh2peWFQz6CQjizOqScwU/p01vCsIHZI2VZVJwJw+r5Udngam2&#10;Nz5Qcwy5iBD2KSooQnCplD4ryKDvW0ccvbOtDYYo61zqGm8Rbio5TJKxNFhyXCjQ0XdB2eX4bxRc&#10;BtdR86cnu9l0zOvhbu9+3cYp1f1sv+YgArXhHX61t1rBDJ5X4g2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i1pJwgAAANoAAAAPAAAAAAAAAAAAAAAAAJgCAABkcnMvZG93&#10;bnJldi54bWxQSwUGAAAAAAQABAD1AAAAhwMAAAAA&#10;" filled="f" stroked="f" strokeweight="1pt">
                  <v:textbox inset="1pt,1pt,1pt,1pt">
                    <w:txbxContent>
                      <w:p w:rsidR="000F3A53" w:rsidRDefault="000F3A53">
                        <w:pPr>
                          <w:jc w:val="center"/>
                          <w:rPr>
                            <w:rFonts w:ascii="Arial CYR" w:hAnsi="Arial CYR"/>
                            <w:sz w:val="18"/>
                          </w:rPr>
                        </w:pPr>
                        <w:r>
                          <w:rPr>
                            <w:rFonts w:ascii="Arial CYR" w:hAnsi="Arial CYR"/>
                            <w:sz w:val="18"/>
                          </w:rPr>
                          <w:t>Подп. и дата</w:t>
                        </w:r>
                      </w:p>
                      <w:p w:rsidR="000F3A53" w:rsidRDefault="000F3A53">
                        <w:pPr>
                          <w:jc w:val="center"/>
                          <w:rPr>
                            <w:rFonts w:ascii="Arial CYR" w:hAnsi="Arial CYR"/>
                            <w:sz w:val="18"/>
                          </w:rPr>
                        </w:pPr>
                      </w:p>
                    </w:txbxContent>
                  </v:textbox>
                </v:rect>
                <v:rect id="Rectangle 1119" o:spid="_x0000_s1111" style="position:absolute;left:315;top:499;width:1375;height:2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KssMMA&#10;AADbAAAADwAAAGRycy9kb3ducmV2LnhtbESPQW/CMAyF75P4D5GRuI0UJBgUAmKTkCZOGxt3qzFt&#10;oXGyJivdv58PSNxsvef3Pq+3vWtUR22sPRuYjDNQxIW3NZcGvr/2zwtQMSFbbDyTgT+KsN0MntaY&#10;W3/jT+qOqVQSwjFHA1VKIdc6FhU5jGMfiEU7+9ZhkrUttW3xJuGu0dMsm2uHNUtDhYHeKiqux19n&#10;4Dr5mXUX+3JYLub8Oj18hFPYB2NGw363ApWoTw/z/frdCr7Qyy8ygN7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KssMMAAADbAAAADwAAAAAAAAAAAAAAAACYAgAAZHJzL2Rv&#10;d25yZXYueG1sUEsFBgAAAAAEAAQA9QAAAIgDAAAAAA==&#10;" filled="f" stroked="f" strokeweight="1pt">
                  <v:textbox inset="1pt,1pt,1pt,1pt">
                    <w:txbxContent>
                      <w:p w:rsidR="000F3A53" w:rsidRDefault="000F3A53">
                        <w:pPr>
                          <w:jc w:val="center"/>
                          <w:rPr>
                            <w:rFonts w:ascii="Arial CYR" w:hAnsi="Arial CYR"/>
                            <w:sz w:val="18"/>
                          </w:rPr>
                        </w:pPr>
                        <w:r>
                          <w:rPr>
                            <w:rFonts w:ascii="Arial CYR" w:hAnsi="Arial CYR"/>
                            <w:sz w:val="18"/>
                          </w:rPr>
                          <w:t>Инв.№ подл.</w:t>
                        </w:r>
                      </w:p>
                      <w:p w:rsidR="000F3A53" w:rsidRDefault="000F3A53">
                        <w:pPr>
                          <w:jc w:val="center"/>
                          <w:rPr>
                            <w:rFonts w:ascii="Arial CYR" w:hAnsi="Arial CYR"/>
                          </w:rPr>
                        </w:pPr>
                      </w:p>
                    </w:txbxContent>
                  </v:textbox>
                </v:rect>
              </v:group>
              <v:line id="Line 1120" o:spid="_x0000_s1112" style="position:absolute;visibility:visible;mso-wrap-style:square" from="1149,1150" to="1150,116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aLGL4AAADbAAAADwAAAGRycy9kb3ducmV2LnhtbERPS4vCMBC+C/6HMII3TRVcStcoIgiC&#10;B1lX2OvQjG2xmZRm+vDfm4WFvc3H95ztfnS16qkNlWcDq2UCijj3tuLCwP37tEhBBUG2WHsmAy8K&#10;sN9NJ1vMrB/4i/qbFCqGcMjQQCnSZFqHvCSHYekb4sg9fOtQImwLbVscYrir9TpJPrTDimNDiQ0d&#10;S8qft84Z6ORxofHepT+U8kaG9Lpx/dWY+Ww8fIISGuVf/Oc+2zh/Bb+/xAP07g0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QlosYvgAAANsAAAAPAAAAAAAAAAAAAAAAAKEC&#10;AABkcnMvZG93bnJldi54bWxQSwUGAAAAAAQABAD5AAAAjAMAAAAA&#10;" strokeweight="1pt">
                <v:stroke startarrowwidth="narrow" startarrowlength="short" endarrowwidth="narrow" endarrowlength="short"/>
              </v:line>
              <v:line id="Line 1121" o:spid="_x0000_s1113" style="position:absolute;flip:x;visibility:visible;mso-wrap-style:square" from="292,11075" to="1153,11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GhecAAAADbAAAADwAAAGRycy9kb3ducmV2LnhtbERPTWuDQBC9B/oflin0Epo1HkRsVimB&#10;QCCnammvgztVqTtr3I3Rf58NBHKbx/ucXTGbXkw0us6ygu0mAkFcW91xo+C7OrynIJxH1thbJgUL&#10;OSjyl9UOM22v/EVT6RsRQthlqKD1fsikdHVLBt3GDsSB+7OjQR/g2Eg94jWEm17GUZRIgx2HhhYH&#10;2rdU/5cXo6C26c8pXX63yblK4rRby3IyUqm31/nzA4Sn2T/FD/dRh/kx3H8JB8j8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rhoXnAAAAA2wAAAA8AAAAAAAAAAAAAAAAA&#10;oQIAAGRycy9kb3ducmV2LnhtbFBLBQYAAAAABAAEAPkAAACOAwAAAAA=&#10;" strokeweight="1pt">
                <v:stroke startarrowwidth="narrow" startarrowlength="short" endarrowwidth="narrow" endarrowlength="short"/>
              </v:line>
              <v:line id="Line 1122" o:spid="_x0000_s1114" style="position:absolute;flip:x;visibility:visible;mso-wrap-style:square" from="859,11075" to="868,116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0E4sEAAADbAAAADwAAAGRycy9kb3ducmV2LnhtbERPTWuDQBC9F/Iflgn0UuqaFGQxrhIC&#10;hUJPNSW9Du5EJe6scbfG/PtuodDbPN7nFNViBzHT5HvHGjZJCoK4cabnVsPn8fVZgfAB2eDgmDTc&#10;yUNVrh4KzI278QfNdWhFDGGfo4YuhDGX0jcdWfSJG4kjd3aTxRDh1Eoz4S2G20Fu0zSTFnuODR2O&#10;dOioudTfVkPj1Old3b822fWYbVX/JOvZSq0f18t+ByLQEv7Ff+43E+e/wO8v8QBZ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rQTiwQAAANsAAAAPAAAAAAAAAAAAAAAA&#10;AKECAABkcnMvZG93bnJldi54bWxQSwUGAAAAAAQABAD5AAAAjwMAAAAA&#10;" strokeweight="1pt">
                <v:stroke startarrowwidth="narrow" startarrowlength="short" endarrowwidth="narrow" endarrowlength="short"/>
              </v:line>
              <v:rect id="Rectangle 1123" o:spid="_x0000_s1115" style="position:absolute;left:561;top:4908;width:311;height:6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hHTsIA&#10;AADbAAAADwAAAGRycy9kb3ducmV2LnhtbERPTWsCMRC9C/0PYQq9uVmltrI1ihQsCoJoFfU2bKab&#10;pZvJkqS6/vumUPA2j/c5k1lnG3EhH2rHCgZZDoK4dLrmSsH+c9EfgwgRWWPjmBTcKMBs+tCbYKHd&#10;lbd02cVKpBAOBSowMbaFlKE0ZDFkriVO3JfzFmOCvpLa4zWF20YO8/xFWqw5NRhs6d1Q+b37sQqO&#10;5/3aHE4r3NxGnl4/Ns3AzQ9KPT128zcQkbp4F/+7lzrNf4a/X9IBcvo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mEdOwgAAANsAAAAPAAAAAAAAAAAAAAAAAJgCAABkcnMvZG93&#10;bnJldi54bWxQSwUGAAAAAAQABAD1AAAAhwMAAAAA&#10;" filled="f" stroked="f" strokeweight="1pt">
                <v:textbox style="layout-flow:vertical" inset="1pt,1pt,1pt,1pt">
                  <w:txbxContent>
                    <w:p w:rsidR="000F3A53" w:rsidRDefault="000F3A53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06 – 2906 – 85 - ОВ.ПЗ</w:t>
                      </w:r>
                    </w:p>
                    <w:p w:rsidR="000F3A53" w:rsidRDefault="000F3A53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0F3A53" w:rsidRDefault="000F3A53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0F3A53" w:rsidRDefault="000F3A53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0F3A53" w:rsidRDefault="000F3A53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0F3A53" w:rsidRDefault="000F3A53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0F3A53" w:rsidRDefault="000F3A53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0F3A53" w:rsidRDefault="000F3A53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0F3A53" w:rsidRDefault="000F3A53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0F3A53" w:rsidRDefault="000F3A53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0F3A53" w:rsidRDefault="000F3A53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0F3A53" w:rsidRDefault="000F3A53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0F3A53" w:rsidRDefault="000F3A53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0F3A53" w:rsidRDefault="000F3A53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0F3A53" w:rsidRDefault="000F3A53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0F3A53" w:rsidRDefault="000F3A53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0F3A53" w:rsidRDefault="000F3A53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0F3A53" w:rsidRDefault="000F3A53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0F3A53" w:rsidRDefault="000F3A53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0F3A53" w:rsidRDefault="000F3A53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0F3A53" w:rsidRDefault="000F3A53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0F3A53" w:rsidRDefault="000F3A53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0F3A53" w:rsidRDefault="000F3A53">
                      <w:pPr>
                        <w:rPr>
                          <w:rFonts w:ascii="Arial CYR" w:hAnsi="Arial CYR"/>
                          <w:b/>
                        </w:rPr>
                      </w:pPr>
                      <w:r>
                        <w:rPr>
                          <w:rFonts w:ascii="Arial CYR" w:hAnsi="Arial CYR"/>
                          <w:b/>
                        </w:rPr>
                        <w:t>05 – 3905 -ТХ.ПЗ</w:t>
                      </w:r>
                    </w:p>
                  </w:txbxContent>
                </v:textbox>
              </v:rect>
              <v:group id="Group 1124" o:spid="_x0000_s1116" style="position:absolute;left:284;top:1139;width:16271;height:10469" coordorigin="284,1139" coordsize="16271,10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rect id="Rectangle 1125" o:spid="_x0000_s1117" style="position:absolute;left:284;top:1139;width:16271;height:10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lbMsMA&#10;AADbAAAADwAAAGRycy9kb3ducmV2LnhtbERPS2sCMRC+C/6HMIVepGbtw8fWuEihUDwI1SIeh824&#10;u7iZLEn20X/fFARv8/E9Z50NphYdOV9ZVjCbJiCIc6srLhT8HD+fliB8QNZYWyYFv+Qh24xHa0y1&#10;7fmbukMoRAxhn6KCMoQmldLnJRn0U9sQR+5incEQoSukdtjHcFPL5ySZS4MVx4YSG/ooKb8eWqNg&#10;9/qWnMNpZo/L68tq7+rJab5rlXp8GLbvIAIN4S6+ub90nL+A/1/iA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lbMsMAAADbAAAADwAAAAAAAAAAAAAAAACYAgAAZHJzL2Rv&#10;d25yZXYueG1sUEsFBgAAAAAEAAQA9QAAAIgDAAAAAA==&#10;" filled="f" strokeweight="1pt"/>
                <v:rect id="Rectangle 1126" o:spid="_x0000_s1118" style="position:absolute;left:880;top:11107;width:24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VNS8UA&#10;AADbAAAADwAAAGRycy9kb3ducmV2LnhtbESPQWsCMRCF74X+hzBCbzVrobasRpFCSwuC1CrV27AZ&#10;N4ubyZKkuv575yD0NsN7894303nvW3WimJrABkbDAhRxFWzDtYHNz/vjK6iUkS22gcnAhRLMZ/d3&#10;UyxtOPM3nda5VhLCqUQDLueu1DpVjjymYeiIRTuE6DHLGmttI54l3Lf6qSjG2mPD0uCwozdH1XH9&#10;5w387jdLt9194eryHOnlY9WOwmJrzMOgX0xAZerzv/l2/WkFX2DlFxlAz6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1U1LxQAAANsAAAAPAAAAAAAAAAAAAAAAAJgCAABkcnMv&#10;ZG93bnJldi54bWxQSwUGAAAAAAQABAD1AAAAigMAAAAA&#10;" filled="f" stroked="f" strokeweight="1pt">
                  <v:textbox style="layout-flow:vertical" inset="1pt,1pt,1pt,1pt">
                    <w:txbxContent>
                      <w:p w:rsidR="000F3A53" w:rsidRDefault="000F3A53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Лист</w:t>
                        </w:r>
                      </w:p>
                    </w:txbxContent>
                  </v:textbox>
                </v:rect>
              </v:group>
              <v:rect id="Rectangle 1127" o:spid="_x0000_s1119" style="position:absolute;left:381;top:11174;width:364;height: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no0MIA&#10;AADbAAAADwAAAGRycy9kb3ducmV2LnhtbERPTWsCMRC9C/0PYQq9uVmF2ro1ihQsCoJoFfU2bKab&#10;pZvJkqS6/vumUPA2j/c5k1lnG3EhH2rHCgZZDoK4dLrmSsH+c9F/BREissbGMSm4UYDZ9KE3wUK7&#10;K2/psouVSCEcClRgYmwLKUNpyGLIXEucuC/nLcYEfSW1x2sKt40c5vlIWqw5NRhs6d1Q+b37sQqO&#10;5/3aHE4r3NyePb18bJqBmx+Uenrs5m8gInXxLv53L3WaP4a/X9IBcvo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mejQwgAAANsAAAAPAAAAAAAAAAAAAAAAAJgCAABkcnMvZG93&#10;bnJldi54bWxQSwUGAAAAAAQABAD1AAAAhwMAAAAA&#10;" filled="f" stroked="f" strokeweight="1pt">
                <v:textbox style="layout-flow:vertical" inset="1pt,1pt,1pt,1pt">
                  <w:txbxContent>
                    <w:p w:rsidR="000F3A53" w:rsidRPr="00736098" w:rsidRDefault="000F3A53" w:rsidP="00736098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rect>
              <v:group id="Group 1128" o:spid="_x0000_s1120" style="position:absolute;left:292;top:1141;width:861;height:3706" coordorigin="292,1141" coordsize="861,3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<v:line id="Line 1129" o:spid="_x0000_s1121" style="position:absolute;flip:x;visibility:visible;mso-wrap-style:square" from="292,1731" to="1153,1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/1s8EAAADbAAAADwAAAGRycy9kb3ducmV2LnhtbESPQYvCMBSE7wv+h/AEL4um7aGUahQR&#10;BMGTdVmvj+bZFpuX2sRa/70RFvY4zMw3zGozmlYM1LvGsoJ4EYEgLq1uuFLwc97PMxDOI2tsLZOC&#10;FznYrCdfK8y1ffKJhsJXIkDY5aig9r7LpXRlTQbdwnbEwbva3qAPsq+k7vEZ4KaVSRSl0mDDYaHG&#10;jnY1lbfiYRSUNvs9Zq9LnN7PaZI137IYjFRqNh23SxCeRv8f/msftIIkhs+X8APk+g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0X/WzwQAAANs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1130" o:spid="_x0000_s1122" style="position:absolute;flip:x y;visibility:visible;mso-wrap-style:square" from="292,2299" to="1153,2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EhkcMAAADbAAAADwAAAGRycy9kb3ducmV2LnhtbESPzWrDMBCE74W8g9hAb40cQ9PiRAnB&#10;pLQ95FCnD7BY65/EWhlJsd23rwKBHIeZ+YbZ7CbTiYGcby0rWC4SEMSl1S3XCn5PHy/vIHxA1thZ&#10;JgV/5GG3nT1tMNN25B8ailCLCGGfoYImhD6T0pcNGfQL2xNHr7LOYIjS1VI7HCPcdDJNkpU02HJc&#10;aLCnvKHyUlyNAn9sXw8++S50vnqrTKX3Z/wclXqeT/s1iEBTeITv7S+tIE3h9iX+ALn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xIZHDAAAA2wAAAA8AAAAAAAAAAAAA&#10;AAAAoQIAAGRycy9kb3ducmV2LnhtbFBLBQYAAAAABAAEAPkAAACRAwAAAAA=&#10;" strokeweight="1pt">
                  <v:stroke startarrowwidth="narrow" startarrowlength="short" endarrowwidth="narrow" endarrowlength="short"/>
                </v:line>
                <v:line id="Line 1131" o:spid="_x0000_s1123" style="position:absolute;flip:x;visibility:visible;mso-wrap-style:square" from="292,2864" to="1153,2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8HOX8MAAADbAAAADwAAAGRycy9kb3ducmV2LnhtbESPzWrDMBCE74G+g9hCLqGR44IRrpUQ&#10;CoVCT3VCel2srW1irVxL9c/bR4VCjsPMfMMUh9l2YqTBt4417LYJCOLKmZZrDefT25MC4QOywc4x&#10;aVjIw2H/sCowN27iTxrLUIsIYZ+jhiaEPpfSVw1Z9FvXE0fv2w0WQ5RDLc2AU4TbTqZJkkmLLceF&#10;Bnt6bai6lr9WQ+XU5UMtX7vs55Slqt3IcrRS6/XjfHwBEWgO9/B/+91oSJ/h70v8AXJ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vBzl/DAAAA2wAAAA8AAAAAAAAAAAAA&#10;AAAAoQIAAGRycy9kb3ducmV2LnhtbFBLBQYAAAAABAAEAPkAAACRAwAAAAA=&#10;" strokeweight="1pt">
                  <v:stroke startarrowwidth="narrow" startarrowlength="short" endarrowwidth="narrow" endarrowlength="short"/>
                </v:line>
                <v:line id="Line 1132" o:spid="_x0000_s1124" style="position:absolute;flip:x;visibility:visible;mso-wrap-style:square" from="292,3430" to="1153,3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hWK8MAAADbAAAADwAAAGRycy9kb3ducmV2LnhtbESPzWrDMBCE74G+g9hCLqGRY4oRrpUQ&#10;CoVCT3VCel2srW1irVxL9c/bR4VCjsPMfMMUh9l2YqTBt4417LYJCOLKmZZrDefT25MC4QOywc4x&#10;aVjIw2H/sCowN27iTxrLUIsIYZ+jhiaEPpfSVw1Z9FvXE0fv2w0WQ5RDLc2AU4TbTqZJkkmLLceF&#10;Bnt6bai6lr9WQ+XU5UMtX7vs55Slqt3IcrRS6/XjfHwBEWgO9/B/+91oSJ/h70v8AXJ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QoVivDAAAA2wAAAA8AAAAAAAAAAAAA&#10;AAAAoQIAAGRycy9kb3ducmV2LnhtbFBLBQYAAAAABAAEAPkAAACRAwAAAAA=&#10;" strokeweight="1pt">
                  <v:stroke startarrowwidth="narrow" startarrowlength="short" endarrowwidth="narrow" endarrowlength="short"/>
                </v:line>
                <v:line id="Line 1133" o:spid="_x0000_s1125" style="position:absolute;flip:x;visibility:visible;mso-wrap-style:square" from="292,4279" to="1153,4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TzsMMAAADbAAAADwAAAGRycy9kb3ducmV2LnhtbESPzWrDMBCE74G+g9hCLqGRY6gRrpUQ&#10;CoVCT3VCel2srW1irVxL9c/bR4VCjsPMfMMUh9l2YqTBt4417LYJCOLKmZZrDefT25MC4QOywc4x&#10;aVjIw2H/sCowN27iTxrLUIsIYZ+jhiaEPpfSVw1Z9FvXE0fv2w0WQ5RDLc2AU4TbTqZJkkmLLceF&#10;Bnt6bai6lr9WQ+XU5UMtX7vs55Slqt3IcrRS6/XjfHwBEWgO9/B/+91oSJ/h70v8AXJ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tk87DDAAAA2wAAAA8AAAAAAAAAAAAA&#10;AAAAoQIAAGRycy9kb3ducmV2LnhtbFBLBQYAAAAABAAEAPkAAACRAwAAAAA=&#10;" strokeweight="1pt">
                  <v:stroke startarrowwidth="narrow" startarrowlength="short" endarrowwidth="narrow" endarrowlength="short"/>
                </v:line>
                <v:line id="Line 1134" o:spid="_x0000_s1126" style="position:absolute;flip:x;visibility:visible;mso-wrap-style:square" from="292,4846" to="1153,4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7Ztx8IAAADbAAAADwAAAGRycy9kb3ducmV2LnhtbESPQYvCMBSE7wv+h/AEL4um7aGUahQR&#10;hIU9WUWvj+bZFpuX2sS2/vvNwsIeh5n5htnsJtOKgXrXWFYQryIQxKXVDVcKLufjMgPhPLLG1jIp&#10;eJOD3Xb2scFc25FPNBS+EgHCLkcFtfddLqUrazLoVrYjDt7d9gZ9kH0ldY9jgJtWJlGUSoMNh4Ua&#10;OzrUVD6Kl1FQ2uz6nb1vcfo8p0nWfMpiMFKpxXzar0F4mvx/+K/9pRUkKfx+CT9Ab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7Ztx8IAAADbAAAADwAAAAAAAAAAAAAA&#10;AAChAgAAZHJzL2Rvd25yZXYueG1sUEsFBgAAAAAEAAQA+QAAAJADAAAAAA==&#10;" strokeweight="1pt">
                  <v:stroke startarrowwidth="narrow" startarrowlength="short" endarrowwidth="narrow" endarrowlength="short"/>
                </v:line>
                <v:line id="Line 1135" o:spid="_x0000_s1127" style="position:absolute;flip:x;visibility:visible;mso-wrap-style:square" from="859,1165" to="866,48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rIXMIAAADbAAAADwAAAGRycy9kb3ducmV2LnhtbESPQYvCMBSE7wv+h/CEvSya2kO3VKOI&#10;IAierIteH82zLTYvtYm1/vuNIHgcZuYbZrEaTCN66lxtWcFsGoEgLqyuuVTwd9xOUhDOI2tsLJOC&#10;JzlYLUdfC8y0ffCB+tyXIkDYZaig8r7NpHRFRQbd1LbEwbvYzqAPsiul7vAR4KaRcRQl0mDNYaHC&#10;ljYVFdf8bhQUNj3t0+d5ltyOSZzWPzLvjVTqezys5yA8Df4Tfrd3WkH8C68v4QfI5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PrIXMIAAADbAAAADwAAAAAAAAAAAAAA&#10;AAChAgAAZHJzL2Rvd25yZXYueG1sUEsFBgAAAAAEAAQA+QAAAJADAAAAAA==&#10;" strokeweight="1pt">
                  <v:stroke startarrowwidth="narrow" startarrowlength="short" endarrowwidth="narrow" endarrowlength="short"/>
                </v:line>
                <v:line id="Line 1136" o:spid="_x0000_s1128" style="position:absolute;visibility:visible;mso-wrap-style:square" from="578,1165" to="578,4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DoOL0AAADbAAAADwAAAGRycy9kb3ducmV2LnhtbERPS4vCMBC+C/6HMII3TRWUUo0igrCw&#10;B1kVvA7N2BabSWmmj/33m4Owx4/vvT+OrlY9taHybGC1TEAR595WXBh43C+LFFQQZIu1ZzLwSwGO&#10;h+lkj5n1A/9Qf5NCxRAOGRooRZpM65CX5DAsfUMcuZdvHUqEbaFti0MMd7VeJ8lWO6w4NpTY0Lmk&#10;/H3rnIFOXt80Prr0SSlvZEivG9dfjZnPxtMOlNAo/+KP+8saWMex8Uv8Afrw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E/A6Di9AAAA2wAAAA8AAAAAAAAAAAAAAAAAoQIA&#10;AGRycy9kb3ducmV2LnhtbFBLBQYAAAAABAAEAPkAAACLAwAAAAA=&#10;" strokeweight="1pt">
                  <v:stroke startarrowwidth="narrow" startarrowlength="short" endarrowwidth="narrow" endarrowlength="short"/>
                </v:line>
                <v:rect id="Rectangle 1137" o:spid="_x0000_s1129" style="position:absolute;left:314;top:4302;width:247;height: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UibcQA&#10;AADbAAAADwAAAGRycy9kb3ducmV2LnhtbESPQWsCMRSE7wX/Q3hCbzWrYG23RhFBaaEgWkV7e2ye&#10;m8XNy5Kkuv57Iwg9DjPzDTOetrYWZ/Khcqyg38tAEBdOV1wq2P4sXt5AhIissXZMCq4UYDrpPI0x&#10;1+7CazpvYikShEOOCkyMTS5lKAxZDD3XECfv6LzFmKQvpfZ4SXBby0GWvUqLFacFgw3NDRWnzZ9V&#10;sP/dfpvd4QtX16Gn0XJV991sp9Rzt519gIjUxv/wo/2pFQze4f4l/QA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1Im3EAAAA2wAAAA8AAAAAAAAAAAAAAAAAmAIAAGRycy9k&#10;b3ducmV2LnhtbFBLBQYAAAAABAAEAPUAAACJAwAAAAA=&#10;" filled="f" stroked="f" strokeweight="1pt">
                  <v:textbox style="layout-flow:vertical" inset="1pt,1pt,1pt,1pt">
                    <w:txbxContent>
                      <w:p w:rsidR="000F3A53" w:rsidRDefault="000F3A53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Дата</w:t>
                        </w:r>
                      </w:p>
                    </w:txbxContent>
                  </v:textbox>
                </v:rect>
                <v:rect id="Rectangle 1138" o:spid="_x0000_s1130" style="position:absolute;left:298;top:3443;width:263;height: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YdLcEA&#10;AADbAAAADwAAAGRycy9kb3ducmV2LnhtbERPy2oCMRTdF/yHcIXuakbFWkajiKAoCOKLtrvL5DoZ&#10;nNwMSarj3zeLQpeH857OW1uLO/lQOVbQ72UgiAunKy4VnE+rtw8QISJrrB2TgicFmM86L1PMtXvw&#10;ge7HWIoUwiFHBSbGJpcyFIYshp5riBN3dd5iTNCXUnt8pHBby0GWvUuLFacGgw0tDRW3449V8Pl9&#10;3pnL1xb3z5Gn8Xpf993iotRrt11MQERq47/4z73RCoZpffqSfoC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WHS3BAAAA2wAAAA8AAAAAAAAAAAAAAAAAmAIAAGRycy9kb3du&#10;cmV2LnhtbFBLBQYAAAAABAAEAPUAAACGAwAAAAA=&#10;" filled="f" stroked="f" strokeweight="1pt">
                  <v:textbox style="layout-flow:vertical" inset="1pt,1pt,1pt,1pt">
                    <w:txbxContent>
                      <w:p w:rsidR="000F3A53" w:rsidRDefault="000F3A53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Подпись</w:t>
                        </w:r>
                      </w:p>
                    </w:txbxContent>
                  </v:textbox>
                </v:rect>
                <v:rect id="Rectangle 1139" o:spid="_x0000_s1131" style="position:absolute;left:299;top:2836;width:264;height: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q4tsUA&#10;AADbAAAADwAAAGRycy9kb3ducmV2LnhtbESP3WoCMRSE7wu+QziCdzW7LdayNYoUWhQEqT9U7w6b&#10;083SzcmSRF3f3giFXg4z8w0zmXW2EWfyoXasIB9mIIhLp2uuFOy2H4+vIEJE1tg4JgVXCjCb9h4m&#10;WGh34S86b2IlEoRDgQpMjG0hZSgNWQxD1xIn78d5izFJX0nt8ZLgtpFPWfYiLdacFgy29G6o/N2c&#10;rILv425l9oclrq8jT+PPdZO7+V6pQb+bv4GI1MX/8F97oRU853D/kn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Wri2xQAAANsAAAAPAAAAAAAAAAAAAAAAAJgCAABkcnMv&#10;ZG93bnJldi54bWxQSwUGAAAAAAQABAD1AAAAigMAAAAA&#10;" filled="f" stroked="f" strokeweight="1pt">
                  <v:textbox style="layout-flow:vertical" inset="1pt,1pt,1pt,1pt">
                    <w:txbxContent>
                      <w:p w:rsidR="000F3A53" w:rsidRDefault="000F3A53">
                        <w:pPr>
                          <w:pStyle w:val="a9"/>
                        </w:pPr>
                        <w:r>
                          <w:t>№ док.</w:t>
                        </w:r>
                      </w:p>
                    </w:txbxContent>
                  </v:textbox>
                </v:rect>
                <v:rect id="Rectangle 1140" o:spid="_x0000_s1132" style="position:absolute;left:313;top:2314;width:244;height: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gmwcQA&#10;AADbAAAADwAAAGRycy9kb3ducmV2LnhtbESPQWsCMRSE7wX/Q3hCbzWrUlu2RhFBaaEgWkV7e2ye&#10;m8XNy5Kkuv57Iwg9DjPzDTOetrYWZ/Khcqyg38tAEBdOV1wq2P4sXt5BhIissXZMCq4UYDrpPI0x&#10;1+7CazpvYikShEOOCkyMTS5lKAxZDD3XECfv6LzFmKQvpfZ4SXBby0GWjaTFitOCwYbmhorT5s8q&#10;2P9uv83u8IWr66unt+Wq7rvZTqnnbjv7ABGpjf/hR/tTKxgO4P4l/QA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IJsHEAAAA2wAAAA8AAAAAAAAAAAAAAAAAmAIAAGRycy9k&#10;b3ducmV2LnhtbFBLBQYAAAAABAAEAPUAAACJAwAAAAA=&#10;" filled="f" stroked="f" strokeweight="1pt">
                  <v:textbox style="layout-flow:vertical" inset="1pt,1pt,1pt,1pt">
                    <w:txbxContent>
                      <w:p w:rsidR="000F3A53" w:rsidRDefault="000F3A53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Лист</w:t>
                        </w:r>
                      </w:p>
                    </w:txbxContent>
                  </v:textbox>
                </v:rect>
                <v:rect id="Rectangle 1141" o:spid="_x0000_s1133" style="position:absolute;left:321;top:1715;width:245;height: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SDWsQA&#10;AADbAAAADwAAAGRycy9kb3ducmV2LnhtbESP3WoCMRSE7wu+QziCdzWr0h+2RhFBaaEgWkV7d9gc&#10;N4ubkyWJur69EQq9HGbmG2Y8bW0tLuRD5VjBoJ+BIC6crrhUsP1ZPL+DCBFZY+2YFNwowHTSeRpj&#10;rt2V13TZxFIkCIccFZgYm1zKUBiyGPquIU7e0XmLMUlfSu3xmuC2lsMse5UWK04LBhuaGypOm7NV&#10;sP/dfpvd4QtXtxdPb8tVPXCznVK9bjv7ABGpjf/hv/anVjAaweNL+gFyc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Eg1rEAAAA2wAAAA8AAAAAAAAAAAAAAAAAmAIAAGRycy9k&#10;b3ducmV2LnhtbFBLBQYAAAAABAAEAPUAAACJAwAAAAA=&#10;" filled="f" stroked="f" strokeweight="1pt">
                  <v:textbox style="layout-flow:vertical" inset="1pt,1pt,1pt,1pt">
                    <w:txbxContent>
                      <w:p w:rsidR="000F3A53" w:rsidRDefault="000F3A53">
                        <w:pPr>
                          <w:pStyle w:val="a9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Колл.уч.</w:t>
                        </w:r>
                      </w:p>
                    </w:txbxContent>
                  </v:textbox>
                </v:rect>
                <v:rect id="Rectangle 1142" o:spid="_x0000_s1134" style="position:absolute;left:329;top:1184;width:237;height: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77XsMA&#10;AADcAAAADwAAAGRycy9kb3ducmV2LnhtbERPTWsCMRC9F/wPYYTealaxtmyNIoLSQkG0ivY2bMbN&#10;4mayJKmu/94IQm/zeJ8znra2FmfyoXKsoN/LQBAXTldcKtj+LF7eQYSIrLF2TAquFGA66TyNMdfu&#10;wms6b2IpUgiHHBWYGJtcylAYshh6riFO3NF5izFBX0rt8ZLCbS0HWTaSFitODQYbmhsqTps/q2D/&#10;u/02u8MXrq6vnt6Wq7rvZjulnrvt7ANEpDb+ix/uT53mDwdwfyZdIC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77XsMAAADcAAAADwAAAAAAAAAAAAAAAACYAgAAZHJzL2Rv&#10;d25yZXYueG1sUEsFBgAAAAAEAAQA9QAAAIgDAAAAAA==&#10;" filled="f" stroked="f" strokeweight="1pt">
                  <v:textbox style="layout-flow:vertical" inset="1pt,1pt,1pt,1pt">
                    <w:txbxContent>
                      <w:p w:rsidR="000F3A53" w:rsidRDefault="000F3A53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Изм.</w:t>
                        </w:r>
                      </w:p>
                    </w:txbxContent>
                  </v:textbox>
                </v:rect>
                <v:line id="Line 1143" o:spid="_x0000_s1135" style="position:absolute;flip:x;visibility:visible;mso-wrap-style:square" from="292,1141" to="1153,1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www8EAAADcAAAADwAAAGRycy9kb3ducmV2LnhtbERPS4vCMBC+C/6HMAtexKY+KKVrFBEE&#10;YU9W0evQzLZlm0ltYq3/frOw4G0+vuest4NpRE+dqy0rmEcxCOLC6ppLBZfzYZaCcB5ZY2OZFLzI&#10;wXYzHq0x0/bJJ+pzX4oQwi5DBZX3bSalKyoy6CLbEgfu23YGfYBdKXWHzxBuGrmI40QarDk0VNjS&#10;vqLiJ38YBYVNr1/p6zZP7udkkdZTmfdGKjX5GHafIDwN/i3+dx91mL9awt8z4QK5+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nDDDwQAAANwAAAAPAAAAAAAAAAAAAAAA&#10;AKECAABkcnMvZG93bnJldi54bWxQSwUGAAAAAAQABAD5AAAAjwMAAAAA&#10;" strokeweight="1pt">
                  <v:stroke startarrowwidth="narrow" startarrowlength="short" endarrowwidth="narrow" endarrowlength="short"/>
                </v:line>
              </v:group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A53" w:rsidRPr="00C82C9C" w:rsidRDefault="000F3A53" w:rsidP="00C82C9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9"/>
      <w:numFmt w:val="decimal"/>
      <w:lvlText w:val="%1"/>
      <w:lvlJc w:val="left"/>
      <w:pPr>
        <w:tabs>
          <w:tab w:val="num" w:pos="-141"/>
        </w:tabs>
        <w:ind w:left="-141" w:hanging="360"/>
      </w:pPr>
      <w:rPr>
        <w:rFonts w:cs="Arial"/>
      </w:rPr>
    </w:lvl>
    <w:lvl w:ilvl="1">
      <w:start w:val="2"/>
      <w:numFmt w:val="decimal"/>
      <w:lvlText w:val="%1.%2"/>
      <w:lvlJc w:val="left"/>
      <w:pPr>
        <w:tabs>
          <w:tab w:val="num" w:pos="426"/>
        </w:tabs>
        <w:ind w:left="426" w:hanging="360"/>
      </w:pPr>
      <w:rPr>
        <w:rFonts w:cs="Arial"/>
      </w:rPr>
    </w:lvl>
    <w:lvl w:ilvl="2">
      <w:start w:val="1"/>
      <w:numFmt w:val="decimal"/>
      <w:lvlText w:val="%1.%2.%3"/>
      <w:lvlJc w:val="left"/>
      <w:pPr>
        <w:tabs>
          <w:tab w:val="num" w:pos="1353"/>
        </w:tabs>
        <w:ind w:left="1353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tabs>
          <w:tab w:val="num" w:pos="2280"/>
        </w:tabs>
        <w:ind w:left="2280" w:hanging="1080"/>
      </w:pPr>
      <w:rPr>
        <w:rFonts w:cs="Arial"/>
      </w:rPr>
    </w:lvl>
    <w:lvl w:ilvl="4">
      <w:start w:val="1"/>
      <w:numFmt w:val="decimal"/>
      <w:lvlText w:val="%1.%2.%3.%4.%5"/>
      <w:lvlJc w:val="left"/>
      <w:pPr>
        <w:tabs>
          <w:tab w:val="num" w:pos="2847"/>
        </w:tabs>
        <w:ind w:left="2847" w:hanging="1080"/>
      </w:pPr>
      <w:rPr>
        <w:rFonts w:cs="Arial"/>
      </w:rPr>
    </w:lvl>
    <w:lvl w:ilvl="5">
      <w:start w:val="1"/>
      <w:numFmt w:val="decimal"/>
      <w:lvlText w:val="%1.%2.%3.%4.%5.%6"/>
      <w:lvlJc w:val="left"/>
      <w:pPr>
        <w:tabs>
          <w:tab w:val="num" w:pos="3774"/>
        </w:tabs>
        <w:ind w:left="3774" w:hanging="1440"/>
      </w:pPr>
      <w:rPr>
        <w:rFonts w:cs="Arial"/>
      </w:rPr>
    </w:lvl>
    <w:lvl w:ilvl="6">
      <w:start w:val="1"/>
      <w:numFmt w:val="decimal"/>
      <w:lvlText w:val="%1.%2.%3.%4.%5.%6.%7"/>
      <w:lvlJc w:val="left"/>
      <w:pPr>
        <w:tabs>
          <w:tab w:val="num" w:pos="4341"/>
        </w:tabs>
        <w:ind w:left="4341" w:hanging="1440"/>
      </w:pPr>
      <w:rPr>
        <w:rFonts w:cs="Arial"/>
      </w:rPr>
    </w:lvl>
    <w:lvl w:ilvl="7">
      <w:start w:val="1"/>
      <w:numFmt w:val="decimal"/>
      <w:lvlText w:val="%1.%2.%3.%4.%5.%6.%7.%8"/>
      <w:lvlJc w:val="left"/>
      <w:pPr>
        <w:tabs>
          <w:tab w:val="num" w:pos="5268"/>
        </w:tabs>
        <w:ind w:left="5268" w:hanging="1800"/>
      </w:pPr>
      <w:rPr>
        <w:rFonts w:cs="Arial"/>
      </w:rPr>
    </w:lvl>
    <w:lvl w:ilvl="8">
      <w:start w:val="1"/>
      <w:numFmt w:val="decimal"/>
      <w:lvlText w:val="%1.%2.%3.%4.%5.%6.%7.%8.%9"/>
      <w:lvlJc w:val="left"/>
      <w:pPr>
        <w:tabs>
          <w:tab w:val="num" w:pos="5835"/>
        </w:tabs>
        <w:ind w:left="5835" w:hanging="1800"/>
      </w:pPr>
      <w:rPr>
        <w:rFonts w:cs="Arial"/>
      </w:rPr>
    </w:lvl>
  </w:abstractNum>
  <w:abstractNum w:abstractNumId="1">
    <w:nsid w:val="00000002"/>
    <w:multiLevelType w:val="multilevel"/>
    <w:tmpl w:val="6B3C78BC"/>
    <w:name w:val="WW8Num5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"/>
      <w:lvlJc w:val="left"/>
      <w:pPr>
        <w:tabs>
          <w:tab w:val="num" w:pos="1365"/>
        </w:tabs>
        <w:ind w:left="1365" w:hanging="525"/>
      </w:pPr>
    </w:lvl>
    <w:lvl w:ilvl="2">
      <w:start w:val="1"/>
      <w:numFmt w:val="decimal"/>
      <w:lvlText w:val="%1.%2.%3"/>
      <w:lvlJc w:val="left"/>
      <w:pPr>
        <w:tabs>
          <w:tab w:val="num" w:pos="2400"/>
        </w:tabs>
        <w:ind w:left="2400" w:hanging="720"/>
      </w:p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1080"/>
      </w:p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</w:lvl>
    <w:lvl w:ilvl="5">
      <w:start w:val="1"/>
      <w:numFmt w:val="decimal"/>
      <w:lvlText w:val="%1.%2.%3.%4.%5.%6"/>
      <w:lvlJc w:val="left"/>
      <w:pPr>
        <w:tabs>
          <w:tab w:val="num" w:pos="5640"/>
        </w:tabs>
        <w:ind w:left="56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7680"/>
        </w:tabs>
        <w:ind w:left="76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8520"/>
        </w:tabs>
        <w:ind w:left="8520" w:hanging="1800"/>
      </w:pPr>
    </w:lvl>
  </w:abstractNum>
  <w:abstractNum w:abstractNumId="2">
    <w:nsid w:val="0C6F221D"/>
    <w:multiLevelType w:val="hybridMultilevel"/>
    <w:tmpl w:val="ABFC5658"/>
    <w:lvl w:ilvl="0" w:tplc="BEE844AC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E60264"/>
    <w:multiLevelType w:val="hybridMultilevel"/>
    <w:tmpl w:val="DA081DAA"/>
    <w:lvl w:ilvl="0" w:tplc="B23A03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184D41"/>
    <w:multiLevelType w:val="hybridMultilevel"/>
    <w:tmpl w:val="F94EAE8A"/>
    <w:lvl w:ilvl="0" w:tplc="B23A03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AFA15CB"/>
    <w:multiLevelType w:val="hybridMultilevel"/>
    <w:tmpl w:val="992843B8"/>
    <w:lvl w:ilvl="0" w:tplc="B296A1D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B548D6"/>
    <w:multiLevelType w:val="hybridMultilevel"/>
    <w:tmpl w:val="0BEEF4B2"/>
    <w:lvl w:ilvl="0" w:tplc="B23A0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5F386E"/>
    <w:multiLevelType w:val="hybridMultilevel"/>
    <w:tmpl w:val="B4DA7E08"/>
    <w:lvl w:ilvl="0" w:tplc="6164C9A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6E2B9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0945B5C"/>
    <w:multiLevelType w:val="hybridMultilevel"/>
    <w:tmpl w:val="46F0DCA2"/>
    <w:lvl w:ilvl="0" w:tplc="B23A03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3CD4612"/>
    <w:multiLevelType w:val="hybridMultilevel"/>
    <w:tmpl w:val="E35E3092"/>
    <w:lvl w:ilvl="0" w:tplc="B23A03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62B10E8"/>
    <w:multiLevelType w:val="hybridMultilevel"/>
    <w:tmpl w:val="9E7EB28C"/>
    <w:lvl w:ilvl="0" w:tplc="B23A03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E525714"/>
    <w:multiLevelType w:val="hybridMultilevel"/>
    <w:tmpl w:val="E460F572"/>
    <w:lvl w:ilvl="0" w:tplc="B296A1D6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0F05231"/>
    <w:multiLevelType w:val="multilevel"/>
    <w:tmpl w:val="BD1A435E"/>
    <w:styleLink w:val="WW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subscript"/>
        <w:lang w:val="ru-RU" w:eastAsia="ru-RU" w:bidi="ru-RU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4">
    <w:nsid w:val="55CD70F3"/>
    <w:multiLevelType w:val="hybridMultilevel"/>
    <w:tmpl w:val="B37E95FE"/>
    <w:lvl w:ilvl="0" w:tplc="B23A03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B67BDE"/>
    <w:multiLevelType w:val="hybridMultilevel"/>
    <w:tmpl w:val="934EB2A0"/>
    <w:lvl w:ilvl="0" w:tplc="B23A03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4B71189"/>
    <w:multiLevelType w:val="hybridMultilevel"/>
    <w:tmpl w:val="E424F090"/>
    <w:lvl w:ilvl="0" w:tplc="BEE844AC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A766F46"/>
    <w:multiLevelType w:val="hybridMultilevel"/>
    <w:tmpl w:val="2F702608"/>
    <w:lvl w:ilvl="0" w:tplc="B23A03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1366BB0"/>
    <w:multiLevelType w:val="hybridMultilevel"/>
    <w:tmpl w:val="00727D82"/>
    <w:lvl w:ilvl="0" w:tplc="B23A03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5230829"/>
    <w:multiLevelType w:val="hybridMultilevel"/>
    <w:tmpl w:val="583E960E"/>
    <w:lvl w:ilvl="0" w:tplc="B23A03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5"/>
  </w:num>
  <w:num w:numId="4">
    <w:abstractNumId w:val="12"/>
  </w:num>
  <w:num w:numId="5">
    <w:abstractNumId w:val="7"/>
  </w:num>
  <w:num w:numId="6">
    <w:abstractNumId w:val="13"/>
  </w:num>
  <w:num w:numId="7">
    <w:abstractNumId w:val="15"/>
  </w:num>
  <w:num w:numId="8">
    <w:abstractNumId w:val="6"/>
  </w:num>
  <w:num w:numId="9">
    <w:abstractNumId w:val="18"/>
  </w:num>
  <w:num w:numId="10">
    <w:abstractNumId w:val="8"/>
  </w:num>
  <w:num w:numId="11">
    <w:abstractNumId w:val="3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7"/>
  </w:num>
  <w:num w:numId="15">
    <w:abstractNumId w:val="10"/>
  </w:num>
  <w:num w:numId="16">
    <w:abstractNumId w:val="4"/>
  </w:num>
  <w:num w:numId="17">
    <w:abstractNumId w:val="9"/>
  </w:num>
  <w:num w:numId="18">
    <w:abstractNumId w:val="14"/>
  </w:num>
  <w:num w:numId="19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00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2049" style="mso-position-vertical-relative:page" fill="f" fillcolor="white" stroke="f" strokecolor="white">
      <v:fill color="white" on="f"/>
      <v:stroke color="white" on="f"/>
      <o:colormru v:ext="edit" colors="#8b8b8b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E7"/>
    <w:rsid w:val="0000010E"/>
    <w:rsid w:val="0000077E"/>
    <w:rsid w:val="00000D51"/>
    <w:rsid w:val="0000537C"/>
    <w:rsid w:val="0000568C"/>
    <w:rsid w:val="00005783"/>
    <w:rsid w:val="00006416"/>
    <w:rsid w:val="000064CB"/>
    <w:rsid w:val="0001029B"/>
    <w:rsid w:val="00010588"/>
    <w:rsid w:val="00010B40"/>
    <w:rsid w:val="00011C74"/>
    <w:rsid w:val="000127C7"/>
    <w:rsid w:val="00013158"/>
    <w:rsid w:val="0001607B"/>
    <w:rsid w:val="0001610B"/>
    <w:rsid w:val="000167F1"/>
    <w:rsid w:val="000173EB"/>
    <w:rsid w:val="00017F1C"/>
    <w:rsid w:val="000200D8"/>
    <w:rsid w:val="000203C0"/>
    <w:rsid w:val="00022C20"/>
    <w:rsid w:val="0002311D"/>
    <w:rsid w:val="00023E86"/>
    <w:rsid w:val="00026347"/>
    <w:rsid w:val="000273F8"/>
    <w:rsid w:val="00027852"/>
    <w:rsid w:val="00030628"/>
    <w:rsid w:val="000312F1"/>
    <w:rsid w:val="00033B51"/>
    <w:rsid w:val="00034187"/>
    <w:rsid w:val="00034270"/>
    <w:rsid w:val="0003563B"/>
    <w:rsid w:val="00040347"/>
    <w:rsid w:val="000423D4"/>
    <w:rsid w:val="00042848"/>
    <w:rsid w:val="00042F14"/>
    <w:rsid w:val="00043B45"/>
    <w:rsid w:val="00044AC3"/>
    <w:rsid w:val="00045028"/>
    <w:rsid w:val="00045455"/>
    <w:rsid w:val="00045722"/>
    <w:rsid w:val="000468E3"/>
    <w:rsid w:val="00046CC3"/>
    <w:rsid w:val="00046D3B"/>
    <w:rsid w:val="00047463"/>
    <w:rsid w:val="00047D00"/>
    <w:rsid w:val="000505A7"/>
    <w:rsid w:val="00051006"/>
    <w:rsid w:val="000510A7"/>
    <w:rsid w:val="000516B0"/>
    <w:rsid w:val="00051EFE"/>
    <w:rsid w:val="00052693"/>
    <w:rsid w:val="00052FC7"/>
    <w:rsid w:val="000533EC"/>
    <w:rsid w:val="000542B6"/>
    <w:rsid w:val="00055B28"/>
    <w:rsid w:val="000564A4"/>
    <w:rsid w:val="00060924"/>
    <w:rsid w:val="000617D3"/>
    <w:rsid w:val="00061801"/>
    <w:rsid w:val="00062955"/>
    <w:rsid w:val="00063E85"/>
    <w:rsid w:val="0006501A"/>
    <w:rsid w:val="000659A7"/>
    <w:rsid w:val="00066671"/>
    <w:rsid w:val="00067DB5"/>
    <w:rsid w:val="000701CF"/>
    <w:rsid w:val="0007253F"/>
    <w:rsid w:val="000725C9"/>
    <w:rsid w:val="00072791"/>
    <w:rsid w:val="000741CD"/>
    <w:rsid w:val="00074371"/>
    <w:rsid w:val="00074982"/>
    <w:rsid w:val="00074E6E"/>
    <w:rsid w:val="00076868"/>
    <w:rsid w:val="00077FA1"/>
    <w:rsid w:val="0008110D"/>
    <w:rsid w:val="0008154B"/>
    <w:rsid w:val="000818CF"/>
    <w:rsid w:val="00082D0E"/>
    <w:rsid w:val="00083A88"/>
    <w:rsid w:val="00084264"/>
    <w:rsid w:val="000867DE"/>
    <w:rsid w:val="000873BE"/>
    <w:rsid w:val="00087BEE"/>
    <w:rsid w:val="000903DE"/>
    <w:rsid w:val="000927B6"/>
    <w:rsid w:val="000929B4"/>
    <w:rsid w:val="000929DB"/>
    <w:rsid w:val="00093BB4"/>
    <w:rsid w:val="00094E4C"/>
    <w:rsid w:val="00095269"/>
    <w:rsid w:val="00096B4D"/>
    <w:rsid w:val="00096D65"/>
    <w:rsid w:val="00096E96"/>
    <w:rsid w:val="0009742D"/>
    <w:rsid w:val="000974CE"/>
    <w:rsid w:val="00097530"/>
    <w:rsid w:val="000975F2"/>
    <w:rsid w:val="000A09D1"/>
    <w:rsid w:val="000A0EAF"/>
    <w:rsid w:val="000A1656"/>
    <w:rsid w:val="000A188C"/>
    <w:rsid w:val="000A252D"/>
    <w:rsid w:val="000A440B"/>
    <w:rsid w:val="000A5DD7"/>
    <w:rsid w:val="000A5F22"/>
    <w:rsid w:val="000A7381"/>
    <w:rsid w:val="000A7815"/>
    <w:rsid w:val="000A7FAE"/>
    <w:rsid w:val="000B05B5"/>
    <w:rsid w:val="000B211D"/>
    <w:rsid w:val="000B4660"/>
    <w:rsid w:val="000B4D84"/>
    <w:rsid w:val="000B4EAA"/>
    <w:rsid w:val="000B526B"/>
    <w:rsid w:val="000B5C46"/>
    <w:rsid w:val="000B6523"/>
    <w:rsid w:val="000B6E6C"/>
    <w:rsid w:val="000C27CF"/>
    <w:rsid w:val="000C33FC"/>
    <w:rsid w:val="000C4607"/>
    <w:rsid w:val="000C4627"/>
    <w:rsid w:val="000C662A"/>
    <w:rsid w:val="000C6F0E"/>
    <w:rsid w:val="000C7D40"/>
    <w:rsid w:val="000D01D8"/>
    <w:rsid w:val="000D17D5"/>
    <w:rsid w:val="000D1DF2"/>
    <w:rsid w:val="000D2643"/>
    <w:rsid w:val="000D2A8A"/>
    <w:rsid w:val="000D35AC"/>
    <w:rsid w:val="000D4269"/>
    <w:rsid w:val="000D4C8E"/>
    <w:rsid w:val="000D5D65"/>
    <w:rsid w:val="000D68DD"/>
    <w:rsid w:val="000E085E"/>
    <w:rsid w:val="000E085F"/>
    <w:rsid w:val="000E088E"/>
    <w:rsid w:val="000E297B"/>
    <w:rsid w:val="000E2C3D"/>
    <w:rsid w:val="000E3A3A"/>
    <w:rsid w:val="000E4298"/>
    <w:rsid w:val="000E6F9C"/>
    <w:rsid w:val="000E7378"/>
    <w:rsid w:val="000F19E4"/>
    <w:rsid w:val="000F3A53"/>
    <w:rsid w:val="000F678F"/>
    <w:rsid w:val="000F6F9F"/>
    <w:rsid w:val="000F708A"/>
    <w:rsid w:val="00100084"/>
    <w:rsid w:val="001039D1"/>
    <w:rsid w:val="00103D3B"/>
    <w:rsid w:val="00104149"/>
    <w:rsid w:val="0010753B"/>
    <w:rsid w:val="001075C1"/>
    <w:rsid w:val="00110CCC"/>
    <w:rsid w:val="00110FA9"/>
    <w:rsid w:val="00112F1B"/>
    <w:rsid w:val="00115265"/>
    <w:rsid w:val="00116FEC"/>
    <w:rsid w:val="0012075C"/>
    <w:rsid w:val="0012100F"/>
    <w:rsid w:val="00121182"/>
    <w:rsid w:val="001213C0"/>
    <w:rsid w:val="00121EBA"/>
    <w:rsid w:val="001220A3"/>
    <w:rsid w:val="0012228B"/>
    <w:rsid w:val="001236E7"/>
    <w:rsid w:val="001243D9"/>
    <w:rsid w:val="0012574C"/>
    <w:rsid w:val="001271F3"/>
    <w:rsid w:val="00127710"/>
    <w:rsid w:val="00127816"/>
    <w:rsid w:val="00130013"/>
    <w:rsid w:val="001344C6"/>
    <w:rsid w:val="0013597A"/>
    <w:rsid w:val="00136144"/>
    <w:rsid w:val="001408A0"/>
    <w:rsid w:val="001413B6"/>
    <w:rsid w:val="001413C5"/>
    <w:rsid w:val="00142A0D"/>
    <w:rsid w:val="00142A36"/>
    <w:rsid w:val="00143F33"/>
    <w:rsid w:val="00145C36"/>
    <w:rsid w:val="00146F4B"/>
    <w:rsid w:val="001472E2"/>
    <w:rsid w:val="00147CB9"/>
    <w:rsid w:val="001502AE"/>
    <w:rsid w:val="001513DA"/>
    <w:rsid w:val="00153082"/>
    <w:rsid w:val="00155741"/>
    <w:rsid w:val="00156FDB"/>
    <w:rsid w:val="00157127"/>
    <w:rsid w:val="0015713C"/>
    <w:rsid w:val="00157976"/>
    <w:rsid w:val="0016052B"/>
    <w:rsid w:val="00160C45"/>
    <w:rsid w:val="001619D2"/>
    <w:rsid w:val="001627D2"/>
    <w:rsid w:val="00163FEF"/>
    <w:rsid w:val="001642E9"/>
    <w:rsid w:val="0016502C"/>
    <w:rsid w:val="001656A1"/>
    <w:rsid w:val="00166A64"/>
    <w:rsid w:val="00170E77"/>
    <w:rsid w:val="0017203A"/>
    <w:rsid w:val="001720AF"/>
    <w:rsid w:val="00172839"/>
    <w:rsid w:val="0017413F"/>
    <w:rsid w:val="00174C3B"/>
    <w:rsid w:val="00175088"/>
    <w:rsid w:val="0017596A"/>
    <w:rsid w:val="00175E3A"/>
    <w:rsid w:val="00182CDA"/>
    <w:rsid w:val="00183020"/>
    <w:rsid w:val="00187944"/>
    <w:rsid w:val="00187EC6"/>
    <w:rsid w:val="00191C1A"/>
    <w:rsid w:val="00192FEA"/>
    <w:rsid w:val="0019387F"/>
    <w:rsid w:val="00194449"/>
    <w:rsid w:val="00194838"/>
    <w:rsid w:val="00194B4F"/>
    <w:rsid w:val="001959E3"/>
    <w:rsid w:val="0019612A"/>
    <w:rsid w:val="001977C9"/>
    <w:rsid w:val="00197BE8"/>
    <w:rsid w:val="001A0261"/>
    <w:rsid w:val="001A3573"/>
    <w:rsid w:val="001A37EE"/>
    <w:rsid w:val="001A3B72"/>
    <w:rsid w:val="001A4A78"/>
    <w:rsid w:val="001A4BAF"/>
    <w:rsid w:val="001A4FC0"/>
    <w:rsid w:val="001A5D46"/>
    <w:rsid w:val="001A76E2"/>
    <w:rsid w:val="001B1951"/>
    <w:rsid w:val="001B27E5"/>
    <w:rsid w:val="001B2A44"/>
    <w:rsid w:val="001B381C"/>
    <w:rsid w:val="001B4B60"/>
    <w:rsid w:val="001B572D"/>
    <w:rsid w:val="001B61C0"/>
    <w:rsid w:val="001B7865"/>
    <w:rsid w:val="001C34A7"/>
    <w:rsid w:val="001C3516"/>
    <w:rsid w:val="001C3827"/>
    <w:rsid w:val="001C6B73"/>
    <w:rsid w:val="001C6F8C"/>
    <w:rsid w:val="001C722A"/>
    <w:rsid w:val="001D065E"/>
    <w:rsid w:val="001D0A02"/>
    <w:rsid w:val="001D0C71"/>
    <w:rsid w:val="001D0EE3"/>
    <w:rsid w:val="001D17E3"/>
    <w:rsid w:val="001D44F2"/>
    <w:rsid w:val="001D4BCE"/>
    <w:rsid w:val="001D4BF4"/>
    <w:rsid w:val="001D5134"/>
    <w:rsid w:val="001D54CF"/>
    <w:rsid w:val="001D68FD"/>
    <w:rsid w:val="001D7D9E"/>
    <w:rsid w:val="001E09B6"/>
    <w:rsid w:val="001E2A0A"/>
    <w:rsid w:val="001E30B8"/>
    <w:rsid w:val="001E3836"/>
    <w:rsid w:val="001F02A8"/>
    <w:rsid w:val="001F06A1"/>
    <w:rsid w:val="001F0FE3"/>
    <w:rsid w:val="001F139F"/>
    <w:rsid w:val="001F2348"/>
    <w:rsid w:val="001F504A"/>
    <w:rsid w:val="001F6E80"/>
    <w:rsid w:val="0020045B"/>
    <w:rsid w:val="00201C6B"/>
    <w:rsid w:val="0020325B"/>
    <w:rsid w:val="00205987"/>
    <w:rsid w:val="00206435"/>
    <w:rsid w:val="0021075C"/>
    <w:rsid w:val="00210CB9"/>
    <w:rsid w:val="00216CA0"/>
    <w:rsid w:val="002172EB"/>
    <w:rsid w:val="00220D96"/>
    <w:rsid w:val="00221060"/>
    <w:rsid w:val="002231F2"/>
    <w:rsid w:val="0022453C"/>
    <w:rsid w:val="0022503B"/>
    <w:rsid w:val="0022599F"/>
    <w:rsid w:val="00225BCF"/>
    <w:rsid w:val="00226AF5"/>
    <w:rsid w:val="00233BD3"/>
    <w:rsid w:val="002362FE"/>
    <w:rsid w:val="00236A17"/>
    <w:rsid w:val="0023726D"/>
    <w:rsid w:val="0024068F"/>
    <w:rsid w:val="00241286"/>
    <w:rsid w:val="00242CC2"/>
    <w:rsid w:val="00243343"/>
    <w:rsid w:val="002434B8"/>
    <w:rsid w:val="00244C30"/>
    <w:rsid w:val="00244E4F"/>
    <w:rsid w:val="002457F0"/>
    <w:rsid w:val="00246FCD"/>
    <w:rsid w:val="002502CA"/>
    <w:rsid w:val="00250F14"/>
    <w:rsid w:val="00251B69"/>
    <w:rsid w:val="00251F7F"/>
    <w:rsid w:val="00252803"/>
    <w:rsid w:val="00252D99"/>
    <w:rsid w:val="00253AB1"/>
    <w:rsid w:val="00253B0A"/>
    <w:rsid w:val="00253E5C"/>
    <w:rsid w:val="00254519"/>
    <w:rsid w:val="0025496B"/>
    <w:rsid w:val="0025522C"/>
    <w:rsid w:val="00257049"/>
    <w:rsid w:val="00257813"/>
    <w:rsid w:val="0026135E"/>
    <w:rsid w:val="00261368"/>
    <w:rsid w:val="002613AC"/>
    <w:rsid w:val="002615E3"/>
    <w:rsid w:val="002634E8"/>
    <w:rsid w:val="00264695"/>
    <w:rsid w:val="00264F86"/>
    <w:rsid w:val="002701A4"/>
    <w:rsid w:val="0027044E"/>
    <w:rsid w:val="002707A6"/>
    <w:rsid w:val="00271C1D"/>
    <w:rsid w:val="00271D1F"/>
    <w:rsid w:val="0027298B"/>
    <w:rsid w:val="00273E09"/>
    <w:rsid w:val="002748EC"/>
    <w:rsid w:val="00275F7D"/>
    <w:rsid w:val="002776C9"/>
    <w:rsid w:val="002806FA"/>
    <w:rsid w:val="00281343"/>
    <w:rsid w:val="0028186F"/>
    <w:rsid w:val="002820FE"/>
    <w:rsid w:val="00283073"/>
    <w:rsid w:val="00283ABC"/>
    <w:rsid w:val="00284478"/>
    <w:rsid w:val="00284C17"/>
    <w:rsid w:val="00284C56"/>
    <w:rsid w:val="00284F85"/>
    <w:rsid w:val="002875CB"/>
    <w:rsid w:val="002901D2"/>
    <w:rsid w:val="002904E3"/>
    <w:rsid w:val="00290912"/>
    <w:rsid w:val="002913CA"/>
    <w:rsid w:val="002917B9"/>
    <w:rsid w:val="00292898"/>
    <w:rsid w:val="00293148"/>
    <w:rsid w:val="00293766"/>
    <w:rsid w:val="002A21D4"/>
    <w:rsid w:val="002A248B"/>
    <w:rsid w:val="002A2490"/>
    <w:rsid w:val="002A2FC6"/>
    <w:rsid w:val="002A3263"/>
    <w:rsid w:val="002A3815"/>
    <w:rsid w:val="002A3B62"/>
    <w:rsid w:val="002A4191"/>
    <w:rsid w:val="002A488F"/>
    <w:rsid w:val="002A55D4"/>
    <w:rsid w:val="002A76A5"/>
    <w:rsid w:val="002B1CC8"/>
    <w:rsid w:val="002B4081"/>
    <w:rsid w:val="002B603B"/>
    <w:rsid w:val="002B6399"/>
    <w:rsid w:val="002B7C42"/>
    <w:rsid w:val="002C3243"/>
    <w:rsid w:val="002C3AD1"/>
    <w:rsid w:val="002C5AFE"/>
    <w:rsid w:val="002C6359"/>
    <w:rsid w:val="002C7B15"/>
    <w:rsid w:val="002D12C7"/>
    <w:rsid w:val="002D15D3"/>
    <w:rsid w:val="002D19DB"/>
    <w:rsid w:val="002D2C91"/>
    <w:rsid w:val="002D56E4"/>
    <w:rsid w:val="002D5B74"/>
    <w:rsid w:val="002D735E"/>
    <w:rsid w:val="002E0164"/>
    <w:rsid w:val="002E0B92"/>
    <w:rsid w:val="002E1222"/>
    <w:rsid w:val="002E155D"/>
    <w:rsid w:val="002E2011"/>
    <w:rsid w:val="002E2A6D"/>
    <w:rsid w:val="002E2F14"/>
    <w:rsid w:val="002E314A"/>
    <w:rsid w:val="002E31D5"/>
    <w:rsid w:val="002E3F20"/>
    <w:rsid w:val="002E578F"/>
    <w:rsid w:val="002E6677"/>
    <w:rsid w:val="002E7894"/>
    <w:rsid w:val="002F0CB0"/>
    <w:rsid w:val="002F1912"/>
    <w:rsid w:val="002F20E6"/>
    <w:rsid w:val="002F28F7"/>
    <w:rsid w:val="002F2E78"/>
    <w:rsid w:val="002F436E"/>
    <w:rsid w:val="002F4651"/>
    <w:rsid w:val="002F520B"/>
    <w:rsid w:val="002F77DE"/>
    <w:rsid w:val="00301232"/>
    <w:rsid w:val="00301BDF"/>
    <w:rsid w:val="0030403A"/>
    <w:rsid w:val="003046E0"/>
    <w:rsid w:val="003064D4"/>
    <w:rsid w:val="00307963"/>
    <w:rsid w:val="003100DF"/>
    <w:rsid w:val="00312C3B"/>
    <w:rsid w:val="00313B40"/>
    <w:rsid w:val="00315204"/>
    <w:rsid w:val="0031598D"/>
    <w:rsid w:val="00317A43"/>
    <w:rsid w:val="0032049E"/>
    <w:rsid w:val="003225B1"/>
    <w:rsid w:val="00324E8C"/>
    <w:rsid w:val="00325944"/>
    <w:rsid w:val="00325E94"/>
    <w:rsid w:val="003276CF"/>
    <w:rsid w:val="00327D59"/>
    <w:rsid w:val="0033074E"/>
    <w:rsid w:val="003313A3"/>
    <w:rsid w:val="00332700"/>
    <w:rsid w:val="00332E03"/>
    <w:rsid w:val="0033341D"/>
    <w:rsid w:val="00333615"/>
    <w:rsid w:val="003337A5"/>
    <w:rsid w:val="00333991"/>
    <w:rsid w:val="00333D63"/>
    <w:rsid w:val="00336350"/>
    <w:rsid w:val="0033715A"/>
    <w:rsid w:val="00341DA1"/>
    <w:rsid w:val="003422BD"/>
    <w:rsid w:val="00342BF4"/>
    <w:rsid w:val="0034524F"/>
    <w:rsid w:val="00345F75"/>
    <w:rsid w:val="00345FA5"/>
    <w:rsid w:val="0034667B"/>
    <w:rsid w:val="0034684C"/>
    <w:rsid w:val="003469EB"/>
    <w:rsid w:val="00352CCC"/>
    <w:rsid w:val="00352E2A"/>
    <w:rsid w:val="00353589"/>
    <w:rsid w:val="00354D34"/>
    <w:rsid w:val="0035669A"/>
    <w:rsid w:val="0035671E"/>
    <w:rsid w:val="003570F9"/>
    <w:rsid w:val="00357EB4"/>
    <w:rsid w:val="00357F89"/>
    <w:rsid w:val="003601EE"/>
    <w:rsid w:val="00361B3D"/>
    <w:rsid w:val="003641F5"/>
    <w:rsid w:val="0036497C"/>
    <w:rsid w:val="00364A34"/>
    <w:rsid w:val="003656FF"/>
    <w:rsid w:val="003665D8"/>
    <w:rsid w:val="0037010F"/>
    <w:rsid w:val="003703AE"/>
    <w:rsid w:val="0037082D"/>
    <w:rsid w:val="00370A0D"/>
    <w:rsid w:val="00370FCC"/>
    <w:rsid w:val="00372D7B"/>
    <w:rsid w:val="00375AAE"/>
    <w:rsid w:val="00377D56"/>
    <w:rsid w:val="00380C14"/>
    <w:rsid w:val="0038307C"/>
    <w:rsid w:val="0038341D"/>
    <w:rsid w:val="0038525B"/>
    <w:rsid w:val="003852C7"/>
    <w:rsid w:val="00390D7E"/>
    <w:rsid w:val="00392FF1"/>
    <w:rsid w:val="00394733"/>
    <w:rsid w:val="00395C56"/>
    <w:rsid w:val="00395D52"/>
    <w:rsid w:val="003967C3"/>
    <w:rsid w:val="003976CC"/>
    <w:rsid w:val="003A1205"/>
    <w:rsid w:val="003A1899"/>
    <w:rsid w:val="003A2E8D"/>
    <w:rsid w:val="003A4654"/>
    <w:rsid w:val="003A4EBA"/>
    <w:rsid w:val="003A5E2B"/>
    <w:rsid w:val="003A5EEA"/>
    <w:rsid w:val="003A77DB"/>
    <w:rsid w:val="003A792B"/>
    <w:rsid w:val="003A7964"/>
    <w:rsid w:val="003A7C5F"/>
    <w:rsid w:val="003B0F20"/>
    <w:rsid w:val="003B103D"/>
    <w:rsid w:val="003B1809"/>
    <w:rsid w:val="003B1A37"/>
    <w:rsid w:val="003B4B73"/>
    <w:rsid w:val="003B6F28"/>
    <w:rsid w:val="003C0893"/>
    <w:rsid w:val="003C24EE"/>
    <w:rsid w:val="003C32FD"/>
    <w:rsid w:val="003C4944"/>
    <w:rsid w:val="003C4A32"/>
    <w:rsid w:val="003C4ECE"/>
    <w:rsid w:val="003D075E"/>
    <w:rsid w:val="003D09FF"/>
    <w:rsid w:val="003D14A5"/>
    <w:rsid w:val="003D2E74"/>
    <w:rsid w:val="003D5CBF"/>
    <w:rsid w:val="003E109C"/>
    <w:rsid w:val="003E279D"/>
    <w:rsid w:val="003E29AB"/>
    <w:rsid w:val="003E2D88"/>
    <w:rsid w:val="003E65CA"/>
    <w:rsid w:val="003F12FF"/>
    <w:rsid w:val="003F132C"/>
    <w:rsid w:val="003F15BE"/>
    <w:rsid w:val="003F204F"/>
    <w:rsid w:val="003F3943"/>
    <w:rsid w:val="003F4CE5"/>
    <w:rsid w:val="003F5E94"/>
    <w:rsid w:val="003F7006"/>
    <w:rsid w:val="00401E30"/>
    <w:rsid w:val="004020A6"/>
    <w:rsid w:val="00405051"/>
    <w:rsid w:val="004050F3"/>
    <w:rsid w:val="00406A87"/>
    <w:rsid w:val="00406C90"/>
    <w:rsid w:val="00410E58"/>
    <w:rsid w:val="004112A1"/>
    <w:rsid w:val="00411869"/>
    <w:rsid w:val="0041419C"/>
    <w:rsid w:val="00415EC2"/>
    <w:rsid w:val="0041644A"/>
    <w:rsid w:val="0041738B"/>
    <w:rsid w:val="00417DF4"/>
    <w:rsid w:val="00417E06"/>
    <w:rsid w:val="004202FF"/>
    <w:rsid w:val="00420EB7"/>
    <w:rsid w:val="004211A0"/>
    <w:rsid w:val="00423397"/>
    <w:rsid w:val="00423CDD"/>
    <w:rsid w:val="004243DE"/>
    <w:rsid w:val="00424535"/>
    <w:rsid w:val="00425FC3"/>
    <w:rsid w:val="00427DB0"/>
    <w:rsid w:val="004304FF"/>
    <w:rsid w:val="004309F8"/>
    <w:rsid w:val="00430A60"/>
    <w:rsid w:val="00431506"/>
    <w:rsid w:val="004324D1"/>
    <w:rsid w:val="0043297C"/>
    <w:rsid w:val="00433D76"/>
    <w:rsid w:val="00434352"/>
    <w:rsid w:val="00435BFC"/>
    <w:rsid w:val="00435EF3"/>
    <w:rsid w:val="00435FE7"/>
    <w:rsid w:val="00436923"/>
    <w:rsid w:val="004377A5"/>
    <w:rsid w:val="00437D87"/>
    <w:rsid w:val="0044177F"/>
    <w:rsid w:val="00442591"/>
    <w:rsid w:val="004428AE"/>
    <w:rsid w:val="0044296C"/>
    <w:rsid w:val="004433CF"/>
    <w:rsid w:val="00444E2F"/>
    <w:rsid w:val="004453F2"/>
    <w:rsid w:val="0044605E"/>
    <w:rsid w:val="00446C72"/>
    <w:rsid w:val="00446F77"/>
    <w:rsid w:val="004470D6"/>
    <w:rsid w:val="00451544"/>
    <w:rsid w:val="004520A1"/>
    <w:rsid w:val="00453A23"/>
    <w:rsid w:val="00454F56"/>
    <w:rsid w:val="0045512F"/>
    <w:rsid w:val="00455AF7"/>
    <w:rsid w:val="004565F9"/>
    <w:rsid w:val="00457C4A"/>
    <w:rsid w:val="00460C99"/>
    <w:rsid w:val="00461624"/>
    <w:rsid w:val="004633A6"/>
    <w:rsid w:val="0046416B"/>
    <w:rsid w:val="004645DB"/>
    <w:rsid w:val="00464CE2"/>
    <w:rsid w:val="004662C4"/>
    <w:rsid w:val="00467377"/>
    <w:rsid w:val="00467512"/>
    <w:rsid w:val="0046782F"/>
    <w:rsid w:val="004701DC"/>
    <w:rsid w:val="00470545"/>
    <w:rsid w:val="00471F77"/>
    <w:rsid w:val="00474AA1"/>
    <w:rsid w:val="00476100"/>
    <w:rsid w:val="004762BF"/>
    <w:rsid w:val="00476C5B"/>
    <w:rsid w:val="004771C9"/>
    <w:rsid w:val="004772C3"/>
    <w:rsid w:val="0047752B"/>
    <w:rsid w:val="00477AD0"/>
    <w:rsid w:val="004800AB"/>
    <w:rsid w:val="004803CD"/>
    <w:rsid w:val="00480D0E"/>
    <w:rsid w:val="00481419"/>
    <w:rsid w:val="00482D53"/>
    <w:rsid w:val="004854D8"/>
    <w:rsid w:val="00485B27"/>
    <w:rsid w:val="004868C8"/>
    <w:rsid w:val="004917F2"/>
    <w:rsid w:val="00492E4A"/>
    <w:rsid w:val="004935E4"/>
    <w:rsid w:val="00495113"/>
    <w:rsid w:val="00495878"/>
    <w:rsid w:val="004966E2"/>
    <w:rsid w:val="004973B4"/>
    <w:rsid w:val="00497432"/>
    <w:rsid w:val="004A1042"/>
    <w:rsid w:val="004A1908"/>
    <w:rsid w:val="004A2437"/>
    <w:rsid w:val="004A4911"/>
    <w:rsid w:val="004A5CAF"/>
    <w:rsid w:val="004A708C"/>
    <w:rsid w:val="004A76EA"/>
    <w:rsid w:val="004B02CC"/>
    <w:rsid w:val="004B04BB"/>
    <w:rsid w:val="004B060A"/>
    <w:rsid w:val="004B1C9A"/>
    <w:rsid w:val="004B2B3E"/>
    <w:rsid w:val="004B3088"/>
    <w:rsid w:val="004B34F0"/>
    <w:rsid w:val="004B47A7"/>
    <w:rsid w:val="004B53B8"/>
    <w:rsid w:val="004B7850"/>
    <w:rsid w:val="004C0706"/>
    <w:rsid w:val="004C2486"/>
    <w:rsid w:val="004C2E9E"/>
    <w:rsid w:val="004C355C"/>
    <w:rsid w:val="004C43A7"/>
    <w:rsid w:val="004C4B30"/>
    <w:rsid w:val="004C5E68"/>
    <w:rsid w:val="004C6815"/>
    <w:rsid w:val="004C711E"/>
    <w:rsid w:val="004D01A4"/>
    <w:rsid w:val="004D075B"/>
    <w:rsid w:val="004D0D34"/>
    <w:rsid w:val="004D0F41"/>
    <w:rsid w:val="004D1396"/>
    <w:rsid w:val="004D2148"/>
    <w:rsid w:val="004D2609"/>
    <w:rsid w:val="004D27F2"/>
    <w:rsid w:val="004D3B67"/>
    <w:rsid w:val="004D646C"/>
    <w:rsid w:val="004D6859"/>
    <w:rsid w:val="004D7DDA"/>
    <w:rsid w:val="004E162B"/>
    <w:rsid w:val="004E1DD8"/>
    <w:rsid w:val="004E35CE"/>
    <w:rsid w:val="004E48CB"/>
    <w:rsid w:val="004E4F88"/>
    <w:rsid w:val="004E4FAB"/>
    <w:rsid w:val="004E5097"/>
    <w:rsid w:val="004E519A"/>
    <w:rsid w:val="004E676F"/>
    <w:rsid w:val="004F01C9"/>
    <w:rsid w:val="004F1C6B"/>
    <w:rsid w:val="004F1FF0"/>
    <w:rsid w:val="004F3481"/>
    <w:rsid w:val="004F62A0"/>
    <w:rsid w:val="004F67BF"/>
    <w:rsid w:val="004F69A9"/>
    <w:rsid w:val="00500C3F"/>
    <w:rsid w:val="00501364"/>
    <w:rsid w:val="00501625"/>
    <w:rsid w:val="005027F6"/>
    <w:rsid w:val="00503920"/>
    <w:rsid w:val="00504249"/>
    <w:rsid w:val="00504AF4"/>
    <w:rsid w:val="005066A9"/>
    <w:rsid w:val="00507E36"/>
    <w:rsid w:val="005103E5"/>
    <w:rsid w:val="0051132F"/>
    <w:rsid w:val="00512643"/>
    <w:rsid w:val="00513924"/>
    <w:rsid w:val="00513981"/>
    <w:rsid w:val="005142CE"/>
    <w:rsid w:val="005166FF"/>
    <w:rsid w:val="0052127C"/>
    <w:rsid w:val="005213A0"/>
    <w:rsid w:val="00522751"/>
    <w:rsid w:val="00523702"/>
    <w:rsid w:val="00523F0E"/>
    <w:rsid w:val="00524EE4"/>
    <w:rsid w:val="00525E74"/>
    <w:rsid w:val="00527171"/>
    <w:rsid w:val="00527864"/>
    <w:rsid w:val="00530E4D"/>
    <w:rsid w:val="00530E5A"/>
    <w:rsid w:val="00532A0F"/>
    <w:rsid w:val="00533DFD"/>
    <w:rsid w:val="00533E17"/>
    <w:rsid w:val="0053483F"/>
    <w:rsid w:val="00534A4B"/>
    <w:rsid w:val="00535E41"/>
    <w:rsid w:val="00537B48"/>
    <w:rsid w:val="005410C2"/>
    <w:rsid w:val="00541DE8"/>
    <w:rsid w:val="00542F31"/>
    <w:rsid w:val="00543385"/>
    <w:rsid w:val="005447F5"/>
    <w:rsid w:val="005455A4"/>
    <w:rsid w:val="00547B1A"/>
    <w:rsid w:val="00547FCA"/>
    <w:rsid w:val="00550DF4"/>
    <w:rsid w:val="005511AE"/>
    <w:rsid w:val="00552016"/>
    <w:rsid w:val="00553443"/>
    <w:rsid w:val="00553967"/>
    <w:rsid w:val="00555C1C"/>
    <w:rsid w:val="00556126"/>
    <w:rsid w:val="00557BDD"/>
    <w:rsid w:val="0056063A"/>
    <w:rsid w:val="00560985"/>
    <w:rsid w:val="00560ACF"/>
    <w:rsid w:val="00564032"/>
    <w:rsid w:val="00564769"/>
    <w:rsid w:val="00567166"/>
    <w:rsid w:val="005675CB"/>
    <w:rsid w:val="00571238"/>
    <w:rsid w:val="00571AC6"/>
    <w:rsid w:val="00572A83"/>
    <w:rsid w:val="005734C0"/>
    <w:rsid w:val="0057358E"/>
    <w:rsid w:val="00573D38"/>
    <w:rsid w:val="00573D9C"/>
    <w:rsid w:val="005801FB"/>
    <w:rsid w:val="0058342E"/>
    <w:rsid w:val="00583824"/>
    <w:rsid w:val="00585D3E"/>
    <w:rsid w:val="00586B83"/>
    <w:rsid w:val="00586E89"/>
    <w:rsid w:val="00587EB5"/>
    <w:rsid w:val="005905E4"/>
    <w:rsid w:val="005933F6"/>
    <w:rsid w:val="005940F1"/>
    <w:rsid w:val="005967EB"/>
    <w:rsid w:val="00597DB4"/>
    <w:rsid w:val="005A0620"/>
    <w:rsid w:val="005A1DCF"/>
    <w:rsid w:val="005A34FB"/>
    <w:rsid w:val="005A513B"/>
    <w:rsid w:val="005A5A68"/>
    <w:rsid w:val="005A6903"/>
    <w:rsid w:val="005A753E"/>
    <w:rsid w:val="005B1936"/>
    <w:rsid w:val="005B29B1"/>
    <w:rsid w:val="005B366C"/>
    <w:rsid w:val="005B3C9E"/>
    <w:rsid w:val="005B44E9"/>
    <w:rsid w:val="005B55BC"/>
    <w:rsid w:val="005B5744"/>
    <w:rsid w:val="005B60A7"/>
    <w:rsid w:val="005B622C"/>
    <w:rsid w:val="005B702B"/>
    <w:rsid w:val="005B7B3D"/>
    <w:rsid w:val="005C151D"/>
    <w:rsid w:val="005C2336"/>
    <w:rsid w:val="005C3D17"/>
    <w:rsid w:val="005C3D96"/>
    <w:rsid w:val="005C46C2"/>
    <w:rsid w:val="005C5D49"/>
    <w:rsid w:val="005C62B4"/>
    <w:rsid w:val="005C7060"/>
    <w:rsid w:val="005D1976"/>
    <w:rsid w:val="005D21E9"/>
    <w:rsid w:val="005D5419"/>
    <w:rsid w:val="005D7379"/>
    <w:rsid w:val="005D7629"/>
    <w:rsid w:val="005E09FE"/>
    <w:rsid w:val="005E1A9C"/>
    <w:rsid w:val="005E3801"/>
    <w:rsid w:val="005E44E9"/>
    <w:rsid w:val="005E4B34"/>
    <w:rsid w:val="005E4C07"/>
    <w:rsid w:val="005E6EDA"/>
    <w:rsid w:val="005E7AF9"/>
    <w:rsid w:val="005F23AA"/>
    <w:rsid w:val="005F26D2"/>
    <w:rsid w:val="005F286D"/>
    <w:rsid w:val="005F2B82"/>
    <w:rsid w:val="005F53FA"/>
    <w:rsid w:val="005F77B6"/>
    <w:rsid w:val="00601291"/>
    <w:rsid w:val="00601320"/>
    <w:rsid w:val="00603D67"/>
    <w:rsid w:val="006042CA"/>
    <w:rsid w:val="00604545"/>
    <w:rsid w:val="006057C2"/>
    <w:rsid w:val="0060613D"/>
    <w:rsid w:val="006065C5"/>
    <w:rsid w:val="00606AC7"/>
    <w:rsid w:val="00610725"/>
    <w:rsid w:val="006107F2"/>
    <w:rsid w:val="00610E48"/>
    <w:rsid w:val="00610E75"/>
    <w:rsid w:val="00610FA4"/>
    <w:rsid w:val="00611A4B"/>
    <w:rsid w:val="006121DB"/>
    <w:rsid w:val="006135B4"/>
    <w:rsid w:val="006140D7"/>
    <w:rsid w:val="00614DF7"/>
    <w:rsid w:val="0061618F"/>
    <w:rsid w:val="006165C4"/>
    <w:rsid w:val="00616693"/>
    <w:rsid w:val="00616A0F"/>
    <w:rsid w:val="00616B5B"/>
    <w:rsid w:val="00617822"/>
    <w:rsid w:val="00620746"/>
    <w:rsid w:val="0062094C"/>
    <w:rsid w:val="006211B2"/>
    <w:rsid w:val="0062208B"/>
    <w:rsid w:val="00624DA6"/>
    <w:rsid w:val="00625C8B"/>
    <w:rsid w:val="00626D58"/>
    <w:rsid w:val="006272AD"/>
    <w:rsid w:val="00627C33"/>
    <w:rsid w:val="006300DA"/>
    <w:rsid w:val="006314F5"/>
    <w:rsid w:val="00632385"/>
    <w:rsid w:val="006330FD"/>
    <w:rsid w:val="00633728"/>
    <w:rsid w:val="006339BD"/>
    <w:rsid w:val="006344C2"/>
    <w:rsid w:val="006345B8"/>
    <w:rsid w:val="00634EB2"/>
    <w:rsid w:val="0063560D"/>
    <w:rsid w:val="006362FF"/>
    <w:rsid w:val="00636DF7"/>
    <w:rsid w:val="006414D1"/>
    <w:rsid w:val="006417CB"/>
    <w:rsid w:val="00642D17"/>
    <w:rsid w:val="00643279"/>
    <w:rsid w:val="0064467D"/>
    <w:rsid w:val="006455A5"/>
    <w:rsid w:val="00645762"/>
    <w:rsid w:val="00646708"/>
    <w:rsid w:val="006474A4"/>
    <w:rsid w:val="00647BC5"/>
    <w:rsid w:val="00647F6E"/>
    <w:rsid w:val="00650E9A"/>
    <w:rsid w:val="00651C13"/>
    <w:rsid w:val="00651F95"/>
    <w:rsid w:val="00653A95"/>
    <w:rsid w:val="00654655"/>
    <w:rsid w:val="006548F0"/>
    <w:rsid w:val="00655D5A"/>
    <w:rsid w:val="006601CF"/>
    <w:rsid w:val="00660E65"/>
    <w:rsid w:val="0066197A"/>
    <w:rsid w:val="00665DCF"/>
    <w:rsid w:val="00666270"/>
    <w:rsid w:val="0066788F"/>
    <w:rsid w:val="0067082E"/>
    <w:rsid w:val="00672430"/>
    <w:rsid w:val="00672FE2"/>
    <w:rsid w:val="0067475D"/>
    <w:rsid w:val="006764E2"/>
    <w:rsid w:val="006765A4"/>
    <w:rsid w:val="0067666C"/>
    <w:rsid w:val="00676D61"/>
    <w:rsid w:val="00677475"/>
    <w:rsid w:val="00680C11"/>
    <w:rsid w:val="00681AFF"/>
    <w:rsid w:val="0068486B"/>
    <w:rsid w:val="006876CD"/>
    <w:rsid w:val="00687990"/>
    <w:rsid w:val="00687FFB"/>
    <w:rsid w:val="00690414"/>
    <w:rsid w:val="00690B4F"/>
    <w:rsid w:val="00691466"/>
    <w:rsid w:val="00691B31"/>
    <w:rsid w:val="00692BC6"/>
    <w:rsid w:val="00693217"/>
    <w:rsid w:val="0069433E"/>
    <w:rsid w:val="00694714"/>
    <w:rsid w:val="00694977"/>
    <w:rsid w:val="00697054"/>
    <w:rsid w:val="00697278"/>
    <w:rsid w:val="0069734B"/>
    <w:rsid w:val="0069788C"/>
    <w:rsid w:val="006A021C"/>
    <w:rsid w:val="006A1E6F"/>
    <w:rsid w:val="006A337F"/>
    <w:rsid w:val="006A3497"/>
    <w:rsid w:val="006A3562"/>
    <w:rsid w:val="006A419C"/>
    <w:rsid w:val="006A5F13"/>
    <w:rsid w:val="006A601D"/>
    <w:rsid w:val="006A6706"/>
    <w:rsid w:val="006A7C96"/>
    <w:rsid w:val="006B04DD"/>
    <w:rsid w:val="006B0CD4"/>
    <w:rsid w:val="006B14CC"/>
    <w:rsid w:val="006B254B"/>
    <w:rsid w:val="006B339A"/>
    <w:rsid w:val="006B3B66"/>
    <w:rsid w:val="006B3DD0"/>
    <w:rsid w:val="006B492D"/>
    <w:rsid w:val="006B6386"/>
    <w:rsid w:val="006B64F1"/>
    <w:rsid w:val="006B6BA7"/>
    <w:rsid w:val="006B77EA"/>
    <w:rsid w:val="006C0551"/>
    <w:rsid w:val="006C087A"/>
    <w:rsid w:val="006C09F0"/>
    <w:rsid w:val="006C0ADD"/>
    <w:rsid w:val="006C1632"/>
    <w:rsid w:val="006C3C61"/>
    <w:rsid w:val="006C3E52"/>
    <w:rsid w:val="006C4727"/>
    <w:rsid w:val="006C555C"/>
    <w:rsid w:val="006C61A7"/>
    <w:rsid w:val="006C63A3"/>
    <w:rsid w:val="006C710C"/>
    <w:rsid w:val="006D1B4E"/>
    <w:rsid w:val="006D2962"/>
    <w:rsid w:val="006D3283"/>
    <w:rsid w:val="006D3458"/>
    <w:rsid w:val="006D48F2"/>
    <w:rsid w:val="006D7360"/>
    <w:rsid w:val="006D756C"/>
    <w:rsid w:val="006D7BD1"/>
    <w:rsid w:val="006E04FD"/>
    <w:rsid w:val="006E0D74"/>
    <w:rsid w:val="006E0D84"/>
    <w:rsid w:val="006E3291"/>
    <w:rsid w:val="006E3ED4"/>
    <w:rsid w:val="006E5987"/>
    <w:rsid w:val="006E624B"/>
    <w:rsid w:val="006E6429"/>
    <w:rsid w:val="006E7E8A"/>
    <w:rsid w:val="006E7FBC"/>
    <w:rsid w:val="006F0BAE"/>
    <w:rsid w:val="006F1692"/>
    <w:rsid w:val="006F1C2A"/>
    <w:rsid w:val="006F2711"/>
    <w:rsid w:val="006F39D1"/>
    <w:rsid w:val="006F4818"/>
    <w:rsid w:val="006F5769"/>
    <w:rsid w:val="006F6DCB"/>
    <w:rsid w:val="006F70E5"/>
    <w:rsid w:val="006F7992"/>
    <w:rsid w:val="0070246D"/>
    <w:rsid w:val="00702B3E"/>
    <w:rsid w:val="00703C61"/>
    <w:rsid w:val="007115F1"/>
    <w:rsid w:val="00711630"/>
    <w:rsid w:val="007123F2"/>
    <w:rsid w:val="00712CB8"/>
    <w:rsid w:val="00713A15"/>
    <w:rsid w:val="00714ADA"/>
    <w:rsid w:val="007152BE"/>
    <w:rsid w:val="00716212"/>
    <w:rsid w:val="0071662F"/>
    <w:rsid w:val="00717F4F"/>
    <w:rsid w:val="00717FC2"/>
    <w:rsid w:val="00720983"/>
    <w:rsid w:val="00720EF0"/>
    <w:rsid w:val="00721BBD"/>
    <w:rsid w:val="0072245F"/>
    <w:rsid w:val="00722799"/>
    <w:rsid w:val="007235A6"/>
    <w:rsid w:val="007238D9"/>
    <w:rsid w:val="00726FF1"/>
    <w:rsid w:val="007271EF"/>
    <w:rsid w:val="00727A93"/>
    <w:rsid w:val="00730771"/>
    <w:rsid w:val="00730EA0"/>
    <w:rsid w:val="0073145B"/>
    <w:rsid w:val="007331E3"/>
    <w:rsid w:val="00734B0B"/>
    <w:rsid w:val="00734F1F"/>
    <w:rsid w:val="00736098"/>
    <w:rsid w:val="00736D66"/>
    <w:rsid w:val="00736E43"/>
    <w:rsid w:val="00737EE5"/>
    <w:rsid w:val="00740108"/>
    <w:rsid w:val="00741624"/>
    <w:rsid w:val="0074266F"/>
    <w:rsid w:val="00743109"/>
    <w:rsid w:val="0074328B"/>
    <w:rsid w:val="0074333E"/>
    <w:rsid w:val="007434D8"/>
    <w:rsid w:val="00744C0B"/>
    <w:rsid w:val="0074523F"/>
    <w:rsid w:val="00745D97"/>
    <w:rsid w:val="0074695D"/>
    <w:rsid w:val="00746CEF"/>
    <w:rsid w:val="007475EF"/>
    <w:rsid w:val="00747668"/>
    <w:rsid w:val="00747CC5"/>
    <w:rsid w:val="00750244"/>
    <w:rsid w:val="00750468"/>
    <w:rsid w:val="00751141"/>
    <w:rsid w:val="0075115C"/>
    <w:rsid w:val="007517AD"/>
    <w:rsid w:val="00751A32"/>
    <w:rsid w:val="0075393C"/>
    <w:rsid w:val="00754B39"/>
    <w:rsid w:val="00754E8B"/>
    <w:rsid w:val="0075564D"/>
    <w:rsid w:val="00755D3F"/>
    <w:rsid w:val="00757882"/>
    <w:rsid w:val="0076029D"/>
    <w:rsid w:val="00760FD3"/>
    <w:rsid w:val="00761408"/>
    <w:rsid w:val="007628EB"/>
    <w:rsid w:val="00766525"/>
    <w:rsid w:val="0077183C"/>
    <w:rsid w:val="007720C2"/>
    <w:rsid w:val="007724F6"/>
    <w:rsid w:val="00772848"/>
    <w:rsid w:val="00772B64"/>
    <w:rsid w:val="00772F7C"/>
    <w:rsid w:val="007743F1"/>
    <w:rsid w:val="0077707D"/>
    <w:rsid w:val="007774F6"/>
    <w:rsid w:val="007776DE"/>
    <w:rsid w:val="00777C42"/>
    <w:rsid w:val="00780C54"/>
    <w:rsid w:val="00780F8D"/>
    <w:rsid w:val="007817D3"/>
    <w:rsid w:val="00783E6B"/>
    <w:rsid w:val="007854C1"/>
    <w:rsid w:val="0078561D"/>
    <w:rsid w:val="00787383"/>
    <w:rsid w:val="00787429"/>
    <w:rsid w:val="00790014"/>
    <w:rsid w:val="00790E36"/>
    <w:rsid w:val="00790EE7"/>
    <w:rsid w:val="00793023"/>
    <w:rsid w:val="00794ACE"/>
    <w:rsid w:val="00795389"/>
    <w:rsid w:val="00795F0E"/>
    <w:rsid w:val="00796D78"/>
    <w:rsid w:val="00797385"/>
    <w:rsid w:val="00797F90"/>
    <w:rsid w:val="007A0988"/>
    <w:rsid w:val="007A1A66"/>
    <w:rsid w:val="007A29BA"/>
    <w:rsid w:val="007A2B06"/>
    <w:rsid w:val="007A3108"/>
    <w:rsid w:val="007A3919"/>
    <w:rsid w:val="007A4E9E"/>
    <w:rsid w:val="007A53E0"/>
    <w:rsid w:val="007A6A13"/>
    <w:rsid w:val="007A7472"/>
    <w:rsid w:val="007A7DEF"/>
    <w:rsid w:val="007B0752"/>
    <w:rsid w:val="007B0787"/>
    <w:rsid w:val="007B09EB"/>
    <w:rsid w:val="007B108D"/>
    <w:rsid w:val="007B10C0"/>
    <w:rsid w:val="007B1592"/>
    <w:rsid w:val="007B1676"/>
    <w:rsid w:val="007B1AFB"/>
    <w:rsid w:val="007B2A47"/>
    <w:rsid w:val="007B2BF8"/>
    <w:rsid w:val="007B3D7D"/>
    <w:rsid w:val="007B58BC"/>
    <w:rsid w:val="007B62C8"/>
    <w:rsid w:val="007B6935"/>
    <w:rsid w:val="007B6D09"/>
    <w:rsid w:val="007B7232"/>
    <w:rsid w:val="007B789C"/>
    <w:rsid w:val="007C0466"/>
    <w:rsid w:val="007C2473"/>
    <w:rsid w:val="007C30DA"/>
    <w:rsid w:val="007C321C"/>
    <w:rsid w:val="007C406F"/>
    <w:rsid w:val="007C42FB"/>
    <w:rsid w:val="007C464A"/>
    <w:rsid w:val="007C5DA1"/>
    <w:rsid w:val="007C7F5C"/>
    <w:rsid w:val="007D042F"/>
    <w:rsid w:val="007D117A"/>
    <w:rsid w:val="007D197A"/>
    <w:rsid w:val="007D2153"/>
    <w:rsid w:val="007D2542"/>
    <w:rsid w:val="007D33AF"/>
    <w:rsid w:val="007D36AC"/>
    <w:rsid w:val="007D3AEC"/>
    <w:rsid w:val="007D47A0"/>
    <w:rsid w:val="007D5956"/>
    <w:rsid w:val="007D6609"/>
    <w:rsid w:val="007D7343"/>
    <w:rsid w:val="007E2E32"/>
    <w:rsid w:val="007E3B3C"/>
    <w:rsid w:val="007E5E52"/>
    <w:rsid w:val="007E6624"/>
    <w:rsid w:val="007E707E"/>
    <w:rsid w:val="007E7088"/>
    <w:rsid w:val="007E7FBB"/>
    <w:rsid w:val="007F0CDA"/>
    <w:rsid w:val="007F1B6C"/>
    <w:rsid w:val="007F488C"/>
    <w:rsid w:val="007F5E40"/>
    <w:rsid w:val="007F7226"/>
    <w:rsid w:val="0080280B"/>
    <w:rsid w:val="0080344D"/>
    <w:rsid w:val="008035B8"/>
    <w:rsid w:val="008055C3"/>
    <w:rsid w:val="00805DA8"/>
    <w:rsid w:val="008060CD"/>
    <w:rsid w:val="008069D3"/>
    <w:rsid w:val="00806DF8"/>
    <w:rsid w:val="008104E3"/>
    <w:rsid w:val="00811EDD"/>
    <w:rsid w:val="008138FF"/>
    <w:rsid w:val="0081584C"/>
    <w:rsid w:val="00815BA9"/>
    <w:rsid w:val="00817E40"/>
    <w:rsid w:val="00820B4E"/>
    <w:rsid w:val="00821087"/>
    <w:rsid w:val="00822FC9"/>
    <w:rsid w:val="0082396B"/>
    <w:rsid w:val="00824B10"/>
    <w:rsid w:val="00825E82"/>
    <w:rsid w:val="00826081"/>
    <w:rsid w:val="008261C4"/>
    <w:rsid w:val="008266D3"/>
    <w:rsid w:val="00827502"/>
    <w:rsid w:val="00830011"/>
    <w:rsid w:val="008300A6"/>
    <w:rsid w:val="00831865"/>
    <w:rsid w:val="00833286"/>
    <w:rsid w:val="00834A22"/>
    <w:rsid w:val="008365AA"/>
    <w:rsid w:val="00836814"/>
    <w:rsid w:val="00840AB9"/>
    <w:rsid w:val="0084100B"/>
    <w:rsid w:val="00841A89"/>
    <w:rsid w:val="00844002"/>
    <w:rsid w:val="008446AE"/>
    <w:rsid w:val="00844F6B"/>
    <w:rsid w:val="008474C3"/>
    <w:rsid w:val="00847D86"/>
    <w:rsid w:val="008501EE"/>
    <w:rsid w:val="00851DD8"/>
    <w:rsid w:val="0085203A"/>
    <w:rsid w:val="00852EBB"/>
    <w:rsid w:val="008534E6"/>
    <w:rsid w:val="00853CC4"/>
    <w:rsid w:val="0085403F"/>
    <w:rsid w:val="00854056"/>
    <w:rsid w:val="008548AC"/>
    <w:rsid w:val="00855C89"/>
    <w:rsid w:val="00856927"/>
    <w:rsid w:val="00856E15"/>
    <w:rsid w:val="00857A6D"/>
    <w:rsid w:val="00857C74"/>
    <w:rsid w:val="008600C2"/>
    <w:rsid w:val="008601AB"/>
    <w:rsid w:val="00861217"/>
    <w:rsid w:val="00861FE0"/>
    <w:rsid w:val="008627CE"/>
    <w:rsid w:val="00862F99"/>
    <w:rsid w:val="008632C8"/>
    <w:rsid w:val="008637A7"/>
    <w:rsid w:val="00863942"/>
    <w:rsid w:val="00863C8A"/>
    <w:rsid w:val="0086432B"/>
    <w:rsid w:val="00867D83"/>
    <w:rsid w:val="00870579"/>
    <w:rsid w:val="0087316C"/>
    <w:rsid w:val="008738E2"/>
    <w:rsid w:val="008745FC"/>
    <w:rsid w:val="00875D96"/>
    <w:rsid w:val="008761DA"/>
    <w:rsid w:val="008764F4"/>
    <w:rsid w:val="008775B7"/>
    <w:rsid w:val="00877E4A"/>
    <w:rsid w:val="00880511"/>
    <w:rsid w:val="00880A3F"/>
    <w:rsid w:val="00881195"/>
    <w:rsid w:val="00881AF1"/>
    <w:rsid w:val="00881CF7"/>
    <w:rsid w:val="00881E72"/>
    <w:rsid w:val="008828F3"/>
    <w:rsid w:val="00883588"/>
    <w:rsid w:val="008845F0"/>
    <w:rsid w:val="00886DFC"/>
    <w:rsid w:val="00887BC3"/>
    <w:rsid w:val="00887C4A"/>
    <w:rsid w:val="00892988"/>
    <w:rsid w:val="00895CCF"/>
    <w:rsid w:val="00895EED"/>
    <w:rsid w:val="008A025C"/>
    <w:rsid w:val="008A1255"/>
    <w:rsid w:val="008A34D9"/>
    <w:rsid w:val="008A4BB7"/>
    <w:rsid w:val="008A57FC"/>
    <w:rsid w:val="008A593C"/>
    <w:rsid w:val="008A6003"/>
    <w:rsid w:val="008A6041"/>
    <w:rsid w:val="008A63A2"/>
    <w:rsid w:val="008A6785"/>
    <w:rsid w:val="008A6E4C"/>
    <w:rsid w:val="008B212D"/>
    <w:rsid w:val="008B2C8D"/>
    <w:rsid w:val="008B31F4"/>
    <w:rsid w:val="008B5960"/>
    <w:rsid w:val="008B63AA"/>
    <w:rsid w:val="008B7891"/>
    <w:rsid w:val="008C1AC5"/>
    <w:rsid w:val="008C2DF4"/>
    <w:rsid w:val="008C33A3"/>
    <w:rsid w:val="008C4B1D"/>
    <w:rsid w:val="008C64BB"/>
    <w:rsid w:val="008C6552"/>
    <w:rsid w:val="008C6851"/>
    <w:rsid w:val="008D0066"/>
    <w:rsid w:val="008D0C31"/>
    <w:rsid w:val="008D3CB6"/>
    <w:rsid w:val="008D4A75"/>
    <w:rsid w:val="008D4D90"/>
    <w:rsid w:val="008D67DC"/>
    <w:rsid w:val="008E05D9"/>
    <w:rsid w:val="008E30D6"/>
    <w:rsid w:val="008E3309"/>
    <w:rsid w:val="008E3E79"/>
    <w:rsid w:val="008E5CC9"/>
    <w:rsid w:val="008E6081"/>
    <w:rsid w:val="008F1A29"/>
    <w:rsid w:val="008F38E1"/>
    <w:rsid w:val="008F4347"/>
    <w:rsid w:val="008F46F1"/>
    <w:rsid w:val="008F4D2D"/>
    <w:rsid w:val="008F6560"/>
    <w:rsid w:val="008F7432"/>
    <w:rsid w:val="00901367"/>
    <w:rsid w:val="009022C1"/>
    <w:rsid w:val="00902D42"/>
    <w:rsid w:val="0090366B"/>
    <w:rsid w:val="00903CB9"/>
    <w:rsid w:val="009041EA"/>
    <w:rsid w:val="00904287"/>
    <w:rsid w:val="009043E3"/>
    <w:rsid w:val="0090478B"/>
    <w:rsid w:val="00904C7E"/>
    <w:rsid w:val="00904CCA"/>
    <w:rsid w:val="00905F11"/>
    <w:rsid w:val="00915918"/>
    <w:rsid w:val="00917629"/>
    <w:rsid w:val="00917F66"/>
    <w:rsid w:val="0092088D"/>
    <w:rsid w:val="009209BE"/>
    <w:rsid w:val="00920BD5"/>
    <w:rsid w:val="00921081"/>
    <w:rsid w:val="009217FA"/>
    <w:rsid w:val="009222F5"/>
    <w:rsid w:val="009226B7"/>
    <w:rsid w:val="0092297E"/>
    <w:rsid w:val="00923AAE"/>
    <w:rsid w:val="00923D35"/>
    <w:rsid w:val="00923D71"/>
    <w:rsid w:val="009250A6"/>
    <w:rsid w:val="00925630"/>
    <w:rsid w:val="00925B38"/>
    <w:rsid w:val="00925D02"/>
    <w:rsid w:val="00926606"/>
    <w:rsid w:val="0092682C"/>
    <w:rsid w:val="00926E30"/>
    <w:rsid w:val="00930371"/>
    <w:rsid w:val="0093065B"/>
    <w:rsid w:val="009306F8"/>
    <w:rsid w:val="00930CD0"/>
    <w:rsid w:val="00933959"/>
    <w:rsid w:val="00933A2A"/>
    <w:rsid w:val="00934ACE"/>
    <w:rsid w:val="00934CC8"/>
    <w:rsid w:val="00936D6B"/>
    <w:rsid w:val="009400B7"/>
    <w:rsid w:val="00942BD1"/>
    <w:rsid w:val="00943223"/>
    <w:rsid w:val="00943337"/>
    <w:rsid w:val="00943854"/>
    <w:rsid w:val="009453C9"/>
    <w:rsid w:val="0094640A"/>
    <w:rsid w:val="00951217"/>
    <w:rsid w:val="00952DC9"/>
    <w:rsid w:val="00954F9E"/>
    <w:rsid w:val="00955C59"/>
    <w:rsid w:val="00956AF8"/>
    <w:rsid w:val="00956B48"/>
    <w:rsid w:val="0096083E"/>
    <w:rsid w:val="00960C92"/>
    <w:rsid w:val="0096117F"/>
    <w:rsid w:val="0096185C"/>
    <w:rsid w:val="00962E7E"/>
    <w:rsid w:val="00962F63"/>
    <w:rsid w:val="0096448A"/>
    <w:rsid w:val="00965461"/>
    <w:rsid w:val="00966BA2"/>
    <w:rsid w:val="009670AB"/>
    <w:rsid w:val="00970746"/>
    <w:rsid w:val="00970A02"/>
    <w:rsid w:val="00971464"/>
    <w:rsid w:val="00971886"/>
    <w:rsid w:val="009746C7"/>
    <w:rsid w:val="00974864"/>
    <w:rsid w:val="00975CDB"/>
    <w:rsid w:val="00976AA6"/>
    <w:rsid w:val="00976FB7"/>
    <w:rsid w:val="0097799D"/>
    <w:rsid w:val="009800C1"/>
    <w:rsid w:val="00980E64"/>
    <w:rsid w:val="0098489C"/>
    <w:rsid w:val="00984A25"/>
    <w:rsid w:val="00986AA0"/>
    <w:rsid w:val="009908EB"/>
    <w:rsid w:val="009920A2"/>
    <w:rsid w:val="00992BF7"/>
    <w:rsid w:val="00995209"/>
    <w:rsid w:val="009959F9"/>
    <w:rsid w:val="009A0DDF"/>
    <w:rsid w:val="009A5711"/>
    <w:rsid w:val="009A5FE0"/>
    <w:rsid w:val="009A6BE6"/>
    <w:rsid w:val="009A6D2E"/>
    <w:rsid w:val="009A7F95"/>
    <w:rsid w:val="009B02BD"/>
    <w:rsid w:val="009B1FD8"/>
    <w:rsid w:val="009B2E4A"/>
    <w:rsid w:val="009B387C"/>
    <w:rsid w:val="009B39F8"/>
    <w:rsid w:val="009B4CEC"/>
    <w:rsid w:val="009B5066"/>
    <w:rsid w:val="009B5BC6"/>
    <w:rsid w:val="009B6CB1"/>
    <w:rsid w:val="009C13D7"/>
    <w:rsid w:val="009C39BD"/>
    <w:rsid w:val="009C3C1F"/>
    <w:rsid w:val="009C4DFA"/>
    <w:rsid w:val="009C5046"/>
    <w:rsid w:val="009C6607"/>
    <w:rsid w:val="009C76C8"/>
    <w:rsid w:val="009D135E"/>
    <w:rsid w:val="009D29C6"/>
    <w:rsid w:val="009D3173"/>
    <w:rsid w:val="009D3D44"/>
    <w:rsid w:val="009D51B1"/>
    <w:rsid w:val="009D59E5"/>
    <w:rsid w:val="009D7523"/>
    <w:rsid w:val="009D7A27"/>
    <w:rsid w:val="009E1D4B"/>
    <w:rsid w:val="009E2BCE"/>
    <w:rsid w:val="009E30C9"/>
    <w:rsid w:val="009E45B0"/>
    <w:rsid w:val="009E6065"/>
    <w:rsid w:val="009F0295"/>
    <w:rsid w:val="009F0F08"/>
    <w:rsid w:val="009F1222"/>
    <w:rsid w:val="009F23EA"/>
    <w:rsid w:val="009F2457"/>
    <w:rsid w:val="009F26B0"/>
    <w:rsid w:val="009F39FB"/>
    <w:rsid w:val="009F3CA1"/>
    <w:rsid w:val="009F4B72"/>
    <w:rsid w:val="009F73AF"/>
    <w:rsid w:val="009F76BD"/>
    <w:rsid w:val="00A01A00"/>
    <w:rsid w:val="00A03FF8"/>
    <w:rsid w:val="00A0477E"/>
    <w:rsid w:val="00A05E63"/>
    <w:rsid w:val="00A063B2"/>
    <w:rsid w:val="00A06B30"/>
    <w:rsid w:val="00A075BB"/>
    <w:rsid w:val="00A1171E"/>
    <w:rsid w:val="00A1375F"/>
    <w:rsid w:val="00A1417A"/>
    <w:rsid w:val="00A144C9"/>
    <w:rsid w:val="00A14A13"/>
    <w:rsid w:val="00A15F15"/>
    <w:rsid w:val="00A16BAA"/>
    <w:rsid w:val="00A17D10"/>
    <w:rsid w:val="00A205E3"/>
    <w:rsid w:val="00A21550"/>
    <w:rsid w:val="00A2158B"/>
    <w:rsid w:val="00A21EE4"/>
    <w:rsid w:val="00A23616"/>
    <w:rsid w:val="00A2367B"/>
    <w:rsid w:val="00A265F5"/>
    <w:rsid w:val="00A276E7"/>
    <w:rsid w:val="00A27A0F"/>
    <w:rsid w:val="00A301BB"/>
    <w:rsid w:val="00A329F2"/>
    <w:rsid w:val="00A33EBE"/>
    <w:rsid w:val="00A3521C"/>
    <w:rsid w:val="00A37A17"/>
    <w:rsid w:val="00A41737"/>
    <w:rsid w:val="00A444E5"/>
    <w:rsid w:val="00A4538D"/>
    <w:rsid w:val="00A505ED"/>
    <w:rsid w:val="00A50E35"/>
    <w:rsid w:val="00A52368"/>
    <w:rsid w:val="00A532D7"/>
    <w:rsid w:val="00A533DC"/>
    <w:rsid w:val="00A53F21"/>
    <w:rsid w:val="00A540FD"/>
    <w:rsid w:val="00A555E7"/>
    <w:rsid w:val="00A55CBA"/>
    <w:rsid w:val="00A55FDF"/>
    <w:rsid w:val="00A56108"/>
    <w:rsid w:val="00A564D4"/>
    <w:rsid w:val="00A60069"/>
    <w:rsid w:val="00A608A2"/>
    <w:rsid w:val="00A61F5E"/>
    <w:rsid w:val="00A624CA"/>
    <w:rsid w:val="00A63C38"/>
    <w:rsid w:val="00A63D3B"/>
    <w:rsid w:val="00A645BB"/>
    <w:rsid w:val="00A64B8D"/>
    <w:rsid w:val="00A67077"/>
    <w:rsid w:val="00A70C8C"/>
    <w:rsid w:val="00A70D40"/>
    <w:rsid w:val="00A72D2A"/>
    <w:rsid w:val="00A73BDB"/>
    <w:rsid w:val="00A757DC"/>
    <w:rsid w:val="00A764B8"/>
    <w:rsid w:val="00A76731"/>
    <w:rsid w:val="00A77BB6"/>
    <w:rsid w:val="00A77BCC"/>
    <w:rsid w:val="00A813D4"/>
    <w:rsid w:val="00A83182"/>
    <w:rsid w:val="00A83E66"/>
    <w:rsid w:val="00A857BB"/>
    <w:rsid w:val="00A85948"/>
    <w:rsid w:val="00A86D39"/>
    <w:rsid w:val="00A877DE"/>
    <w:rsid w:val="00A902C1"/>
    <w:rsid w:val="00A93083"/>
    <w:rsid w:val="00A93D4B"/>
    <w:rsid w:val="00A95252"/>
    <w:rsid w:val="00A954A5"/>
    <w:rsid w:val="00A95695"/>
    <w:rsid w:val="00A965B7"/>
    <w:rsid w:val="00A9669B"/>
    <w:rsid w:val="00A972F2"/>
    <w:rsid w:val="00A97AA9"/>
    <w:rsid w:val="00A97CE0"/>
    <w:rsid w:val="00AA0B45"/>
    <w:rsid w:val="00AA1C64"/>
    <w:rsid w:val="00AA23C3"/>
    <w:rsid w:val="00AA39DA"/>
    <w:rsid w:val="00AA42EB"/>
    <w:rsid w:val="00AA58FA"/>
    <w:rsid w:val="00AA6C3D"/>
    <w:rsid w:val="00AB08F0"/>
    <w:rsid w:val="00AB09CB"/>
    <w:rsid w:val="00AB12F5"/>
    <w:rsid w:val="00AB18A9"/>
    <w:rsid w:val="00AB1C3E"/>
    <w:rsid w:val="00AB3920"/>
    <w:rsid w:val="00AB4126"/>
    <w:rsid w:val="00AB48DF"/>
    <w:rsid w:val="00AB5711"/>
    <w:rsid w:val="00AB5B53"/>
    <w:rsid w:val="00AB6940"/>
    <w:rsid w:val="00AC28BC"/>
    <w:rsid w:val="00AC35C7"/>
    <w:rsid w:val="00AC4255"/>
    <w:rsid w:val="00AC47F3"/>
    <w:rsid w:val="00AC4F1A"/>
    <w:rsid w:val="00AC5A95"/>
    <w:rsid w:val="00AC667C"/>
    <w:rsid w:val="00AC678C"/>
    <w:rsid w:val="00AC734B"/>
    <w:rsid w:val="00AD125D"/>
    <w:rsid w:val="00AD2B01"/>
    <w:rsid w:val="00AD4910"/>
    <w:rsid w:val="00AD5BE7"/>
    <w:rsid w:val="00AE1037"/>
    <w:rsid w:val="00AE216A"/>
    <w:rsid w:val="00AE2959"/>
    <w:rsid w:val="00AE2B1E"/>
    <w:rsid w:val="00AE320D"/>
    <w:rsid w:val="00AE3752"/>
    <w:rsid w:val="00AE5604"/>
    <w:rsid w:val="00AE58ED"/>
    <w:rsid w:val="00AE7D6F"/>
    <w:rsid w:val="00AF0125"/>
    <w:rsid w:val="00AF0741"/>
    <w:rsid w:val="00AF09A3"/>
    <w:rsid w:val="00AF0D70"/>
    <w:rsid w:val="00AF2F70"/>
    <w:rsid w:val="00AF3FFC"/>
    <w:rsid w:val="00AF41B3"/>
    <w:rsid w:val="00AF44A1"/>
    <w:rsid w:val="00AF4ED1"/>
    <w:rsid w:val="00AF54AD"/>
    <w:rsid w:val="00AF6732"/>
    <w:rsid w:val="00AF67BC"/>
    <w:rsid w:val="00AF6A18"/>
    <w:rsid w:val="00AF7220"/>
    <w:rsid w:val="00AF7BED"/>
    <w:rsid w:val="00B00C80"/>
    <w:rsid w:val="00B01243"/>
    <w:rsid w:val="00B01B2F"/>
    <w:rsid w:val="00B04D90"/>
    <w:rsid w:val="00B05F97"/>
    <w:rsid w:val="00B06AF2"/>
    <w:rsid w:val="00B10132"/>
    <w:rsid w:val="00B10787"/>
    <w:rsid w:val="00B1299C"/>
    <w:rsid w:val="00B12C72"/>
    <w:rsid w:val="00B13736"/>
    <w:rsid w:val="00B163B4"/>
    <w:rsid w:val="00B166F0"/>
    <w:rsid w:val="00B16767"/>
    <w:rsid w:val="00B16A26"/>
    <w:rsid w:val="00B17691"/>
    <w:rsid w:val="00B17E61"/>
    <w:rsid w:val="00B2184D"/>
    <w:rsid w:val="00B21CDE"/>
    <w:rsid w:val="00B21F84"/>
    <w:rsid w:val="00B22705"/>
    <w:rsid w:val="00B22C03"/>
    <w:rsid w:val="00B24686"/>
    <w:rsid w:val="00B25FCF"/>
    <w:rsid w:val="00B262AB"/>
    <w:rsid w:val="00B2686C"/>
    <w:rsid w:val="00B2720F"/>
    <w:rsid w:val="00B30570"/>
    <w:rsid w:val="00B3061E"/>
    <w:rsid w:val="00B32B13"/>
    <w:rsid w:val="00B34999"/>
    <w:rsid w:val="00B34A29"/>
    <w:rsid w:val="00B35029"/>
    <w:rsid w:val="00B4005F"/>
    <w:rsid w:val="00B400FF"/>
    <w:rsid w:val="00B4085A"/>
    <w:rsid w:val="00B40AD2"/>
    <w:rsid w:val="00B42250"/>
    <w:rsid w:val="00B42E24"/>
    <w:rsid w:val="00B453CC"/>
    <w:rsid w:val="00B45E2C"/>
    <w:rsid w:val="00B46433"/>
    <w:rsid w:val="00B4788A"/>
    <w:rsid w:val="00B51792"/>
    <w:rsid w:val="00B53062"/>
    <w:rsid w:val="00B53B33"/>
    <w:rsid w:val="00B53DC1"/>
    <w:rsid w:val="00B6187B"/>
    <w:rsid w:val="00B624F1"/>
    <w:rsid w:val="00B62802"/>
    <w:rsid w:val="00B64339"/>
    <w:rsid w:val="00B65272"/>
    <w:rsid w:val="00B652D9"/>
    <w:rsid w:val="00B66393"/>
    <w:rsid w:val="00B66788"/>
    <w:rsid w:val="00B66CC4"/>
    <w:rsid w:val="00B72DD4"/>
    <w:rsid w:val="00B758A3"/>
    <w:rsid w:val="00B76847"/>
    <w:rsid w:val="00B82355"/>
    <w:rsid w:val="00B832ED"/>
    <w:rsid w:val="00B8470E"/>
    <w:rsid w:val="00B85E1F"/>
    <w:rsid w:val="00B86557"/>
    <w:rsid w:val="00B91F30"/>
    <w:rsid w:val="00B930E5"/>
    <w:rsid w:val="00B940DC"/>
    <w:rsid w:val="00B95B95"/>
    <w:rsid w:val="00BA0717"/>
    <w:rsid w:val="00BA1713"/>
    <w:rsid w:val="00BA2BFF"/>
    <w:rsid w:val="00BA558F"/>
    <w:rsid w:val="00BA7BEB"/>
    <w:rsid w:val="00BA7D2D"/>
    <w:rsid w:val="00BB0999"/>
    <w:rsid w:val="00BB108F"/>
    <w:rsid w:val="00BB5822"/>
    <w:rsid w:val="00BB5EC2"/>
    <w:rsid w:val="00BB5EF6"/>
    <w:rsid w:val="00BB67AA"/>
    <w:rsid w:val="00BC0C58"/>
    <w:rsid w:val="00BC149F"/>
    <w:rsid w:val="00BC17E6"/>
    <w:rsid w:val="00BC3007"/>
    <w:rsid w:val="00BC3EF5"/>
    <w:rsid w:val="00BC40A4"/>
    <w:rsid w:val="00BC469C"/>
    <w:rsid w:val="00BC5E6E"/>
    <w:rsid w:val="00BC6415"/>
    <w:rsid w:val="00BD1A1E"/>
    <w:rsid w:val="00BD238C"/>
    <w:rsid w:val="00BD3577"/>
    <w:rsid w:val="00BD3B7B"/>
    <w:rsid w:val="00BD45DC"/>
    <w:rsid w:val="00BE06DB"/>
    <w:rsid w:val="00BE0A3E"/>
    <w:rsid w:val="00BE2FAE"/>
    <w:rsid w:val="00BE3A09"/>
    <w:rsid w:val="00BE3FF2"/>
    <w:rsid w:val="00BE66E9"/>
    <w:rsid w:val="00BE7760"/>
    <w:rsid w:val="00BF039E"/>
    <w:rsid w:val="00BF0849"/>
    <w:rsid w:val="00BF0E64"/>
    <w:rsid w:val="00BF173E"/>
    <w:rsid w:val="00BF6D72"/>
    <w:rsid w:val="00BF6E9F"/>
    <w:rsid w:val="00C0413A"/>
    <w:rsid w:val="00C050A4"/>
    <w:rsid w:val="00C05495"/>
    <w:rsid w:val="00C06691"/>
    <w:rsid w:val="00C06DFF"/>
    <w:rsid w:val="00C0704F"/>
    <w:rsid w:val="00C07214"/>
    <w:rsid w:val="00C07F5E"/>
    <w:rsid w:val="00C13385"/>
    <w:rsid w:val="00C144DD"/>
    <w:rsid w:val="00C1658C"/>
    <w:rsid w:val="00C168AA"/>
    <w:rsid w:val="00C17716"/>
    <w:rsid w:val="00C17728"/>
    <w:rsid w:val="00C21090"/>
    <w:rsid w:val="00C23F4F"/>
    <w:rsid w:val="00C2402E"/>
    <w:rsid w:val="00C2469D"/>
    <w:rsid w:val="00C2488B"/>
    <w:rsid w:val="00C25A2C"/>
    <w:rsid w:val="00C2615F"/>
    <w:rsid w:val="00C276E1"/>
    <w:rsid w:val="00C309D6"/>
    <w:rsid w:val="00C31B16"/>
    <w:rsid w:val="00C348D7"/>
    <w:rsid w:val="00C34E56"/>
    <w:rsid w:val="00C3629B"/>
    <w:rsid w:val="00C36F1C"/>
    <w:rsid w:val="00C37C7B"/>
    <w:rsid w:val="00C37D78"/>
    <w:rsid w:val="00C40951"/>
    <w:rsid w:val="00C42043"/>
    <w:rsid w:val="00C42532"/>
    <w:rsid w:val="00C43C6D"/>
    <w:rsid w:val="00C465D6"/>
    <w:rsid w:val="00C50831"/>
    <w:rsid w:val="00C52834"/>
    <w:rsid w:val="00C52D05"/>
    <w:rsid w:val="00C53529"/>
    <w:rsid w:val="00C53CE4"/>
    <w:rsid w:val="00C53DAD"/>
    <w:rsid w:val="00C568FB"/>
    <w:rsid w:val="00C57A4F"/>
    <w:rsid w:val="00C57A7D"/>
    <w:rsid w:val="00C57E62"/>
    <w:rsid w:val="00C60CBE"/>
    <w:rsid w:val="00C637F4"/>
    <w:rsid w:val="00C6450A"/>
    <w:rsid w:val="00C65DC8"/>
    <w:rsid w:val="00C66EA3"/>
    <w:rsid w:val="00C672F9"/>
    <w:rsid w:val="00C70D67"/>
    <w:rsid w:val="00C71485"/>
    <w:rsid w:val="00C814B4"/>
    <w:rsid w:val="00C81EF2"/>
    <w:rsid w:val="00C82B15"/>
    <w:rsid w:val="00C82C9C"/>
    <w:rsid w:val="00C83236"/>
    <w:rsid w:val="00C83B83"/>
    <w:rsid w:val="00C84499"/>
    <w:rsid w:val="00C846D8"/>
    <w:rsid w:val="00C85013"/>
    <w:rsid w:val="00C8662E"/>
    <w:rsid w:val="00C86640"/>
    <w:rsid w:val="00C866C2"/>
    <w:rsid w:val="00C912EB"/>
    <w:rsid w:val="00C913CA"/>
    <w:rsid w:val="00C91808"/>
    <w:rsid w:val="00C9344C"/>
    <w:rsid w:val="00C93BE5"/>
    <w:rsid w:val="00C940C6"/>
    <w:rsid w:val="00C94E8E"/>
    <w:rsid w:val="00C958F2"/>
    <w:rsid w:val="00C96892"/>
    <w:rsid w:val="00C96AF7"/>
    <w:rsid w:val="00C97AE6"/>
    <w:rsid w:val="00CA02CC"/>
    <w:rsid w:val="00CA1996"/>
    <w:rsid w:val="00CA1EE8"/>
    <w:rsid w:val="00CA2D17"/>
    <w:rsid w:val="00CA3C75"/>
    <w:rsid w:val="00CA6514"/>
    <w:rsid w:val="00CA79C1"/>
    <w:rsid w:val="00CB12AD"/>
    <w:rsid w:val="00CB1985"/>
    <w:rsid w:val="00CB21A3"/>
    <w:rsid w:val="00CB21BD"/>
    <w:rsid w:val="00CB367F"/>
    <w:rsid w:val="00CB3F27"/>
    <w:rsid w:val="00CB4151"/>
    <w:rsid w:val="00CB418D"/>
    <w:rsid w:val="00CB5F1E"/>
    <w:rsid w:val="00CB6040"/>
    <w:rsid w:val="00CB7191"/>
    <w:rsid w:val="00CB72A7"/>
    <w:rsid w:val="00CC25BB"/>
    <w:rsid w:val="00CC3692"/>
    <w:rsid w:val="00CC56C5"/>
    <w:rsid w:val="00CC59CC"/>
    <w:rsid w:val="00CC5A12"/>
    <w:rsid w:val="00CC72BC"/>
    <w:rsid w:val="00CC7CBF"/>
    <w:rsid w:val="00CD4027"/>
    <w:rsid w:val="00CD49EB"/>
    <w:rsid w:val="00CD523C"/>
    <w:rsid w:val="00CD5FBD"/>
    <w:rsid w:val="00CD5FFD"/>
    <w:rsid w:val="00CD7B31"/>
    <w:rsid w:val="00CD7ED2"/>
    <w:rsid w:val="00CE390A"/>
    <w:rsid w:val="00CE42E7"/>
    <w:rsid w:val="00CE58A9"/>
    <w:rsid w:val="00CE63A3"/>
    <w:rsid w:val="00CF0657"/>
    <w:rsid w:val="00CF13C4"/>
    <w:rsid w:val="00CF20CF"/>
    <w:rsid w:val="00CF265A"/>
    <w:rsid w:val="00CF2ACC"/>
    <w:rsid w:val="00CF390C"/>
    <w:rsid w:val="00CF4886"/>
    <w:rsid w:val="00CF4E76"/>
    <w:rsid w:val="00CF5101"/>
    <w:rsid w:val="00CF7083"/>
    <w:rsid w:val="00CF72A1"/>
    <w:rsid w:val="00D0002D"/>
    <w:rsid w:val="00D0033E"/>
    <w:rsid w:val="00D00C44"/>
    <w:rsid w:val="00D02D84"/>
    <w:rsid w:val="00D03698"/>
    <w:rsid w:val="00D0398F"/>
    <w:rsid w:val="00D04C54"/>
    <w:rsid w:val="00D04EF9"/>
    <w:rsid w:val="00D059B6"/>
    <w:rsid w:val="00D064D2"/>
    <w:rsid w:val="00D06A55"/>
    <w:rsid w:val="00D07ED8"/>
    <w:rsid w:val="00D126D2"/>
    <w:rsid w:val="00D128B3"/>
    <w:rsid w:val="00D1401B"/>
    <w:rsid w:val="00D1457F"/>
    <w:rsid w:val="00D146F6"/>
    <w:rsid w:val="00D14D37"/>
    <w:rsid w:val="00D14F4B"/>
    <w:rsid w:val="00D150B1"/>
    <w:rsid w:val="00D15AD8"/>
    <w:rsid w:val="00D17795"/>
    <w:rsid w:val="00D20331"/>
    <w:rsid w:val="00D21057"/>
    <w:rsid w:val="00D21634"/>
    <w:rsid w:val="00D218D7"/>
    <w:rsid w:val="00D221F7"/>
    <w:rsid w:val="00D22602"/>
    <w:rsid w:val="00D233E1"/>
    <w:rsid w:val="00D242CF"/>
    <w:rsid w:val="00D258B1"/>
    <w:rsid w:val="00D279D2"/>
    <w:rsid w:val="00D27F16"/>
    <w:rsid w:val="00D31349"/>
    <w:rsid w:val="00D31A14"/>
    <w:rsid w:val="00D31AE6"/>
    <w:rsid w:val="00D33F70"/>
    <w:rsid w:val="00D3470A"/>
    <w:rsid w:val="00D34A3D"/>
    <w:rsid w:val="00D3771D"/>
    <w:rsid w:val="00D37D75"/>
    <w:rsid w:val="00D37F29"/>
    <w:rsid w:val="00D407A9"/>
    <w:rsid w:val="00D40E3C"/>
    <w:rsid w:val="00D40FA8"/>
    <w:rsid w:val="00D429E0"/>
    <w:rsid w:val="00D4354E"/>
    <w:rsid w:val="00D4469B"/>
    <w:rsid w:val="00D45757"/>
    <w:rsid w:val="00D45F0E"/>
    <w:rsid w:val="00D46466"/>
    <w:rsid w:val="00D4661B"/>
    <w:rsid w:val="00D47838"/>
    <w:rsid w:val="00D52198"/>
    <w:rsid w:val="00D539F5"/>
    <w:rsid w:val="00D544DF"/>
    <w:rsid w:val="00D5518B"/>
    <w:rsid w:val="00D5534B"/>
    <w:rsid w:val="00D55AB6"/>
    <w:rsid w:val="00D568A5"/>
    <w:rsid w:val="00D5694F"/>
    <w:rsid w:val="00D57719"/>
    <w:rsid w:val="00D611B1"/>
    <w:rsid w:val="00D6205E"/>
    <w:rsid w:val="00D647C6"/>
    <w:rsid w:val="00D6490A"/>
    <w:rsid w:val="00D65F4E"/>
    <w:rsid w:val="00D66C94"/>
    <w:rsid w:val="00D6754D"/>
    <w:rsid w:val="00D67946"/>
    <w:rsid w:val="00D67DF6"/>
    <w:rsid w:val="00D701C0"/>
    <w:rsid w:val="00D7225C"/>
    <w:rsid w:val="00D72C7F"/>
    <w:rsid w:val="00D72F9C"/>
    <w:rsid w:val="00D7320C"/>
    <w:rsid w:val="00D738A9"/>
    <w:rsid w:val="00D73A50"/>
    <w:rsid w:val="00D74122"/>
    <w:rsid w:val="00D74776"/>
    <w:rsid w:val="00D74B35"/>
    <w:rsid w:val="00D76C29"/>
    <w:rsid w:val="00D80790"/>
    <w:rsid w:val="00D80ED0"/>
    <w:rsid w:val="00D819F5"/>
    <w:rsid w:val="00D81F2D"/>
    <w:rsid w:val="00D82116"/>
    <w:rsid w:val="00D82CB9"/>
    <w:rsid w:val="00D844E0"/>
    <w:rsid w:val="00D87C53"/>
    <w:rsid w:val="00D87FEC"/>
    <w:rsid w:val="00D91479"/>
    <w:rsid w:val="00D915E2"/>
    <w:rsid w:val="00D917FB"/>
    <w:rsid w:val="00D92123"/>
    <w:rsid w:val="00D92FEB"/>
    <w:rsid w:val="00D9318A"/>
    <w:rsid w:val="00D93D6A"/>
    <w:rsid w:val="00D94246"/>
    <w:rsid w:val="00D9670F"/>
    <w:rsid w:val="00D97B00"/>
    <w:rsid w:val="00DA15E4"/>
    <w:rsid w:val="00DA1B28"/>
    <w:rsid w:val="00DA2355"/>
    <w:rsid w:val="00DA31BD"/>
    <w:rsid w:val="00DA3EC0"/>
    <w:rsid w:val="00DA4F37"/>
    <w:rsid w:val="00DA5487"/>
    <w:rsid w:val="00DA5537"/>
    <w:rsid w:val="00DA59FC"/>
    <w:rsid w:val="00DA5A5F"/>
    <w:rsid w:val="00DA5F44"/>
    <w:rsid w:val="00DA72CC"/>
    <w:rsid w:val="00DB0BA1"/>
    <w:rsid w:val="00DB21B4"/>
    <w:rsid w:val="00DB2C79"/>
    <w:rsid w:val="00DB3741"/>
    <w:rsid w:val="00DB3812"/>
    <w:rsid w:val="00DB4C7C"/>
    <w:rsid w:val="00DB52B0"/>
    <w:rsid w:val="00DB57A7"/>
    <w:rsid w:val="00DB62C3"/>
    <w:rsid w:val="00DB75C7"/>
    <w:rsid w:val="00DC023E"/>
    <w:rsid w:val="00DC095D"/>
    <w:rsid w:val="00DC11C6"/>
    <w:rsid w:val="00DC1D76"/>
    <w:rsid w:val="00DC31A7"/>
    <w:rsid w:val="00DC3C26"/>
    <w:rsid w:val="00DC599F"/>
    <w:rsid w:val="00DC60CC"/>
    <w:rsid w:val="00DC68F7"/>
    <w:rsid w:val="00DC725C"/>
    <w:rsid w:val="00DD1118"/>
    <w:rsid w:val="00DD1621"/>
    <w:rsid w:val="00DD1812"/>
    <w:rsid w:val="00DD4818"/>
    <w:rsid w:val="00DD5448"/>
    <w:rsid w:val="00DD636F"/>
    <w:rsid w:val="00DD6ADA"/>
    <w:rsid w:val="00DD6D36"/>
    <w:rsid w:val="00DD71BD"/>
    <w:rsid w:val="00DE0B7A"/>
    <w:rsid w:val="00DE22AE"/>
    <w:rsid w:val="00DE2547"/>
    <w:rsid w:val="00DE3583"/>
    <w:rsid w:val="00DE39DA"/>
    <w:rsid w:val="00DE6467"/>
    <w:rsid w:val="00DF0A8D"/>
    <w:rsid w:val="00DF2F6E"/>
    <w:rsid w:val="00DF53E7"/>
    <w:rsid w:val="00DF5A3F"/>
    <w:rsid w:val="00DF5B8A"/>
    <w:rsid w:val="00DF6890"/>
    <w:rsid w:val="00DF6D79"/>
    <w:rsid w:val="00E00AC0"/>
    <w:rsid w:val="00E00C5E"/>
    <w:rsid w:val="00E01646"/>
    <w:rsid w:val="00E01810"/>
    <w:rsid w:val="00E025C7"/>
    <w:rsid w:val="00E02A47"/>
    <w:rsid w:val="00E02D9A"/>
    <w:rsid w:val="00E037C4"/>
    <w:rsid w:val="00E03939"/>
    <w:rsid w:val="00E03B8B"/>
    <w:rsid w:val="00E03FE2"/>
    <w:rsid w:val="00E06437"/>
    <w:rsid w:val="00E0705B"/>
    <w:rsid w:val="00E11233"/>
    <w:rsid w:val="00E126D3"/>
    <w:rsid w:val="00E1271F"/>
    <w:rsid w:val="00E16BA3"/>
    <w:rsid w:val="00E172C9"/>
    <w:rsid w:val="00E17E36"/>
    <w:rsid w:val="00E207D4"/>
    <w:rsid w:val="00E20A08"/>
    <w:rsid w:val="00E20E6F"/>
    <w:rsid w:val="00E21562"/>
    <w:rsid w:val="00E21853"/>
    <w:rsid w:val="00E23F6B"/>
    <w:rsid w:val="00E24CB5"/>
    <w:rsid w:val="00E24FAC"/>
    <w:rsid w:val="00E25E19"/>
    <w:rsid w:val="00E26592"/>
    <w:rsid w:val="00E265D3"/>
    <w:rsid w:val="00E26D25"/>
    <w:rsid w:val="00E272AD"/>
    <w:rsid w:val="00E31A67"/>
    <w:rsid w:val="00E31CFB"/>
    <w:rsid w:val="00E342FD"/>
    <w:rsid w:val="00E364D3"/>
    <w:rsid w:val="00E372DD"/>
    <w:rsid w:val="00E44825"/>
    <w:rsid w:val="00E47E8A"/>
    <w:rsid w:val="00E504C4"/>
    <w:rsid w:val="00E509F8"/>
    <w:rsid w:val="00E50E8D"/>
    <w:rsid w:val="00E525A6"/>
    <w:rsid w:val="00E532F3"/>
    <w:rsid w:val="00E54654"/>
    <w:rsid w:val="00E54953"/>
    <w:rsid w:val="00E54EF2"/>
    <w:rsid w:val="00E54FB5"/>
    <w:rsid w:val="00E55499"/>
    <w:rsid w:val="00E55746"/>
    <w:rsid w:val="00E56586"/>
    <w:rsid w:val="00E6278A"/>
    <w:rsid w:val="00E64415"/>
    <w:rsid w:val="00E64FE4"/>
    <w:rsid w:val="00E65719"/>
    <w:rsid w:val="00E65B9C"/>
    <w:rsid w:val="00E66752"/>
    <w:rsid w:val="00E67EE1"/>
    <w:rsid w:val="00E708B0"/>
    <w:rsid w:val="00E75216"/>
    <w:rsid w:val="00E7590D"/>
    <w:rsid w:val="00E768DF"/>
    <w:rsid w:val="00E77AD4"/>
    <w:rsid w:val="00E8327C"/>
    <w:rsid w:val="00E83726"/>
    <w:rsid w:val="00E84021"/>
    <w:rsid w:val="00E84D7A"/>
    <w:rsid w:val="00E866A5"/>
    <w:rsid w:val="00E90E0A"/>
    <w:rsid w:val="00E912A5"/>
    <w:rsid w:val="00E929CD"/>
    <w:rsid w:val="00E93479"/>
    <w:rsid w:val="00E93DD4"/>
    <w:rsid w:val="00E96991"/>
    <w:rsid w:val="00E97088"/>
    <w:rsid w:val="00E97273"/>
    <w:rsid w:val="00E97674"/>
    <w:rsid w:val="00EA0502"/>
    <w:rsid w:val="00EA0515"/>
    <w:rsid w:val="00EA07AC"/>
    <w:rsid w:val="00EA2257"/>
    <w:rsid w:val="00EA5495"/>
    <w:rsid w:val="00EA558E"/>
    <w:rsid w:val="00EB3F30"/>
    <w:rsid w:val="00EB4768"/>
    <w:rsid w:val="00EB6957"/>
    <w:rsid w:val="00EB7421"/>
    <w:rsid w:val="00EB7B34"/>
    <w:rsid w:val="00EC04B1"/>
    <w:rsid w:val="00EC0C91"/>
    <w:rsid w:val="00EC14FB"/>
    <w:rsid w:val="00EC1FB3"/>
    <w:rsid w:val="00EC2612"/>
    <w:rsid w:val="00EC3483"/>
    <w:rsid w:val="00EC3E8D"/>
    <w:rsid w:val="00EC6B63"/>
    <w:rsid w:val="00EC78A3"/>
    <w:rsid w:val="00EC78C9"/>
    <w:rsid w:val="00ED265D"/>
    <w:rsid w:val="00ED2796"/>
    <w:rsid w:val="00ED27A0"/>
    <w:rsid w:val="00ED3B67"/>
    <w:rsid w:val="00ED4F4A"/>
    <w:rsid w:val="00ED5A73"/>
    <w:rsid w:val="00ED622B"/>
    <w:rsid w:val="00ED6E24"/>
    <w:rsid w:val="00ED7001"/>
    <w:rsid w:val="00ED75C1"/>
    <w:rsid w:val="00ED7FA6"/>
    <w:rsid w:val="00EE291C"/>
    <w:rsid w:val="00EE2F80"/>
    <w:rsid w:val="00EE4BFC"/>
    <w:rsid w:val="00EE5538"/>
    <w:rsid w:val="00EE7A91"/>
    <w:rsid w:val="00EE7CED"/>
    <w:rsid w:val="00EF0772"/>
    <w:rsid w:val="00EF0CA3"/>
    <w:rsid w:val="00EF1325"/>
    <w:rsid w:val="00EF278A"/>
    <w:rsid w:val="00EF2B76"/>
    <w:rsid w:val="00EF373A"/>
    <w:rsid w:val="00EF3A98"/>
    <w:rsid w:val="00EF6156"/>
    <w:rsid w:val="00F018DE"/>
    <w:rsid w:val="00F01C84"/>
    <w:rsid w:val="00F02F92"/>
    <w:rsid w:val="00F03717"/>
    <w:rsid w:val="00F049EE"/>
    <w:rsid w:val="00F05DB2"/>
    <w:rsid w:val="00F068E3"/>
    <w:rsid w:val="00F119F8"/>
    <w:rsid w:val="00F1282B"/>
    <w:rsid w:val="00F13459"/>
    <w:rsid w:val="00F16B98"/>
    <w:rsid w:val="00F16EEB"/>
    <w:rsid w:val="00F16F1C"/>
    <w:rsid w:val="00F1772F"/>
    <w:rsid w:val="00F17D7E"/>
    <w:rsid w:val="00F20271"/>
    <w:rsid w:val="00F209B8"/>
    <w:rsid w:val="00F22242"/>
    <w:rsid w:val="00F2277F"/>
    <w:rsid w:val="00F22F05"/>
    <w:rsid w:val="00F23A63"/>
    <w:rsid w:val="00F24290"/>
    <w:rsid w:val="00F24B31"/>
    <w:rsid w:val="00F25A04"/>
    <w:rsid w:val="00F27FC8"/>
    <w:rsid w:val="00F339BE"/>
    <w:rsid w:val="00F34F07"/>
    <w:rsid w:val="00F35A64"/>
    <w:rsid w:val="00F35AA8"/>
    <w:rsid w:val="00F36407"/>
    <w:rsid w:val="00F371A1"/>
    <w:rsid w:val="00F376E6"/>
    <w:rsid w:val="00F37A5E"/>
    <w:rsid w:val="00F37FF8"/>
    <w:rsid w:val="00F40EB0"/>
    <w:rsid w:val="00F412FB"/>
    <w:rsid w:val="00F42E6F"/>
    <w:rsid w:val="00F432F8"/>
    <w:rsid w:val="00F43376"/>
    <w:rsid w:val="00F438A2"/>
    <w:rsid w:val="00F43E1B"/>
    <w:rsid w:val="00F442CE"/>
    <w:rsid w:val="00F45220"/>
    <w:rsid w:val="00F45E91"/>
    <w:rsid w:val="00F502DF"/>
    <w:rsid w:val="00F523BE"/>
    <w:rsid w:val="00F53C5D"/>
    <w:rsid w:val="00F55468"/>
    <w:rsid w:val="00F61A36"/>
    <w:rsid w:val="00F623EA"/>
    <w:rsid w:val="00F63721"/>
    <w:rsid w:val="00F643BF"/>
    <w:rsid w:val="00F64BA6"/>
    <w:rsid w:val="00F67689"/>
    <w:rsid w:val="00F67A8E"/>
    <w:rsid w:val="00F67D0F"/>
    <w:rsid w:val="00F67D7F"/>
    <w:rsid w:val="00F7206C"/>
    <w:rsid w:val="00F726C7"/>
    <w:rsid w:val="00F72A25"/>
    <w:rsid w:val="00F730B8"/>
    <w:rsid w:val="00F732BC"/>
    <w:rsid w:val="00F73C2E"/>
    <w:rsid w:val="00F74822"/>
    <w:rsid w:val="00F74AEF"/>
    <w:rsid w:val="00F808BB"/>
    <w:rsid w:val="00F80AD0"/>
    <w:rsid w:val="00F82502"/>
    <w:rsid w:val="00F82624"/>
    <w:rsid w:val="00F84017"/>
    <w:rsid w:val="00F85424"/>
    <w:rsid w:val="00F8725B"/>
    <w:rsid w:val="00F87DF6"/>
    <w:rsid w:val="00F9004A"/>
    <w:rsid w:val="00F92ACD"/>
    <w:rsid w:val="00F93D57"/>
    <w:rsid w:val="00F940E4"/>
    <w:rsid w:val="00F9509B"/>
    <w:rsid w:val="00F96D60"/>
    <w:rsid w:val="00F97EA0"/>
    <w:rsid w:val="00FA1A24"/>
    <w:rsid w:val="00FA3F4D"/>
    <w:rsid w:val="00FA6377"/>
    <w:rsid w:val="00FA7F44"/>
    <w:rsid w:val="00FB11B6"/>
    <w:rsid w:val="00FB19B1"/>
    <w:rsid w:val="00FB2B43"/>
    <w:rsid w:val="00FB3E84"/>
    <w:rsid w:val="00FB494A"/>
    <w:rsid w:val="00FB60D6"/>
    <w:rsid w:val="00FB6DF3"/>
    <w:rsid w:val="00FB720B"/>
    <w:rsid w:val="00FC0A10"/>
    <w:rsid w:val="00FC11FB"/>
    <w:rsid w:val="00FC3E4C"/>
    <w:rsid w:val="00FC43ED"/>
    <w:rsid w:val="00FC4666"/>
    <w:rsid w:val="00FC553E"/>
    <w:rsid w:val="00FC6366"/>
    <w:rsid w:val="00FC7B3F"/>
    <w:rsid w:val="00FC7EE7"/>
    <w:rsid w:val="00FD0945"/>
    <w:rsid w:val="00FD0F3D"/>
    <w:rsid w:val="00FD18F9"/>
    <w:rsid w:val="00FD4350"/>
    <w:rsid w:val="00FD58DE"/>
    <w:rsid w:val="00FD6F46"/>
    <w:rsid w:val="00FD7256"/>
    <w:rsid w:val="00FE1B92"/>
    <w:rsid w:val="00FE308E"/>
    <w:rsid w:val="00FE3255"/>
    <w:rsid w:val="00FE46F6"/>
    <w:rsid w:val="00FE4FD7"/>
    <w:rsid w:val="00FE67B3"/>
    <w:rsid w:val="00FE6EC9"/>
    <w:rsid w:val="00FF10E6"/>
    <w:rsid w:val="00FF2160"/>
    <w:rsid w:val="00FF29B3"/>
    <w:rsid w:val="00FF3625"/>
    <w:rsid w:val="00FF39E1"/>
    <w:rsid w:val="00FF3B68"/>
    <w:rsid w:val="00FF49AF"/>
    <w:rsid w:val="00FF4AB8"/>
    <w:rsid w:val="00FF6331"/>
    <w:rsid w:val="00FF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vertical-relative:page" fill="f" fillcolor="white" stroke="f" strokecolor="white">
      <v:fill color="white" on="f"/>
      <v:stroke color="white" on="f"/>
      <o:colormru v:ext="edit" colors="#8b8b8b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ymbol" w:eastAsia="Symbol" w:hAnsi="Symbol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2" w:uiPriority="39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2C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2E31D5"/>
    <w:pPr>
      <w:keepNext/>
      <w:ind w:firstLine="567"/>
      <w:jc w:val="both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2E31D5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E31D5"/>
    <w:pPr>
      <w:keepNext/>
      <w:jc w:val="center"/>
      <w:outlineLvl w:val="2"/>
    </w:pPr>
    <w:rPr>
      <w:b/>
      <w:sz w:val="18"/>
    </w:rPr>
  </w:style>
  <w:style w:type="paragraph" w:styleId="4">
    <w:name w:val="heading 4"/>
    <w:aliases w:val="EIA H4,- 1.1.1.1,Map Title"/>
    <w:basedOn w:val="a"/>
    <w:next w:val="a"/>
    <w:link w:val="40"/>
    <w:qFormat/>
    <w:rsid w:val="002E31D5"/>
    <w:pPr>
      <w:keepNext/>
      <w:tabs>
        <w:tab w:val="left" w:pos="1559"/>
      </w:tabs>
      <w:ind w:left="-14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2E31D5"/>
    <w:pPr>
      <w:keepNext/>
      <w:tabs>
        <w:tab w:val="left" w:pos="859"/>
      </w:tabs>
      <w:ind w:right="-213" w:hanging="133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2E31D5"/>
    <w:pPr>
      <w:keepNext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31D5"/>
    <w:pPr>
      <w:keepNext/>
      <w:outlineLvl w:val="6"/>
    </w:pPr>
    <w:rPr>
      <w:b/>
      <w:sz w:val="28"/>
      <w:u w:val="single"/>
    </w:rPr>
  </w:style>
  <w:style w:type="paragraph" w:styleId="8">
    <w:name w:val="heading 8"/>
    <w:basedOn w:val="a"/>
    <w:next w:val="a"/>
    <w:link w:val="80"/>
    <w:qFormat/>
    <w:rsid w:val="002E31D5"/>
    <w:pPr>
      <w:keepNext/>
      <w:jc w:val="center"/>
      <w:outlineLvl w:val="7"/>
    </w:pPr>
    <w:rPr>
      <w:u w:val="single"/>
    </w:rPr>
  </w:style>
  <w:style w:type="paragraph" w:styleId="9">
    <w:name w:val="heading 9"/>
    <w:basedOn w:val="a"/>
    <w:next w:val="a"/>
    <w:link w:val="90"/>
    <w:qFormat/>
    <w:rsid w:val="002E31D5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E31D5"/>
    <w:rPr>
      <w:b/>
    </w:rPr>
  </w:style>
  <w:style w:type="paragraph" w:styleId="a4">
    <w:name w:val="caption"/>
    <w:basedOn w:val="a"/>
    <w:next w:val="a"/>
    <w:qFormat/>
    <w:rsid w:val="002E31D5"/>
    <w:pPr>
      <w:framePr w:w="10182" w:h="14716" w:hSpace="141" w:wrap="around" w:vAnchor="text" w:hAnchor="page" w:x="1383" w:y="362"/>
      <w:jc w:val="center"/>
    </w:pPr>
    <w:rPr>
      <w:rFonts w:ascii="Symbol" w:hAnsi="Symbol"/>
      <w:sz w:val="32"/>
    </w:rPr>
  </w:style>
  <w:style w:type="paragraph" w:styleId="a5">
    <w:name w:val="header"/>
    <w:basedOn w:val="a"/>
    <w:link w:val="a6"/>
    <w:rsid w:val="002E31D5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rsid w:val="002E31D5"/>
    <w:pPr>
      <w:tabs>
        <w:tab w:val="center" w:pos="4153"/>
        <w:tab w:val="right" w:pos="8306"/>
      </w:tabs>
    </w:pPr>
  </w:style>
  <w:style w:type="paragraph" w:styleId="a9">
    <w:name w:val="Body Text"/>
    <w:basedOn w:val="a"/>
    <w:link w:val="aa"/>
    <w:rsid w:val="002E31D5"/>
    <w:pPr>
      <w:jc w:val="center"/>
    </w:pPr>
    <w:rPr>
      <w:sz w:val="18"/>
    </w:rPr>
  </w:style>
  <w:style w:type="paragraph" w:styleId="21">
    <w:name w:val="Body Text 2"/>
    <w:basedOn w:val="a"/>
    <w:link w:val="22"/>
    <w:rsid w:val="002E31D5"/>
    <w:rPr>
      <w:sz w:val="28"/>
    </w:rPr>
  </w:style>
  <w:style w:type="character" w:styleId="ab">
    <w:name w:val="page number"/>
    <w:basedOn w:val="a0"/>
    <w:rsid w:val="002E31D5"/>
  </w:style>
  <w:style w:type="paragraph" w:styleId="ac">
    <w:name w:val="Document Map"/>
    <w:basedOn w:val="a"/>
    <w:link w:val="ad"/>
    <w:rsid w:val="00C82C9C"/>
    <w:pPr>
      <w:shd w:val="clear" w:color="auto" w:fill="000080"/>
    </w:pPr>
    <w:rPr>
      <w:rFonts w:ascii="Tahoma" w:hAnsi="Tahoma" w:cs="Tahoma"/>
    </w:rPr>
  </w:style>
  <w:style w:type="paragraph" w:styleId="31">
    <w:name w:val="Body Text 3"/>
    <w:basedOn w:val="a"/>
    <w:link w:val="32"/>
    <w:rsid w:val="002E31D5"/>
    <w:pPr>
      <w:spacing w:line="180" w:lineRule="auto"/>
      <w:jc w:val="center"/>
    </w:pPr>
    <w:rPr>
      <w:spacing w:val="-18"/>
    </w:rPr>
  </w:style>
  <w:style w:type="paragraph" w:styleId="ae">
    <w:name w:val="Body Text Indent"/>
    <w:basedOn w:val="a"/>
    <w:link w:val="af"/>
    <w:rsid w:val="002E31D5"/>
    <w:pPr>
      <w:spacing w:after="120"/>
      <w:ind w:left="283"/>
    </w:pPr>
  </w:style>
  <w:style w:type="paragraph" w:styleId="af0">
    <w:name w:val="Block Text"/>
    <w:basedOn w:val="a"/>
    <w:rsid w:val="002E31D5"/>
    <w:pPr>
      <w:tabs>
        <w:tab w:val="left" w:pos="1418"/>
      </w:tabs>
      <w:overflowPunct w:val="0"/>
      <w:autoSpaceDE w:val="0"/>
      <w:autoSpaceDN w:val="0"/>
      <w:adjustRightInd w:val="0"/>
      <w:ind w:left="-426" w:right="708"/>
      <w:textAlignment w:val="baseline"/>
    </w:pPr>
    <w:rPr>
      <w:rFonts w:ascii="Arial" w:hAnsi="Arial" w:cs="Arial"/>
      <w:sz w:val="24"/>
    </w:rPr>
  </w:style>
  <w:style w:type="paragraph" w:customStyle="1" w:styleId="100">
    <w:name w:val="Заголовок 10"/>
    <w:basedOn w:val="2"/>
    <w:rsid w:val="002E31D5"/>
    <w:rPr>
      <w:rFonts w:ascii="Arial" w:hAnsi="Arial"/>
      <w:b w:val="0"/>
      <w:sz w:val="24"/>
    </w:rPr>
  </w:style>
  <w:style w:type="paragraph" w:styleId="33">
    <w:name w:val="Body Text Indent 3"/>
    <w:basedOn w:val="a"/>
    <w:link w:val="34"/>
    <w:rsid w:val="002E31D5"/>
    <w:pPr>
      <w:spacing w:after="120"/>
      <w:ind w:left="283"/>
    </w:pPr>
    <w:rPr>
      <w:sz w:val="16"/>
      <w:szCs w:val="16"/>
    </w:rPr>
  </w:style>
  <w:style w:type="paragraph" w:styleId="23">
    <w:name w:val="Body Text Indent 2"/>
    <w:basedOn w:val="a"/>
    <w:link w:val="24"/>
    <w:rsid w:val="002E31D5"/>
    <w:pPr>
      <w:spacing w:after="120" w:line="480" w:lineRule="auto"/>
      <w:ind w:left="283"/>
    </w:pPr>
  </w:style>
  <w:style w:type="table" w:styleId="af1">
    <w:name w:val="Table Grid"/>
    <w:basedOn w:val="a1"/>
    <w:rsid w:val="009A6D2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Indent"/>
    <w:basedOn w:val="a"/>
    <w:link w:val="11"/>
    <w:rsid w:val="007C0466"/>
    <w:pPr>
      <w:ind w:firstLine="397"/>
    </w:pPr>
    <w:rPr>
      <w:rFonts w:ascii="Arial" w:hAnsi="Arial"/>
      <w:sz w:val="24"/>
    </w:rPr>
  </w:style>
  <w:style w:type="character" w:customStyle="1" w:styleId="11">
    <w:name w:val="Обычный отступ Знак1"/>
    <w:basedOn w:val="a0"/>
    <w:link w:val="af2"/>
    <w:rsid w:val="00895EED"/>
    <w:rPr>
      <w:rFonts w:ascii="Arial" w:hAnsi="Arial"/>
      <w:sz w:val="24"/>
      <w:lang w:val="ru-RU" w:eastAsia="ru-RU" w:bidi="ar-SA"/>
    </w:rPr>
  </w:style>
  <w:style w:type="character" w:customStyle="1" w:styleId="PEStyleFont3">
    <w:name w:val="PEStyleFont3"/>
    <w:basedOn w:val="a0"/>
    <w:rsid w:val="0071662F"/>
    <w:rPr>
      <w:rFonts w:ascii="Arial CYR" w:hAnsi="Arial CYR"/>
      <w:spacing w:val="0"/>
      <w:position w:val="0"/>
      <w:sz w:val="20"/>
      <w:szCs w:val="20"/>
      <w:u w:val="none"/>
    </w:rPr>
  </w:style>
  <w:style w:type="paragraph" w:styleId="af3">
    <w:name w:val="Plain Text"/>
    <w:basedOn w:val="a"/>
    <w:link w:val="af4"/>
    <w:uiPriority w:val="99"/>
    <w:rsid w:val="0071662F"/>
    <w:rPr>
      <w:rFonts w:ascii="Courier New" w:hAnsi="Courier New" w:cs="Courier New"/>
    </w:rPr>
  </w:style>
  <w:style w:type="character" w:customStyle="1" w:styleId="PEStyleFont4">
    <w:name w:val="PEStyleFont4"/>
    <w:basedOn w:val="a0"/>
    <w:rsid w:val="0071662F"/>
    <w:rPr>
      <w:rFonts w:ascii="Arial CYR" w:hAnsi="Arial CYR"/>
      <w:b/>
      <w:i/>
      <w:spacing w:val="0"/>
      <w:position w:val="0"/>
      <w:sz w:val="28"/>
      <w:szCs w:val="28"/>
      <w:u w:val="none"/>
    </w:rPr>
  </w:style>
  <w:style w:type="paragraph" w:customStyle="1" w:styleId="PEStylePara2">
    <w:name w:val="PEStylePara2"/>
    <w:basedOn w:val="a"/>
    <w:next w:val="a"/>
    <w:rsid w:val="0071662F"/>
    <w:pPr>
      <w:keepNext/>
      <w:keepLines/>
      <w:jc w:val="center"/>
    </w:pPr>
    <w:rPr>
      <w:rFonts w:ascii="Courier New" w:hAnsi="Courier New" w:cs="Courier New"/>
    </w:rPr>
  </w:style>
  <w:style w:type="character" w:customStyle="1" w:styleId="PEStyleFont6">
    <w:name w:val="PEStyleFont6"/>
    <w:basedOn w:val="a0"/>
    <w:rsid w:val="0071662F"/>
    <w:rPr>
      <w:rFonts w:ascii="Arial CYR" w:hAnsi="Arial CYR"/>
      <w:b/>
      <w:spacing w:val="0"/>
      <w:position w:val="0"/>
      <w:sz w:val="16"/>
      <w:szCs w:val="16"/>
      <w:u w:val="none"/>
    </w:rPr>
  </w:style>
  <w:style w:type="character" w:customStyle="1" w:styleId="PEStyleFont8">
    <w:name w:val="PEStyleFont8"/>
    <w:basedOn w:val="a0"/>
    <w:rsid w:val="0071662F"/>
    <w:rPr>
      <w:rFonts w:ascii="Arial CYR" w:hAnsi="Arial CYR"/>
      <w:spacing w:val="0"/>
      <w:position w:val="0"/>
      <w:sz w:val="16"/>
      <w:szCs w:val="16"/>
      <w:u w:val="none"/>
    </w:rPr>
  </w:style>
  <w:style w:type="paragraph" w:customStyle="1" w:styleId="PEStylePara1">
    <w:name w:val="PEStylePara1"/>
    <w:basedOn w:val="a"/>
    <w:next w:val="a"/>
    <w:rsid w:val="0071662F"/>
    <w:pPr>
      <w:jc w:val="both"/>
    </w:pPr>
    <w:rPr>
      <w:rFonts w:ascii="Courier New" w:hAnsi="Courier New" w:cs="Courier New"/>
    </w:rPr>
  </w:style>
  <w:style w:type="character" w:customStyle="1" w:styleId="PEStyleFont7">
    <w:name w:val="PEStyleFont7"/>
    <w:basedOn w:val="a0"/>
    <w:rsid w:val="0071662F"/>
    <w:rPr>
      <w:rFonts w:ascii="Arial CYR" w:hAnsi="Arial CYR"/>
      <w:b/>
      <w:spacing w:val="0"/>
      <w:position w:val="0"/>
      <w:sz w:val="16"/>
      <w:szCs w:val="16"/>
      <w:u w:val="none"/>
    </w:rPr>
  </w:style>
  <w:style w:type="paragraph" w:customStyle="1" w:styleId="PEStylePara0">
    <w:name w:val="PEStylePara0"/>
    <w:basedOn w:val="af3"/>
    <w:rsid w:val="0071662F"/>
    <w:pPr>
      <w:keepNext/>
      <w:keepLines/>
      <w:jc w:val="center"/>
    </w:pPr>
  </w:style>
  <w:style w:type="character" w:customStyle="1" w:styleId="af5">
    <w:name w:val="Обычный отступ Знак"/>
    <w:basedOn w:val="a0"/>
    <w:rsid w:val="00CF0657"/>
    <w:rPr>
      <w:rFonts w:ascii="Arial" w:hAnsi="Arial"/>
      <w:sz w:val="24"/>
      <w:lang w:val="ru-RU" w:eastAsia="ru-RU" w:bidi="ar-SA"/>
    </w:rPr>
  </w:style>
  <w:style w:type="character" w:customStyle="1" w:styleId="af6">
    <w:name w:val="Знак Знак"/>
    <w:basedOn w:val="a0"/>
    <w:locked/>
    <w:rsid w:val="00844F6B"/>
    <w:rPr>
      <w:rFonts w:ascii="Arial" w:hAnsi="Arial" w:cs="Arial"/>
      <w:sz w:val="24"/>
      <w:lang w:val="ru-RU" w:eastAsia="ru-RU" w:bidi="ar-SA"/>
    </w:rPr>
  </w:style>
  <w:style w:type="paragraph" w:customStyle="1" w:styleId="Standard">
    <w:name w:val="Standard"/>
    <w:rsid w:val="00A857BB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41">
    <w:name w:val="Заголовок 41"/>
    <w:basedOn w:val="Standard"/>
    <w:next w:val="Standard"/>
    <w:rsid w:val="00A857BB"/>
    <w:pPr>
      <w:keepNext/>
      <w:jc w:val="center"/>
      <w:outlineLvl w:val="3"/>
    </w:pPr>
    <w:rPr>
      <w:sz w:val="22"/>
      <w:szCs w:val="20"/>
      <w:u w:val="single"/>
    </w:rPr>
  </w:style>
  <w:style w:type="paragraph" w:customStyle="1" w:styleId="310">
    <w:name w:val="Заголовок 31"/>
    <w:basedOn w:val="Standard"/>
    <w:next w:val="Standard"/>
    <w:rsid w:val="00D92FEB"/>
    <w:pPr>
      <w:keepNext/>
      <w:ind w:left="288"/>
      <w:outlineLvl w:val="2"/>
    </w:pPr>
    <w:rPr>
      <w:szCs w:val="20"/>
    </w:rPr>
  </w:style>
  <w:style w:type="character" w:customStyle="1" w:styleId="WW8Num2z0">
    <w:name w:val="WW8Num2z0"/>
    <w:rsid w:val="00E7590D"/>
    <w:rPr>
      <w:rFonts w:cs="Arial"/>
    </w:rPr>
  </w:style>
  <w:style w:type="character" w:customStyle="1" w:styleId="12">
    <w:name w:val="Основной шрифт абзаца1"/>
    <w:rsid w:val="00E7590D"/>
  </w:style>
  <w:style w:type="character" w:customStyle="1" w:styleId="af7">
    <w:name w:val="Маркеры списка"/>
    <w:rsid w:val="00E7590D"/>
    <w:rPr>
      <w:rFonts w:ascii="StarSymbol" w:eastAsia="StarSymbol" w:hAnsi="StarSymbol" w:cs="StarSymbol"/>
      <w:sz w:val="18"/>
      <w:szCs w:val="18"/>
    </w:rPr>
  </w:style>
  <w:style w:type="character" w:customStyle="1" w:styleId="af8">
    <w:name w:val="Символ нумерации"/>
    <w:rsid w:val="00E7590D"/>
  </w:style>
  <w:style w:type="paragraph" w:customStyle="1" w:styleId="af9">
    <w:name w:val="Заголовок"/>
    <w:basedOn w:val="a"/>
    <w:next w:val="a9"/>
    <w:rsid w:val="00E7590D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a">
    <w:name w:val="List"/>
    <w:basedOn w:val="a9"/>
    <w:rsid w:val="00E7590D"/>
    <w:rPr>
      <w:rFonts w:cs="Tahoma"/>
      <w:lang w:eastAsia="ar-SA"/>
    </w:rPr>
  </w:style>
  <w:style w:type="paragraph" w:customStyle="1" w:styleId="13">
    <w:name w:val="Название1"/>
    <w:basedOn w:val="a"/>
    <w:rsid w:val="00E7590D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E7590D"/>
    <w:pPr>
      <w:suppressLineNumbers/>
    </w:pPr>
    <w:rPr>
      <w:rFonts w:cs="Tahoma"/>
      <w:lang w:eastAsia="ar-SA"/>
    </w:rPr>
  </w:style>
  <w:style w:type="paragraph" w:customStyle="1" w:styleId="15">
    <w:name w:val="Название объекта1"/>
    <w:basedOn w:val="a"/>
    <w:next w:val="a"/>
    <w:rsid w:val="00E7590D"/>
    <w:pPr>
      <w:jc w:val="center"/>
    </w:pPr>
    <w:rPr>
      <w:rFonts w:ascii="Symbol" w:hAnsi="Symbol" w:cs="Symbol"/>
      <w:sz w:val="32"/>
      <w:lang w:eastAsia="ar-SA"/>
    </w:rPr>
  </w:style>
  <w:style w:type="paragraph" w:customStyle="1" w:styleId="210">
    <w:name w:val="Основной текст 21"/>
    <w:basedOn w:val="a"/>
    <w:rsid w:val="00E7590D"/>
    <w:rPr>
      <w:rFonts w:cs="Symbol"/>
      <w:sz w:val="28"/>
      <w:lang w:eastAsia="ar-SA"/>
    </w:rPr>
  </w:style>
  <w:style w:type="paragraph" w:customStyle="1" w:styleId="16">
    <w:name w:val="Схема документа1"/>
    <w:basedOn w:val="a"/>
    <w:rsid w:val="00E7590D"/>
    <w:pPr>
      <w:shd w:val="clear" w:color="auto" w:fill="000080"/>
    </w:pPr>
    <w:rPr>
      <w:rFonts w:ascii="Tahoma" w:hAnsi="Tahoma" w:cs="Tahoma"/>
      <w:lang w:eastAsia="ar-SA"/>
    </w:rPr>
  </w:style>
  <w:style w:type="paragraph" w:customStyle="1" w:styleId="311">
    <w:name w:val="Основной текст 31"/>
    <w:basedOn w:val="a"/>
    <w:rsid w:val="00E7590D"/>
    <w:pPr>
      <w:spacing w:line="180" w:lineRule="auto"/>
      <w:jc w:val="center"/>
    </w:pPr>
    <w:rPr>
      <w:rFonts w:cs="Symbol"/>
      <w:spacing w:val="-18"/>
      <w:lang w:eastAsia="ar-SA"/>
    </w:rPr>
  </w:style>
  <w:style w:type="paragraph" w:customStyle="1" w:styleId="17">
    <w:name w:val="Цитата1"/>
    <w:basedOn w:val="a"/>
    <w:rsid w:val="00E7590D"/>
    <w:pPr>
      <w:tabs>
        <w:tab w:val="left" w:pos="1418"/>
      </w:tabs>
      <w:overflowPunct w:val="0"/>
      <w:autoSpaceDE w:val="0"/>
      <w:ind w:left="-426" w:right="708"/>
      <w:textAlignment w:val="baseline"/>
    </w:pPr>
    <w:rPr>
      <w:rFonts w:ascii="Arial" w:hAnsi="Arial" w:cs="Arial"/>
      <w:sz w:val="24"/>
      <w:lang w:eastAsia="ar-SA"/>
    </w:rPr>
  </w:style>
  <w:style w:type="paragraph" w:customStyle="1" w:styleId="312">
    <w:name w:val="Основной текст с отступом 31"/>
    <w:basedOn w:val="a"/>
    <w:rsid w:val="00E7590D"/>
    <w:pPr>
      <w:spacing w:after="120"/>
      <w:ind w:left="283"/>
    </w:pPr>
    <w:rPr>
      <w:rFonts w:cs="Symbol"/>
      <w:sz w:val="16"/>
      <w:szCs w:val="16"/>
      <w:lang w:eastAsia="ar-SA"/>
    </w:rPr>
  </w:style>
  <w:style w:type="paragraph" w:customStyle="1" w:styleId="211">
    <w:name w:val="Основной текст с отступом 21"/>
    <w:basedOn w:val="a"/>
    <w:rsid w:val="00E7590D"/>
    <w:pPr>
      <w:spacing w:after="120" w:line="480" w:lineRule="auto"/>
      <w:ind w:left="283"/>
    </w:pPr>
    <w:rPr>
      <w:rFonts w:cs="Symbol"/>
      <w:lang w:eastAsia="ar-SA"/>
    </w:rPr>
  </w:style>
  <w:style w:type="paragraph" w:customStyle="1" w:styleId="18">
    <w:name w:val="Обычный отступ1"/>
    <w:basedOn w:val="a"/>
    <w:rsid w:val="00E7590D"/>
    <w:pPr>
      <w:ind w:firstLine="397"/>
    </w:pPr>
    <w:rPr>
      <w:rFonts w:ascii="Arial" w:hAnsi="Arial" w:cs="Symbol"/>
      <w:sz w:val="24"/>
      <w:lang w:eastAsia="ar-SA"/>
    </w:rPr>
  </w:style>
  <w:style w:type="paragraph" w:customStyle="1" w:styleId="19">
    <w:name w:val="Текст1"/>
    <w:basedOn w:val="a"/>
    <w:rsid w:val="00E7590D"/>
    <w:rPr>
      <w:rFonts w:ascii="Courier New" w:hAnsi="Courier New" w:cs="Courier New"/>
      <w:lang w:eastAsia="ar-SA"/>
    </w:rPr>
  </w:style>
  <w:style w:type="paragraph" w:customStyle="1" w:styleId="afb">
    <w:name w:val="Содержимое таблицы"/>
    <w:basedOn w:val="a"/>
    <w:rsid w:val="00E7590D"/>
    <w:pPr>
      <w:suppressLineNumbers/>
    </w:pPr>
    <w:rPr>
      <w:rFonts w:cs="Symbol"/>
      <w:lang w:eastAsia="ar-SA"/>
    </w:rPr>
  </w:style>
  <w:style w:type="paragraph" w:customStyle="1" w:styleId="afc">
    <w:name w:val="Заголовок таблицы"/>
    <w:basedOn w:val="afb"/>
    <w:rsid w:val="00E7590D"/>
    <w:pPr>
      <w:jc w:val="center"/>
    </w:pPr>
    <w:rPr>
      <w:b/>
      <w:bCs/>
    </w:rPr>
  </w:style>
  <w:style w:type="paragraph" w:customStyle="1" w:styleId="afd">
    <w:name w:val="Содержимое врезки"/>
    <w:basedOn w:val="a9"/>
    <w:rsid w:val="00E7590D"/>
    <w:rPr>
      <w:rFonts w:cs="Symbol"/>
      <w:lang w:eastAsia="ar-SA"/>
    </w:rPr>
  </w:style>
  <w:style w:type="paragraph" w:customStyle="1" w:styleId="1a">
    <w:name w:val="заголовок 1"/>
    <w:basedOn w:val="a"/>
    <w:next w:val="a"/>
    <w:uiPriority w:val="99"/>
    <w:rsid w:val="00E7590D"/>
    <w:pPr>
      <w:keepNext/>
      <w:widowControl w:val="0"/>
      <w:suppressAutoHyphens/>
      <w:jc w:val="center"/>
    </w:pPr>
    <w:rPr>
      <w:sz w:val="24"/>
      <w:lang w:eastAsia="ar-SA"/>
    </w:rPr>
  </w:style>
  <w:style w:type="character" w:customStyle="1" w:styleId="a6">
    <w:name w:val="Верхний колонтитул Знак"/>
    <w:basedOn w:val="a0"/>
    <w:link w:val="a5"/>
    <w:locked/>
    <w:rsid w:val="009800C1"/>
    <w:rPr>
      <w:rFonts w:ascii="Times New Roman" w:eastAsia="Times New Roman" w:hAnsi="Times New Roman"/>
    </w:rPr>
  </w:style>
  <w:style w:type="paragraph" w:customStyle="1" w:styleId="25">
    <w:name w:val="Обычный2"/>
    <w:link w:val="afe"/>
    <w:uiPriority w:val="99"/>
    <w:rsid w:val="007C2473"/>
    <w:pPr>
      <w:widowControl w:val="0"/>
    </w:pPr>
    <w:rPr>
      <w:rFonts w:ascii="Times New Roman" w:eastAsia="Times New Roman" w:hAnsi="Times New Roman"/>
      <w:lang w:val="en-GB"/>
    </w:rPr>
  </w:style>
  <w:style w:type="character" w:customStyle="1" w:styleId="afe">
    <w:name w:val="Обычный Знак"/>
    <w:basedOn w:val="a0"/>
    <w:link w:val="25"/>
    <w:uiPriority w:val="99"/>
    <w:locked/>
    <w:rsid w:val="007C2473"/>
    <w:rPr>
      <w:rFonts w:ascii="Times New Roman" w:eastAsia="Times New Roman" w:hAnsi="Times New Roman"/>
      <w:lang w:val="en-GB" w:eastAsia="ru-RU" w:bidi="ar-SA"/>
    </w:rPr>
  </w:style>
  <w:style w:type="paragraph" w:customStyle="1" w:styleId="aff">
    <w:name w:val="Чертежный"/>
    <w:rsid w:val="00CD49EB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aff0">
    <w:name w:val="Title"/>
    <w:basedOn w:val="a"/>
    <w:link w:val="aff1"/>
    <w:qFormat/>
    <w:rsid w:val="00CD49EB"/>
    <w:pPr>
      <w:jc w:val="center"/>
    </w:pPr>
    <w:rPr>
      <w:rFonts w:eastAsia="Прямой Проп"/>
      <w:b/>
      <w:sz w:val="28"/>
      <w:lang w:val="en-US"/>
    </w:rPr>
  </w:style>
  <w:style w:type="character" w:customStyle="1" w:styleId="aff1">
    <w:name w:val="Название Знак"/>
    <w:basedOn w:val="a0"/>
    <w:link w:val="aff0"/>
    <w:rsid w:val="00CD49EB"/>
    <w:rPr>
      <w:rFonts w:ascii="Times New Roman" w:eastAsia="Прямой Проп" w:hAnsi="Times New Roman"/>
      <w:b/>
      <w:sz w:val="28"/>
      <w:lang w:val="en-US"/>
    </w:rPr>
  </w:style>
  <w:style w:type="paragraph" w:customStyle="1" w:styleId="42">
    <w:name w:val="4 Знак Знак Знак Знак"/>
    <w:basedOn w:val="a"/>
    <w:uiPriority w:val="99"/>
    <w:rsid w:val="002820FE"/>
    <w:pPr>
      <w:spacing w:after="160" w:line="240" w:lineRule="exact"/>
    </w:pPr>
    <w:rPr>
      <w:lang w:val="en-US" w:eastAsia="en-US"/>
    </w:rPr>
  </w:style>
  <w:style w:type="character" w:customStyle="1" w:styleId="30">
    <w:name w:val="Заголовок 3 Знак"/>
    <w:basedOn w:val="a0"/>
    <w:link w:val="3"/>
    <w:locked/>
    <w:rsid w:val="002820FE"/>
    <w:rPr>
      <w:rFonts w:ascii="Times New Roman" w:eastAsia="Times New Roman" w:hAnsi="Times New Roman"/>
      <w:b/>
      <w:sz w:val="18"/>
    </w:rPr>
  </w:style>
  <w:style w:type="paragraph" w:customStyle="1" w:styleId="35">
    <w:name w:val="заголовок 3"/>
    <w:basedOn w:val="25"/>
    <w:next w:val="25"/>
    <w:uiPriority w:val="99"/>
    <w:rsid w:val="00A56108"/>
    <w:pPr>
      <w:keepNext/>
      <w:jc w:val="center"/>
    </w:pPr>
    <w:rPr>
      <w:rFonts w:ascii="Arial" w:hAnsi="Arial" w:cs="Arial"/>
      <w:b/>
      <w:bCs/>
      <w:sz w:val="24"/>
      <w:szCs w:val="24"/>
    </w:rPr>
  </w:style>
  <w:style w:type="paragraph" w:styleId="aff2">
    <w:name w:val="List Paragraph"/>
    <w:basedOn w:val="a"/>
    <w:uiPriority w:val="34"/>
    <w:qFormat/>
    <w:rsid w:val="00A56108"/>
    <w:pPr>
      <w:ind w:left="720"/>
      <w:contextualSpacing/>
    </w:pPr>
  </w:style>
  <w:style w:type="character" w:customStyle="1" w:styleId="af4">
    <w:name w:val="Текст Знак"/>
    <w:basedOn w:val="a0"/>
    <w:link w:val="af3"/>
    <w:uiPriority w:val="99"/>
    <w:locked/>
    <w:rsid w:val="00225BCF"/>
    <w:rPr>
      <w:rFonts w:ascii="Courier New" w:eastAsia="Times New Roman" w:hAnsi="Courier New" w:cs="Courier New"/>
    </w:rPr>
  </w:style>
  <w:style w:type="paragraph" w:styleId="aff3">
    <w:name w:val="No Spacing"/>
    <w:link w:val="aff4"/>
    <w:uiPriority w:val="1"/>
    <w:qFormat/>
    <w:rsid w:val="00EE7CED"/>
    <w:rPr>
      <w:rFonts w:ascii="Calibri" w:eastAsia="Calibri" w:hAnsi="Calibri"/>
      <w:sz w:val="24"/>
      <w:szCs w:val="24"/>
      <w:lang w:eastAsia="en-US"/>
    </w:rPr>
  </w:style>
  <w:style w:type="character" w:customStyle="1" w:styleId="aff4">
    <w:name w:val="Без интервала Знак"/>
    <w:basedOn w:val="a0"/>
    <w:link w:val="aff3"/>
    <w:uiPriority w:val="1"/>
    <w:rsid w:val="00EE7CED"/>
    <w:rPr>
      <w:rFonts w:ascii="Calibri" w:eastAsia="Calibri" w:hAnsi="Calibri"/>
      <w:sz w:val="24"/>
      <w:szCs w:val="24"/>
      <w:lang w:eastAsia="en-US"/>
    </w:rPr>
  </w:style>
  <w:style w:type="paragraph" w:styleId="aff5">
    <w:name w:val="Balloon Text"/>
    <w:basedOn w:val="a"/>
    <w:link w:val="aff6"/>
    <w:rsid w:val="001642E9"/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0"/>
    <w:link w:val="aff5"/>
    <w:rsid w:val="001642E9"/>
    <w:rPr>
      <w:rFonts w:ascii="Tahoma" w:eastAsia="Times New Roman" w:hAnsi="Tahoma" w:cs="Tahoma"/>
      <w:sz w:val="16"/>
      <w:szCs w:val="16"/>
    </w:rPr>
  </w:style>
  <w:style w:type="character" w:customStyle="1" w:styleId="text1">
    <w:name w:val="text1"/>
    <w:basedOn w:val="a0"/>
    <w:rsid w:val="00D74122"/>
    <w:rPr>
      <w:rFonts w:ascii="Arial" w:hAnsi="Arial" w:cs="Arial" w:hint="default"/>
      <w:sz w:val="13"/>
      <w:szCs w:val="13"/>
    </w:rPr>
  </w:style>
  <w:style w:type="character" w:styleId="aff7">
    <w:name w:val="annotation reference"/>
    <w:basedOn w:val="a0"/>
    <w:uiPriority w:val="99"/>
    <w:semiHidden/>
    <w:unhideWhenUsed/>
    <w:rsid w:val="00833286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833286"/>
  </w:style>
  <w:style w:type="character" w:customStyle="1" w:styleId="aff9">
    <w:name w:val="Текст примечания Знак"/>
    <w:basedOn w:val="a0"/>
    <w:link w:val="aff8"/>
    <w:uiPriority w:val="99"/>
    <w:semiHidden/>
    <w:rsid w:val="00833286"/>
    <w:rPr>
      <w:rFonts w:ascii="Times New Roman" w:eastAsia="Times New Roman" w:hAnsi="Times New Roman"/>
    </w:rPr>
  </w:style>
  <w:style w:type="paragraph" w:styleId="affa">
    <w:name w:val="annotation subject"/>
    <w:basedOn w:val="aff8"/>
    <w:next w:val="aff8"/>
    <w:link w:val="affb"/>
    <w:semiHidden/>
    <w:unhideWhenUsed/>
    <w:rsid w:val="00833286"/>
    <w:rPr>
      <w:b/>
      <w:bCs/>
    </w:rPr>
  </w:style>
  <w:style w:type="character" w:customStyle="1" w:styleId="affb">
    <w:name w:val="Тема примечания Знак"/>
    <w:basedOn w:val="aff9"/>
    <w:link w:val="affa"/>
    <w:semiHidden/>
    <w:rsid w:val="00833286"/>
    <w:rPr>
      <w:rFonts w:ascii="Times New Roman" w:eastAsia="Times New Roman" w:hAnsi="Times New Roman"/>
      <w:b/>
      <w:bCs/>
    </w:rPr>
  </w:style>
  <w:style w:type="character" w:customStyle="1" w:styleId="10">
    <w:name w:val="Заголовок 1 Знак"/>
    <w:basedOn w:val="a0"/>
    <w:link w:val="1"/>
    <w:rsid w:val="004E676F"/>
    <w:rPr>
      <w:rFonts w:ascii="Times New Roman" w:eastAsia="Times New Roman" w:hAnsi="Times New Roman"/>
      <w:sz w:val="32"/>
    </w:rPr>
  </w:style>
  <w:style w:type="paragraph" w:customStyle="1" w:styleId="Style7">
    <w:name w:val="Style7"/>
    <w:basedOn w:val="a"/>
    <w:uiPriority w:val="99"/>
    <w:rsid w:val="003D5CBF"/>
    <w:pPr>
      <w:widowControl w:val="0"/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paragraph" w:customStyle="1" w:styleId="Style93">
    <w:name w:val="Style93"/>
    <w:basedOn w:val="a"/>
    <w:uiPriority w:val="99"/>
    <w:rsid w:val="003D5CBF"/>
    <w:pPr>
      <w:widowControl w:val="0"/>
      <w:autoSpaceDE w:val="0"/>
      <w:autoSpaceDN w:val="0"/>
      <w:adjustRightInd w:val="0"/>
      <w:spacing w:line="325" w:lineRule="exact"/>
      <w:ind w:firstLine="720"/>
      <w:jc w:val="both"/>
    </w:pPr>
    <w:rPr>
      <w:rFonts w:eastAsiaTheme="minorEastAsia"/>
      <w:sz w:val="24"/>
      <w:szCs w:val="24"/>
    </w:rPr>
  </w:style>
  <w:style w:type="character" w:customStyle="1" w:styleId="FontStyle115">
    <w:name w:val="Font Style115"/>
    <w:basedOn w:val="a0"/>
    <w:uiPriority w:val="99"/>
    <w:rsid w:val="003D5CBF"/>
    <w:rPr>
      <w:rFonts w:ascii="Times New Roman" w:hAnsi="Times New Roman" w:cs="Times New Roman"/>
      <w:sz w:val="26"/>
      <w:szCs w:val="26"/>
    </w:rPr>
  </w:style>
  <w:style w:type="character" w:customStyle="1" w:styleId="FontStyle116">
    <w:name w:val="Font Style116"/>
    <w:basedOn w:val="a0"/>
    <w:uiPriority w:val="99"/>
    <w:rsid w:val="003D5CB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0">
    <w:name w:val="Style20"/>
    <w:basedOn w:val="a"/>
    <w:uiPriority w:val="99"/>
    <w:rsid w:val="003D5CBF"/>
    <w:pPr>
      <w:widowControl w:val="0"/>
      <w:autoSpaceDE w:val="0"/>
      <w:autoSpaceDN w:val="0"/>
      <w:adjustRightInd w:val="0"/>
      <w:spacing w:line="317" w:lineRule="exact"/>
    </w:pPr>
    <w:rPr>
      <w:rFonts w:eastAsiaTheme="minorEastAsia"/>
      <w:sz w:val="24"/>
      <w:szCs w:val="24"/>
    </w:rPr>
  </w:style>
  <w:style w:type="paragraph" w:customStyle="1" w:styleId="Style72">
    <w:name w:val="Style72"/>
    <w:basedOn w:val="a"/>
    <w:uiPriority w:val="99"/>
    <w:rsid w:val="003D5CBF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  <w:sz w:val="24"/>
      <w:szCs w:val="24"/>
    </w:rPr>
  </w:style>
  <w:style w:type="paragraph" w:customStyle="1" w:styleId="Style94">
    <w:name w:val="Style94"/>
    <w:basedOn w:val="a"/>
    <w:uiPriority w:val="99"/>
    <w:rsid w:val="003D5CBF"/>
    <w:pPr>
      <w:widowControl w:val="0"/>
      <w:autoSpaceDE w:val="0"/>
      <w:autoSpaceDN w:val="0"/>
      <w:adjustRightInd w:val="0"/>
      <w:spacing w:line="322" w:lineRule="exact"/>
      <w:ind w:firstLine="710"/>
    </w:pPr>
    <w:rPr>
      <w:rFonts w:eastAsiaTheme="minorEastAsia"/>
      <w:sz w:val="24"/>
      <w:szCs w:val="24"/>
    </w:rPr>
  </w:style>
  <w:style w:type="paragraph" w:customStyle="1" w:styleId="Style95">
    <w:name w:val="Style95"/>
    <w:basedOn w:val="a"/>
    <w:uiPriority w:val="99"/>
    <w:rsid w:val="003D5CBF"/>
    <w:pPr>
      <w:widowControl w:val="0"/>
      <w:autoSpaceDE w:val="0"/>
      <w:autoSpaceDN w:val="0"/>
      <w:adjustRightInd w:val="0"/>
      <w:spacing w:line="326" w:lineRule="exact"/>
      <w:jc w:val="both"/>
    </w:pPr>
    <w:rPr>
      <w:rFonts w:eastAsiaTheme="minorEastAsia"/>
      <w:sz w:val="24"/>
      <w:szCs w:val="24"/>
    </w:rPr>
  </w:style>
  <w:style w:type="paragraph" w:customStyle="1" w:styleId="Style73">
    <w:name w:val="Style73"/>
    <w:basedOn w:val="a"/>
    <w:uiPriority w:val="99"/>
    <w:rsid w:val="005E1A9C"/>
    <w:pPr>
      <w:widowControl w:val="0"/>
      <w:autoSpaceDE w:val="0"/>
      <w:autoSpaceDN w:val="0"/>
      <w:adjustRightInd w:val="0"/>
      <w:spacing w:line="643" w:lineRule="exact"/>
      <w:jc w:val="both"/>
    </w:pPr>
    <w:rPr>
      <w:rFonts w:eastAsiaTheme="minorEastAsia"/>
      <w:sz w:val="24"/>
      <w:szCs w:val="24"/>
    </w:rPr>
  </w:style>
  <w:style w:type="paragraph" w:customStyle="1" w:styleId="Style6">
    <w:name w:val="Style6"/>
    <w:basedOn w:val="a"/>
    <w:uiPriority w:val="99"/>
    <w:rsid w:val="005E1A9C"/>
    <w:pPr>
      <w:widowControl w:val="0"/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character" w:customStyle="1" w:styleId="FontStyle34">
    <w:name w:val="Font Style34"/>
    <w:rsid w:val="00147CB9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9">
    <w:name w:val="Style9"/>
    <w:basedOn w:val="a"/>
    <w:rsid w:val="00147CB9"/>
    <w:pPr>
      <w:widowControl w:val="0"/>
      <w:autoSpaceDE w:val="0"/>
      <w:autoSpaceDN w:val="0"/>
      <w:adjustRightInd w:val="0"/>
      <w:spacing w:line="259" w:lineRule="exact"/>
      <w:jc w:val="both"/>
    </w:pPr>
    <w:rPr>
      <w:sz w:val="24"/>
      <w:szCs w:val="24"/>
    </w:rPr>
  </w:style>
  <w:style w:type="character" w:customStyle="1" w:styleId="FontStyle137">
    <w:name w:val="Font Style137"/>
    <w:uiPriority w:val="99"/>
    <w:rsid w:val="00AD125D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FontStyle92">
    <w:name w:val="Font Style92"/>
    <w:uiPriority w:val="99"/>
    <w:rsid w:val="00AD125D"/>
    <w:rPr>
      <w:rFonts w:ascii="Times New Roman" w:hAnsi="Times New Roman" w:cs="Times New Roman" w:hint="default"/>
      <w:sz w:val="26"/>
      <w:szCs w:val="26"/>
    </w:rPr>
  </w:style>
  <w:style w:type="paragraph" w:customStyle="1" w:styleId="Style76">
    <w:name w:val="Style76"/>
    <w:basedOn w:val="a"/>
    <w:uiPriority w:val="99"/>
    <w:rsid w:val="00AD125D"/>
    <w:pPr>
      <w:widowControl w:val="0"/>
      <w:autoSpaceDE w:val="0"/>
      <w:autoSpaceDN w:val="0"/>
      <w:adjustRightInd w:val="0"/>
      <w:spacing w:line="322" w:lineRule="exact"/>
      <w:ind w:firstLine="720"/>
    </w:pPr>
    <w:rPr>
      <w:sz w:val="24"/>
      <w:szCs w:val="24"/>
    </w:rPr>
  </w:style>
  <w:style w:type="paragraph" w:customStyle="1" w:styleId="Style43">
    <w:name w:val="Style43"/>
    <w:basedOn w:val="a"/>
    <w:uiPriority w:val="99"/>
    <w:rsid w:val="00AD125D"/>
    <w:pPr>
      <w:widowControl w:val="0"/>
      <w:autoSpaceDE w:val="0"/>
      <w:autoSpaceDN w:val="0"/>
      <w:adjustRightInd w:val="0"/>
      <w:spacing w:line="326" w:lineRule="exact"/>
      <w:jc w:val="both"/>
    </w:pPr>
    <w:rPr>
      <w:sz w:val="24"/>
      <w:szCs w:val="24"/>
    </w:rPr>
  </w:style>
  <w:style w:type="character" w:customStyle="1" w:styleId="FontStyle123">
    <w:name w:val="Font Style123"/>
    <w:basedOn w:val="a0"/>
    <w:uiPriority w:val="99"/>
    <w:rsid w:val="00AD125D"/>
    <w:rPr>
      <w:rFonts w:ascii="Times New Roman" w:hAnsi="Times New Roman" w:cs="Times New Roman"/>
      <w:sz w:val="26"/>
      <w:szCs w:val="26"/>
    </w:rPr>
  </w:style>
  <w:style w:type="paragraph" w:customStyle="1" w:styleId="Style113">
    <w:name w:val="Style113"/>
    <w:basedOn w:val="a"/>
    <w:uiPriority w:val="99"/>
    <w:rsid w:val="00AD125D"/>
    <w:pPr>
      <w:widowControl w:val="0"/>
      <w:autoSpaceDE w:val="0"/>
      <w:autoSpaceDN w:val="0"/>
      <w:adjustRightInd w:val="0"/>
      <w:spacing w:line="276" w:lineRule="exact"/>
    </w:pPr>
    <w:rPr>
      <w:rFonts w:ascii="Tahoma" w:hAnsi="Tahoma" w:cs="Tahoma"/>
      <w:sz w:val="24"/>
      <w:szCs w:val="24"/>
    </w:rPr>
  </w:style>
  <w:style w:type="character" w:customStyle="1" w:styleId="FontStyle84">
    <w:name w:val="Font Style84"/>
    <w:uiPriority w:val="99"/>
    <w:rsid w:val="00E56586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29">
    <w:name w:val="Style29"/>
    <w:basedOn w:val="a"/>
    <w:uiPriority w:val="99"/>
    <w:rsid w:val="00B06AF2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Style31">
    <w:name w:val="Style31"/>
    <w:basedOn w:val="a"/>
    <w:uiPriority w:val="99"/>
    <w:rsid w:val="00B06AF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B06AF2"/>
    <w:pPr>
      <w:widowControl w:val="0"/>
      <w:autoSpaceDE w:val="0"/>
      <w:autoSpaceDN w:val="0"/>
      <w:adjustRightInd w:val="0"/>
      <w:jc w:val="right"/>
    </w:pPr>
    <w:rPr>
      <w:sz w:val="24"/>
      <w:szCs w:val="24"/>
    </w:rPr>
  </w:style>
  <w:style w:type="character" w:customStyle="1" w:styleId="FontStyle105">
    <w:name w:val="Font Style105"/>
    <w:uiPriority w:val="99"/>
    <w:rsid w:val="00B06AF2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5">
    <w:name w:val="Style5"/>
    <w:basedOn w:val="a"/>
    <w:uiPriority w:val="99"/>
    <w:rsid w:val="007776DE"/>
    <w:pPr>
      <w:widowControl w:val="0"/>
      <w:autoSpaceDE w:val="0"/>
      <w:autoSpaceDN w:val="0"/>
      <w:adjustRightInd w:val="0"/>
      <w:spacing w:line="278" w:lineRule="exact"/>
      <w:ind w:hanging="1349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7776DE"/>
    <w:pPr>
      <w:widowControl w:val="0"/>
      <w:autoSpaceDE w:val="0"/>
      <w:autoSpaceDN w:val="0"/>
      <w:adjustRightInd w:val="0"/>
      <w:spacing w:line="226" w:lineRule="exact"/>
      <w:ind w:firstLine="230"/>
      <w:jc w:val="both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7776DE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45">
    <w:name w:val="Style45"/>
    <w:basedOn w:val="a"/>
    <w:uiPriority w:val="99"/>
    <w:rsid w:val="007776DE"/>
    <w:pPr>
      <w:widowControl w:val="0"/>
      <w:autoSpaceDE w:val="0"/>
      <w:autoSpaceDN w:val="0"/>
      <w:adjustRightInd w:val="0"/>
      <w:spacing w:line="270" w:lineRule="exact"/>
    </w:pPr>
    <w:rPr>
      <w:sz w:val="24"/>
      <w:szCs w:val="24"/>
    </w:rPr>
  </w:style>
  <w:style w:type="paragraph" w:customStyle="1" w:styleId="Style75">
    <w:name w:val="Style75"/>
    <w:basedOn w:val="a"/>
    <w:uiPriority w:val="99"/>
    <w:rsid w:val="007776DE"/>
    <w:pPr>
      <w:widowControl w:val="0"/>
      <w:autoSpaceDE w:val="0"/>
      <w:autoSpaceDN w:val="0"/>
      <w:adjustRightInd w:val="0"/>
      <w:spacing w:line="323" w:lineRule="exact"/>
      <w:ind w:firstLine="720"/>
      <w:jc w:val="both"/>
    </w:pPr>
    <w:rPr>
      <w:sz w:val="24"/>
      <w:szCs w:val="24"/>
    </w:rPr>
  </w:style>
  <w:style w:type="paragraph" w:customStyle="1" w:styleId="Style38">
    <w:name w:val="Style38"/>
    <w:basedOn w:val="a"/>
    <w:uiPriority w:val="99"/>
    <w:rsid w:val="007776D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1">
    <w:name w:val="Style61"/>
    <w:basedOn w:val="a"/>
    <w:uiPriority w:val="99"/>
    <w:rsid w:val="007776D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3">
    <w:name w:val="Style63"/>
    <w:basedOn w:val="a"/>
    <w:uiPriority w:val="99"/>
    <w:rsid w:val="007776DE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 w:val="24"/>
      <w:szCs w:val="24"/>
    </w:rPr>
  </w:style>
  <w:style w:type="paragraph" w:customStyle="1" w:styleId="Style102">
    <w:name w:val="Style102"/>
    <w:basedOn w:val="a"/>
    <w:uiPriority w:val="99"/>
    <w:rsid w:val="007776DE"/>
    <w:pPr>
      <w:widowControl w:val="0"/>
      <w:autoSpaceDE w:val="0"/>
      <w:autoSpaceDN w:val="0"/>
      <w:adjustRightInd w:val="0"/>
      <w:spacing w:line="317" w:lineRule="exact"/>
      <w:ind w:firstLine="2208"/>
    </w:pPr>
    <w:rPr>
      <w:rFonts w:ascii="Tahoma" w:hAnsi="Tahoma" w:cs="Tahoma"/>
      <w:sz w:val="24"/>
      <w:szCs w:val="24"/>
    </w:rPr>
  </w:style>
  <w:style w:type="paragraph" w:customStyle="1" w:styleId="1b">
    <w:name w:val="Стиль1"/>
    <w:basedOn w:val="Style93"/>
    <w:qFormat/>
    <w:rsid w:val="00F85424"/>
    <w:pPr>
      <w:widowControl/>
      <w:spacing w:before="67" w:line="240" w:lineRule="auto"/>
      <w:ind w:left="142" w:firstLine="425"/>
    </w:pPr>
    <w:rPr>
      <w:sz w:val="28"/>
      <w:szCs w:val="28"/>
    </w:rPr>
  </w:style>
  <w:style w:type="character" w:customStyle="1" w:styleId="apple-converted-space">
    <w:name w:val="apple-converted-space"/>
    <w:basedOn w:val="a0"/>
    <w:rsid w:val="00923AAE"/>
  </w:style>
  <w:style w:type="paragraph" w:styleId="affc">
    <w:name w:val="Normal (Web)"/>
    <w:basedOn w:val="a"/>
    <w:uiPriority w:val="99"/>
    <w:unhideWhenUsed/>
    <w:rsid w:val="005E6EDA"/>
    <w:pPr>
      <w:spacing w:after="150"/>
    </w:pPr>
    <w:rPr>
      <w:sz w:val="24"/>
      <w:szCs w:val="24"/>
    </w:rPr>
  </w:style>
  <w:style w:type="character" w:customStyle="1" w:styleId="sobi2listingfieldstreet">
    <w:name w:val="sobi2listing_field_street"/>
    <w:basedOn w:val="a0"/>
    <w:rsid w:val="005E6EDA"/>
  </w:style>
  <w:style w:type="paragraph" w:customStyle="1" w:styleId="sobi2itemtitle">
    <w:name w:val="sobi2itemtitle"/>
    <w:basedOn w:val="a"/>
    <w:rsid w:val="005E6EDA"/>
    <w:pPr>
      <w:spacing w:before="75"/>
      <w:ind w:left="75"/>
    </w:pPr>
    <w:rPr>
      <w:sz w:val="24"/>
      <w:szCs w:val="24"/>
    </w:rPr>
  </w:style>
  <w:style w:type="character" w:styleId="affd">
    <w:name w:val="Hyperlink"/>
    <w:basedOn w:val="a0"/>
    <w:uiPriority w:val="99"/>
    <w:unhideWhenUsed/>
    <w:rsid w:val="008601AB"/>
    <w:rPr>
      <w:color w:val="0000FF"/>
      <w:u w:val="single"/>
    </w:rPr>
  </w:style>
  <w:style w:type="paragraph" w:styleId="26">
    <w:name w:val="toc 2"/>
    <w:basedOn w:val="a"/>
    <w:next w:val="a"/>
    <w:autoRedefine/>
    <w:uiPriority w:val="39"/>
    <w:unhideWhenUsed/>
    <w:rsid w:val="00741624"/>
    <w:pPr>
      <w:tabs>
        <w:tab w:val="right" w:leader="dot" w:pos="10348"/>
      </w:tabs>
      <w:spacing w:after="100" w:line="240" w:lineRule="exact"/>
      <w:ind w:left="-142" w:right="425" w:firstLine="425"/>
    </w:pPr>
    <w:rPr>
      <w:b/>
      <w:noProof/>
      <w:sz w:val="28"/>
      <w:szCs w:val="28"/>
      <w:lang w:eastAsia="en-US"/>
    </w:rPr>
  </w:style>
  <w:style w:type="character" w:customStyle="1" w:styleId="91">
    <w:name w:val="Основной текст (9)_"/>
    <w:basedOn w:val="a0"/>
    <w:link w:val="92"/>
    <w:rsid w:val="00A01A00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A01A00"/>
    <w:pPr>
      <w:widowControl w:val="0"/>
      <w:shd w:val="clear" w:color="auto" w:fill="FFFFFF"/>
      <w:spacing w:before="420" w:after="480" w:line="0" w:lineRule="atLeast"/>
      <w:ind w:hanging="1200"/>
      <w:jc w:val="center"/>
    </w:pPr>
    <w:rPr>
      <w:b/>
      <w:bCs/>
      <w:sz w:val="26"/>
      <w:szCs w:val="26"/>
    </w:rPr>
  </w:style>
  <w:style w:type="character" w:customStyle="1" w:styleId="affe">
    <w:name w:val="Основной текст_"/>
    <w:basedOn w:val="a0"/>
    <w:link w:val="51"/>
    <w:rsid w:val="00495878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afff">
    <w:name w:val="Основной текст + Курсив"/>
    <w:basedOn w:val="affe"/>
    <w:rsid w:val="00495878"/>
    <w:rPr>
      <w:rFonts w:ascii="Times New Roman" w:eastAsia="Times New Roman" w:hAnsi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51">
    <w:name w:val="Основной текст5"/>
    <w:basedOn w:val="a"/>
    <w:link w:val="affe"/>
    <w:rsid w:val="00495878"/>
    <w:pPr>
      <w:widowControl w:val="0"/>
      <w:shd w:val="clear" w:color="auto" w:fill="FFFFFF"/>
      <w:spacing w:after="240" w:line="288" w:lineRule="exact"/>
      <w:ind w:hanging="820"/>
    </w:pPr>
    <w:rPr>
      <w:sz w:val="26"/>
      <w:szCs w:val="26"/>
    </w:rPr>
  </w:style>
  <w:style w:type="paragraph" w:styleId="afff0">
    <w:name w:val="Revision"/>
    <w:hidden/>
    <w:uiPriority w:val="99"/>
    <w:semiHidden/>
    <w:rsid w:val="00182CDA"/>
    <w:rPr>
      <w:rFonts w:ascii="Times New Roman" w:eastAsia="Times New Roman" w:hAnsi="Times New Roman"/>
    </w:rPr>
  </w:style>
  <w:style w:type="paragraph" w:customStyle="1" w:styleId="TableContents">
    <w:name w:val="Table Contents"/>
    <w:basedOn w:val="Standard"/>
    <w:rsid w:val="007743F1"/>
    <w:pPr>
      <w:suppressLineNumbers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Bodytext212pt">
    <w:name w:val="Body text (2) + 12 pt"/>
    <w:rsid w:val="007743F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subscript"/>
      <w:lang w:val="ru-RU" w:eastAsia="ru-RU" w:bidi="ru-RU"/>
    </w:rPr>
  </w:style>
  <w:style w:type="numbering" w:customStyle="1" w:styleId="WWNum1">
    <w:name w:val="WWNum1"/>
    <w:basedOn w:val="a2"/>
    <w:rsid w:val="007743F1"/>
    <w:pPr>
      <w:numPr>
        <w:numId w:val="6"/>
      </w:numPr>
    </w:pPr>
  </w:style>
  <w:style w:type="paragraph" w:customStyle="1" w:styleId="xl64">
    <w:name w:val="xl64"/>
    <w:basedOn w:val="a"/>
    <w:rsid w:val="00C84499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paragraph" w:customStyle="1" w:styleId="xl65">
    <w:name w:val="xl65"/>
    <w:basedOn w:val="a"/>
    <w:rsid w:val="00C84499"/>
    <w:pPr>
      <w:spacing w:before="100" w:beforeAutospacing="1" w:after="100" w:afterAutospacing="1"/>
    </w:pPr>
    <w:rPr>
      <w:rFonts w:ascii="Calibri" w:hAnsi="Calibri"/>
      <w:b/>
      <w:bCs/>
      <w:sz w:val="24"/>
      <w:szCs w:val="24"/>
    </w:rPr>
  </w:style>
  <w:style w:type="paragraph" w:customStyle="1" w:styleId="xl66">
    <w:name w:val="xl66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68">
    <w:name w:val="xl68"/>
    <w:basedOn w:val="a"/>
    <w:rsid w:val="00C84499"/>
    <w:pPr>
      <w:spacing w:before="100" w:beforeAutospacing="1" w:after="100" w:afterAutospacing="1"/>
    </w:pPr>
    <w:rPr>
      <w:rFonts w:ascii="Calibri" w:hAnsi="Calibri"/>
      <w:color w:val="FF0000"/>
      <w:sz w:val="24"/>
      <w:szCs w:val="24"/>
    </w:rPr>
  </w:style>
  <w:style w:type="paragraph" w:customStyle="1" w:styleId="xl69">
    <w:name w:val="xl69"/>
    <w:basedOn w:val="a"/>
    <w:rsid w:val="00C84499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paragraph" w:customStyle="1" w:styleId="xl70">
    <w:name w:val="xl70"/>
    <w:basedOn w:val="a"/>
    <w:rsid w:val="00C84499"/>
    <w:pPr>
      <w:spacing w:before="100" w:beforeAutospacing="1" w:after="100" w:afterAutospacing="1"/>
    </w:pPr>
    <w:rPr>
      <w:rFonts w:ascii="Calibri" w:hAnsi="Calibri"/>
      <w:b/>
      <w:bCs/>
      <w:sz w:val="24"/>
      <w:szCs w:val="24"/>
    </w:rPr>
  </w:style>
  <w:style w:type="paragraph" w:customStyle="1" w:styleId="xl71">
    <w:name w:val="xl71"/>
    <w:basedOn w:val="a"/>
    <w:rsid w:val="00C84499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paragraph" w:customStyle="1" w:styleId="xl72">
    <w:name w:val="xl72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4">
    <w:name w:val="xl74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5">
    <w:name w:val="xl75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6">
    <w:name w:val="xl76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7">
    <w:name w:val="xl77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80">
    <w:name w:val="xl80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1">
    <w:name w:val="xl81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3">
    <w:name w:val="xl83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87">
    <w:name w:val="xl87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88">
    <w:name w:val="xl88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89">
    <w:name w:val="xl89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90">
    <w:name w:val="xl90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91">
    <w:name w:val="xl91"/>
    <w:basedOn w:val="a"/>
    <w:rsid w:val="00C84499"/>
    <w:pPr>
      <w:spacing w:before="100" w:beforeAutospacing="1" w:after="100" w:afterAutospacing="1"/>
    </w:pPr>
    <w:rPr>
      <w:rFonts w:ascii="Calibri" w:hAnsi="Calibri"/>
      <w:i/>
      <w:iCs/>
      <w:sz w:val="24"/>
      <w:szCs w:val="24"/>
    </w:rPr>
  </w:style>
  <w:style w:type="paragraph" w:customStyle="1" w:styleId="xl92">
    <w:name w:val="xl92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93">
    <w:name w:val="xl93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94">
    <w:name w:val="xl94"/>
    <w:basedOn w:val="a"/>
    <w:rsid w:val="00C84499"/>
    <w:pPr>
      <w:spacing w:before="100" w:beforeAutospacing="1" w:after="100" w:afterAutospacing="1"/>
    </w:pPr>
    <w:rPr>
      <w:rFonts w:ascii="Calibri" w:hAnsi="Calibri"/>
      <w:b/>
      <w:bCs/>
      <w:i/>
      <w:iCs/>
      <w:sz w:val="24"/>
      <w:szCs w:val="24"/>
    </w:rPr>
  </w:style>
  <w:style w:type="paragraph" w:customStyle="1" w:styleId="xl95">
    <w:name w:val="xl95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96">
    <w:name w:val="xl96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97">
    <w:name w:val="xl97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a"/>
    <w:rsid w:val="00C844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9">
    <w:name w:val="xl99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00">
    <w:name w:val="xl100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01">
    <w:name w:val="xl101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02">
    <w:name w:val="xl102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03">
    <w:name w:val="xl103"/>
    <w:basedOn w:val="a"/>
    <w:rsid w:val="00C84499"/>
    <w:pPr>
      <w:spacing w:before="100" w:beforeAutospacing="1" w:after="100" w:afterAutospacing="1"/>
    </w:pPr>
    <w:rPr>
      <w:rFonts w:ascii="Calibri" w:hAnsi="Calibri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5">
    <w:name w:val="xl105"/>
    <w:basedOn w:val="a"/>
    <w:rsid w:val="00C844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6">
    <w:name w:val="xl106"/>
    <w:basedOn w:val="a"/>
    <w:rsid w:val="00C844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07">
    <w:name w:val="xl107"/>
    <w:basedOn w:val="a"/>
    <w:rsid w:val="00C844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08">
    <w:name w:val="xl108"/>
    <w:basedOn w:val="a"/>
    <w:rsid w:val="00C844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09">
    <w:name w:val="xl109"/>
    <w:basedOn w:val="a"/>
    <w:rsid w:val="00C8449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110">
    <w:name w:val="xl110"/>
    <w:basedOn w:val="a"/>
    <w:rsid w:val="00C844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C84499"/>
    <w:pPr>
      <w:spacing w:before="100" w:beforeAutospacing="1" w:after="100" w:afterAutospacing="1"/>
    </w:pPr>
    <w:rPr>
      <w:rFonts w:ascii="Calibri" w:hAnsi="Calibri"/>
      <w:sz w:val="28"/>
      <w:szCs w:val="28"/>
    </w:rPr>
  </w:style>
  <w:style w:type="paragraph" w:customStyle="1" w:styleId="xl112">
    <w:name w:val="xl112"/>
    <w:basedOn w:val="a"/>
    <w:rsid w:val="00C844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C844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115">
    <w:name w:val="xl115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116">
    <w:name w:val="xl116"/>
    <w:basedOn w:val="a"/>
    <w:rsid w:val="00C84499"/>
    <w:pPr>
      <w:spacing w:before="100" w:beforeAutospacing="1" w:after="100" w:afterAutospacing="1"/>
    </w:pPr>
    <w:rPr>
      <w:rFonts w:ascii="Calibri" w:hAnsi="Calibri"/>
      <w:i/>
      <w:iCs/>
      <w:sz w:val="28"/>
      <w:szCs w:val="28"/>
    </w:rPr>
  </w:style>
  <w:style w:type="paragraph" w:customStyle="1" w:styleId="xl117">
    <w:name w:val="xl117"/>
    <w:basedOn w:val="a"/>
    <w:rsid w:val="00C844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8">
    <w:name w:val="xl118"/>
    <w:basedOn w:val="a"/>
    <w:rsid w:val="00C844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9">
    <w:name w:val="xl119"/>
    <w:basedOn w:val="a"/>
    <w:rsid w:val="00C844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20">
    <w:name w:val="xl120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21">
    <w:name w:val="xl121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8"/>
      <w:szCs w:val="28"/>
    </w:rPr>
  </w:style>
  <w:style w:type="paragraph" w:customStyle="1" w:styleId="xl122">
    <w:name w:val="xl122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8"/>
      <w:szCs w:val="28"/>
    </w:rPr>
  </w:style>
  <w:style w:type="paragraph" w:customStyle="1" w:styleId="xl123">
    <w:name w:val="xl123"/>
    <w:basedOn w:val="a"/>
    <w:rsid w:val="00C844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24">
    <w:name w:val="xl124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125">
    <w:name w:val="xl125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126">
    <w:name w:val="xl126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127">
    <w:name w:val="xl127"/>
    <w:basedOn w:val="a"/>
    <w:rsid w:val="00C84499"/>
    <w:pPr>
      <w:spacing w:before="100" w:beforeAutospacing="1" w:after="100" w:afterAutospacing="1"/>
    </w:pPr>
    <w:rPr>
      <w:rFonts w:ascii="Calibri" w:hAnsi="Calibri"/>
      <w:sz w:val="26"/>
      <w:szCs w:val="26"/>
    </w:rPr>
  </w:style>
  <w:style w:type="paragraph" w:customStyle="1" w:styleId="xl128">
    <w:name w:val="xl128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6"/>
      <w:szCs w:val="26"/>
    </w:rPr>
  </w:style>
  <w:style w:type="paragraph" w:customStyle="1" w:styleId="xl129">
    <w:name w:val="xl129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6"/>
      <w:szCs w:val="26"/>
    </w:rPr>
  </w:style>
  <w:style w:type="paragraph" w:customStyle="1" w:styleId="xl130">
    <w:name w:val="xl130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6"/>
      <w:szCs w:val="26"/>
    </w:rPr>
  </w:style>
  <w:style w:type="paragraph" w:customStyle="1" w:styleId="xl131">
    <w:name w:val="xl131"/>
    <w:basedOn w:val="a"/>
    <w:rsid w:val="00C84499"/>
    <w:pPr>
      <w:spacing w:before="100" w:beforeAutospacing="1" w:after="100" w:afterAutospacing="1"/>
    </w:pPr>
    <w:rPr>
      <w:rFonts w:ascii="Calibri" w:hAnsi="Calibri"/>
      <w:i/>
      <w:iCs/>
      <w:sz w:val="26"/>
      <w:szCs w:val="26"/>
    </w:rPr>
  </w:style>
  <w:style w:type="paragraph" w:customStyle="1" w:styleId="xl132">
    <w:name w:val="xl132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133">
    <w:name w:val="xl133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35">
    <w:name w:val="xl135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136">
    <w:name w:val="xl136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37">
    <w:name w:val="xl137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26"/>
      <w:szCs w:val="26"/>
    </w:rPr>
  </w:style>
  <w:style w:type="paragraph" w:customStyle="1" w:styleId="xl138">
    <w:name w:val="xl138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139">
    <w:name w:val="xl139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0">
    <w:name w:val="xl140"/>
    <w:basedOn w:val="a"/>
    <w:rsid w:val="00C844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C844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2">
    <w:name w:val="xl142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28"/>
      <w:szCs w:val="28"/>
    </w:rPr>
  </w:style>
  <w:style w:type="paragraph" w:customStyle="1" w:styleId="xl143">
    <w:name w:val="xl143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8"/>
      <w:szCs w:val="28"/>
    </w:rPr>
  </w:style>
  <w:style w:type="paragraph" w:customStyle="1" w:styleId="xl144">
    <w:name w:val="xl144"/>
    <w:basedOn w:val="a"/>
    <w:rsid w:val="00C844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45">
    <w:name w:val="xl145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46">
    <w:name w:val="xl146"/>
    <w:basedOn w:val="a"/>
    <w:rsid w:val="00C844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47">
    <w:name w:val="xl147"/>
    <w:basedOn w:val="a"/>
    <w:rsid w:val="00C844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C844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9">
    <w:name w:val="xl149"/>
    <w:basedOn w:val="a"/>
    <w:rsid w:val="00C8449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"/>
    <w:rsid w:val="00C8449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character" w:styleId="afff1">
    <w:name w:val="FollowedHyperlink"/>
    <w:basedOn w:val="a0"/>
    <w:uiPriority w:val="99"/>
    <w:semiHidden/>
    <w:unhideWhenUsed/>
    <w:rsid w:val="003967C3"/>
    <w:rPr>
      <w:color w:val="800080"/>
      <w:u w:val="single"/>
    </w:rPr>
  </w:style>
  <w:style w:type="paragraph" w:customStyle="1" w:styleId="font5">
    <w:name w:val="font5"/>
    <w:basedOn w:val="a"/>
    <w:rsid w:val="003967C3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6">
    <w:name w:val="font6"/>
    <w:basedOn w:val="a"/>
    <w:rsid w:val="003967C3"/>
    <w:pPr>
      <w:spacing w:before="100" w:beforeAutospacing="1" w:after="100" w:afterAutospacing="1"/>
    </w:pPr>
    <w:rPr>
      <w:rFonts w:ascii="Calibri" w:hAnsi="Calibri"/>
      <w:b/>
      <w:bCs/>
      <w:color w:val="000000"/>
    </w:rPr>
  </w:style>
  <w:style w:type="character" w:customStyle="1" w:styleId="aa">
    <w:name w:val="Основной текст Знак"/>
    <w:basedOn w:val="a0"/>
    <w:link w:val="a9"/>
    <w:rsid w:val="00485B27"/>
    <w:rPr>
      <w:rFonts w:ascii="Times New Roman" w:eastAsia="Times New Roman" w:hAnsi="Times New Roman"/>
      <w:sz w:val="18"/>
    </w:rPr>
  </w:style>
  <w:style w:type="character" w:customStyle="1" w:styleId="ad">
    <w:name w:val="Схема документа Знак"/>
    <w:basedOn w:val="a0"/>
    <w:link w:val="ac"/>
    <w:rsid w:val="00485B27"/>
    <w:rPr>
      <w:rFonts w:ascii="Tahoma" w:eastAsia="Times New Roman" w:hAnsi="Tahoma" w:cs="Tahoma"/>
      <w:shd w:val="clear" w:color="auto" w:fill="000080"/>
    </w:rPr>
  </w:style>
  <w:style w:type="character" w:customStyle="1" w:styleId="20">
    <w:name w:val="Заголовок 2 Знак"/>
    <w:basedOn w:val="a0"/>
    <w:link w:val="2"/>
    <w:rsid w:val="00EB6957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aliases w:val="EIA H4 Знак,- 1.1.1.1 Знак,Map Title Знак"/>
    <w:basedOn w:val="a0"/>
    <w:link w:val="4"/>
    <w:rsid w:val="00EB6957"/>
    <w:rPr>
      <w:rFonts w:ascii="Times New Roman" w:eastAsia="Times New Roman" w:hAnsi="Times New Roman"/>
      <w:b/>
      <w:sz w:val="28"/>
    </w:rPr>
  </w:style>
  <w:style w:type="character" w:customStyle="1" w:styleId="50">
    <w:name w:val="Заголовок 5 Знак"/>
    <w:basedOn w:val="a0"/>
    <w:link w:val="5"/>
    <w:rsid w:val="00EB6957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basedOn w:val="a0"/>
    <w:link w:val="6"/>
    <w:rsid w:val="00EB6957"/>
    <w:rPr>
      <w:rFonts w:ascii="Times New Roman" w:eastAsia="Times New Roman" w:hAnsi="Times New Roman"/>
      <w:sz w:val="28"/>
    </w:rPr>
  </w:style>
  <w:style w:type="character" w:customStyle="1" w:styleId="70">
    <w:name w:val="Заголовок 7 Знак"/>
    <w:basedOn w:val="a0"/>
    <w:link w:val="7"/>
    <w:rsid w:val="00EB6957"/>
    <w:rPr>
      <w:rFonts w:ascii="Times New Roman" w:eastAsia="Times New Roman" w:hAnsi="Times New Roman"/>
      <w:b/>
      <w:sz w:val="28"/>
      <w:u w:val="single"/>
    </w:rPr>
  </w:style>
  <w:style w:type="character" w:customStyle="1" w:styleId="80">
    <w:name w:val="Заголовок 8 Знак"/>
    <w:basedOn w:val="a0"/>
    <w:link w:val="8"/>
    <w:rsid w:val="00EB6957"/>
    <w:rPr>
      <w:rFonts w:ascii="Times New Roman" w:eastAsia="Times New Roman" w:hAnsi="Times New Roman"/>
      <w:u w:val="single"/>
    </w:rPr>
  </w:style>
  <w:style w:type="character" w:customStyle="1" w:styleId="90">
    <w:name w:val="Заголовок 9 Знак"/>
    <w:basedOn w:val="a0"/>
    <w:link w:val="9"/>
    <w:rsid w:val="00EB6957"/>
    <w:rPr>
      <w:rFonts w:ascii="Times New Roman" w:eastAsia="Times New Roman" w:hAnsi="Times New Roman"/>
      <w:b/>
    </w:rPr>
  </w:style>
  <w:style w:type="character" w:customStyle="1" w:styleId="a8">
    <w:name w:val="Нижний колонтитул Знак"/>
    <w:basedOn w:val="a0"/>
    <w:link w:val="a7"/>
    <w:rsid w:val="00EB6957"/>
    <w:rPr>
      <w:rFonts w:ascii="Times New Roman" w:eastAsia="Times New Roman" w:hAnsi="Times New Roman"/>
    </w:rPr>
  </w:style>
  <w:style w:type="character" w:customStyle="1" w:styleId="22">
    <w:name w:val="Основной текст 2 Знак"/>
    <w:basedOn w:val="a0"/>
    <w:link w:val="21"/>
    <w:rsid w:val="00EB6957"/>
    <w:rPr>
      <w:rFonts w:ascii="Times New Roman" w:eastAsia="Times New Roman" w:hAnsi="Times New Roman"/>
      <w:sz w:val="28"/>
    </w:rPr>
  </w:style>
  <w:style w:type="character" w:customStyle="1" w:styleId="32">
    <w:name w:val="Основной текст 3 Знак"/>
    <w:basedOn w:val="a0"/>
    <w:link w:val="31"/>
    <w:rsid w:val="00EB6957"/>
    <w:rPr>
      <w:rFonts w:ascii="Times New Roman" w:eastAsia="Times New Roman" w:hAnsi="Times New Roman"/>
      <w:spacing w:val="-18"/>
    </w:rPr>
  </w:style>
  <w:style w:type="character" w:customStyle="1" w:styleId="af">
    <w:name w:val="Основной текст с отступом Знак"/>
    <w:basedOn w:val="a0"/>
    <w:link w:val="ae"/>
    <w:rsid w:val="00EB6957"/>
    <w:rPr>
      <w:rFonts w:ascii="Times New Roman" w:eastAsia="Times New Roman" w:hAnsi="Times New Roman"/>
    </w:rPr>
  </w:style>
  <w:style w:type="character" w:customStyle="1" w:styleId="34">
    <w:name w:val="Основной текст с отступом 3 Знак"/>
    <w:basedOn w:val="a0"/>
    <w:link w:val="33"/>
    <w:rsid w:val="00EB6957"/>
    <w:rPr>
      <w:rFonts w:ascii="Times New Roman" w:eastAsia="Times New Roman" w:hAnsi="Times New Roman"/>
      <w:sz w:val="16"/>
      <w:szCs w:val="16"/>
    </w:rPr>
  </w:style>
  <w:style w:type="character" w:customStyle="1" w:styleId="24">
    <w:name w:val="Основной текст с отступом 2 Знак"/>
    <w:basedOn w:val="a0"/>
    <w:link w:val="23"/>
    <w:rsid w:val="00EB6957"/>
    <w:rPr>
      <w:rFonts w:ascii="Times New Roman" w:eastAsia="Times New Roman" w:hAnsi="Times New Roman"/>
    </w:rPr>
  </w:style>
  <w:style w:type="paragraph" w:customStyle="1" w:styleId="xl151">
    <w:name w:val="xl151"/>
    <w:basedOn w:val="a"/>
    <w:rsid w:val="0082750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2">
    <w:name w:val="xl152"/>
    <w:basedOn w:val="a"/>
    <w:rsid w:val="0082750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3">
    <w:name w:val="xl153"/>
    <w:basedOn w:val="a"/>
    <w:rsid w:val="0082750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4">
    <w:name w:val="xl154"/>
    <w:basedOn w:val="a"/>
    <w:rsid w:val="0082750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5">
    <w:name w:val="xl155"/>
    <w:basedOn w:val="a"/>
    <w:rsid w:val="0082750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6">
    <w:name w:val="xl156"/>
    <w:basedOn w:val="a"/>
    <w:rsid w:val="00827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157">
    <w:name w:val="xl157"/>
    <w:basedOn w:val="a"/>
    <w:rsid w:val="0082750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8">
    <w:name w:val="xl158"/>
    <w:basedOn w:val="a"/>
    <w:rsid w:val="00827502"/>
    <w:pPr>
      <w:spacing w:before="100" w:beforeAutospacing="1" w:after="100" w:afterAutospacing="1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159">
    <w:name w:val="xl159"/>
    <w:basedOn w:val="a"/>
    <w:rsid w:val="0082750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4"/>
      <w:szCs w:val="24"/>
    </w:rPr>
  </w:style>
  <w:style w:type="paragraph" w:customStyle="1" w:styleId="xl160">
    <w:name w:val="xl160"/>
    <w:basedOn w:val="a"/>
    <w:rsid w:val="0082750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61">
    <w:name w:val="xl161"/>
    <w:basedOn w:val="a"/>
    <w:rsid w:val="0082750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62">
    <w:name w:val="xl162"/>
    <w:basedOn w:val="a"/>
    <w:rsid w:val="00827502"/>
    <w:pPr>
      <w:spacing w:before="100" w:beforeAutospacing="1" w:after="100" w:afterAutospacing="1"/>
      <w:textAlignment w:val="center"/>
    </w:pPr>
    <w:rPr>
      <w:rFonts w:ascii="Calibri" w:hAnsi="Calibri"/>
      <w:sz w:val="24"/>
      <w:szCs w:val="24"/>
    </w:rPr>
  </w:style>
  <w:style w:type="paragraph" w:customStyle="1" w:styleId="xl163">
    <w:name w:val="xl163"/>
    <w:basedOn w:val="a"/>
    <w:rsid w:val="00827502"/>
    <w:pPr>
      <w:spacing w:before="100" w:beforeAutospacing="1" w:after="100" w:afterAutospacing="1"/>
      <w:textAlignment w:val="center"/>
    </w:pPr>
    <w:rPr>
      <w:rFonts w:ascii="Calibri" w:hAnsi="Calibri"/>
      <w:i/>
      <w:iCs/>
      <w:sz w:val="24"/>
      <w:szCs w:val="24"/>
    </w:rPr>
  </w:style>
  <w:style w:type="paragraph" w:customStyle="1" w:styleId="xl164">
    <w:name w:val="xl164"/>
    <w:basedOn w:val="a"/>
    <w:rsid w:val="0082750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5">
    <w:name w:val="xl165"/>
    <w:basedOn w:val="a"/>
    <w:rsid w:val="0082750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66">
    <w:name w:val="xl166"/>
    <w:basedOn w:val="a"/>
    <w:rsid w:val="00827502"/>
    <w:pPr>
      <w:spacing w:before="100" w:beforeAutospacing="1" w:after="100" w:afterAutospacing="1"/>
      <w:textAlignment w:val="center"/>
    </w:pPr>
    <w:rPr>
      <w:rFonts w:ascii="Calibri" w:hAnsi="Calibri"/>
      <w:b/>
      <w:bCs/>
      <w:i/>
      <w:iCs/>
      <w:sz w:val="24"/>
      <w:szCs w:val="24"/>
    </w:rPr>
  </w:style>
  <w:style w:type="paragraph" w:customStyle="1" w:styleId="xl167">
    <w:name w:val="xl167"/>
    <w:basedOn w:val="a"/>
    <w:rsid w:val="0082750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8">
    <w:name w:val="xl168"/>
    <w:basedOn w:val="a"/>
    <w:rsid w:val="0082750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69">
    <w:name w:val="xl169"/>
    <w:basedOn w:val="a"/>
    <w:rsid w:val="0082750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70">
    <w:name w:val="xl170"/>
    <w:basedOn w:val="a"/>
    <w:rsid w:val="00827502"/>
    <w:pPr>
      <w:spacing w:before="100" w:beforeAutospacing="1" w:after="100" w:afterAutospacing="1"/>
      <w:textAlignment w:val="center"/>
    </w:pPr>
    <w:rPr>
      <w:rFonts w:ascii="Calibri" w:hAnsi="Calibri"/>
      <w:sz w:val="26"/>
      <w:szCs w:val="26"/>
    </w:rPr>
  </w:style>
  <w:style w:type="paragraph" w:customStyle="1" w:styleId="xl171">
    <w:name w:val="xl171"/>
    <w:basedOn w:val="a"/>
    <w:rsid w:val="0082750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172">
    <w:name w:val="xl172"/>
    <w:basedOn w:val="a"/>
    <w:rsid w:val="00827502"/>
    <w:pPr>
      <w:spacing w:before="100" w:beforeAutospacing="1" w:after="100" w:afterAutospacing="1"/>
      <w:textAlignment w:val="center"/>
    </w:pPr>
    <w:rPr>
      <w:rFonts w:ascii="Calibri" w:hAnsi="Calibri"/>
      <w:i/>
      <w:iCs/>
      <w:sz w:val="26"/>
      <w:szCs w:val="26"/>
    </w:rPr>
  </w:style>
  <w:style w:type="paragraph" w:customStyle="1" w:styleId="xl173">
    <w:name w:val="xl173"/>
    <w:basedOn w:val="a"/>
    <w:rsid w:val="0082750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74">
    <w:name w:val="xl174"/>
    <w:basedOn w:val="a"/>
    <w:rsid w:val="00827502"/>
    <w:pPr>
      <w:spacing w:before="100" w:beforeAutospacing="1" w:after="100" w:afterAutospacing="1"/>
      <w:textAlignment w:val="center"/>
    </w:pPr>
    <w:rPr>
      <w:rFonts w:ascii="Calibri" w:hAnsi="Calibri"/>
      <w:sz w:val="24"/>
      <w:szCs w:val="24"/>
    </w:rPr>
  </w:style>
  <w:style w:type="paragraph" w:customStyle="1" w:styleId="xl175">
    <w:name w:val="xl175"/>
    <w:basedOn w:val="a"/>
    <w:rsid w:val="00827502"/>
    <w:pPr>
      <w:spacing w:before="100" w:beforeAutospacing="1" w:after="100" w:afterAutospacing="1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176">
    <w:name w:val="xl176"/>
    <w:basedOn w:val="a"/>
    <w:rsid w:val="00827502"/>
    <w:pPr>
      <w:spacing w:before="100" w:beforeAutospacing="1" w:after="100" w:afterAutospacing="1"/>
      <w:textAlignment w:val="center"/>
    </w:pPr>
    <w:rPr>
      <w:rFonts w:ascii="Calibri" w:hAnsi="Calibri"/>
      <w:color w:val="FF0000"/>
      <w:sz w:val="24"/>
      <w:szCs w:val="24"/>
    </w:rPr>
  </w:style>
  <w:style w:type="paragraph" w:customStyle="1" w:styleId="xl177">
    <w:name w:val="xl177"/>
    <w:basedOn w:val="a"/>
    <w:rsid w:val="00827502"/>
    <w:pPr>
      <w:spacing w:before="100" w:beforeAutospacing="1" w:after="100" w:afterAutospacing="1"/>
      <w:textAlignment w:val="center"/>
    </w:pPr>
    <w:rPr>
      <w:rFonts w:ascii="Calibri" w:hAnsi="Calibri"/>
      <w:sz w:val="24"/>
      <w:szCs w:val="24"/>
    </w:rPr>
  </w:style>
  <w:style w:type="paragraph" w:customStyle="1" w:styleId="xl178">
    <w:name w:val="xl178"/>
    <w:basedOn w:val="a"/>
    <w:rsid w:val="00827502"/>
    <w:pPr>
      <w:spacing w:before="100" w:beforeAutospacing="1" w:after="100" w:afterAutospacing="1"/>
      <w:textAlignment w:val="center"/>
    </w:pPr>
    <w:rPr>
      <w:rFonts w:ascii="Calibri" w:hAnsi="Calibri"/>
      <w:b/>
      <w:bCs/>
      <w:i/>
      <w:iCs/>
      <w:sz w:val="24"/>
      <w:szCs w:val="24"/>
    </w:rPr>
  </w:style>
  <w:style w:type="paragraph" w:customStyle="1" w:styleId="xl179">
    <w:name w:val="xl179"/>
    <w:basedOn w:val="a"/>
    <w:rsid w:val="0082750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80">
    <w:name w:val="xl180"/>
    <w:basedOn w:val="a"/>
    <w:rsid w:val="00827502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4"/>
      <w:szCs w:val="24"/>
    </w:rPr>
  </w:style>
  <w:style w:type="paragraph" w:customStyle="1" w:styleId="xl181">
    <w:name w:val="xl181"/>
    <w:basedOn w:val="a"/>
    <w:rsid w:val="0082750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82">
    <w:name w:val="xl182"/>
    <w:basedOn w:val="a"/>
    <w:rsid w:val="0082750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83">
    <w:name w:val="xl183"/>
    <w:basedOn w:val="a"/>
    <w:rsid w:val="00827502"/>
    <w:pPr>
      <w:spacing w:before="100" w:beforeAutospacing="1" w:after="100" w:afterAutospacing="1"/>
      <w:textAlignment w:val="center"/>
    </w:pPr>
    <w:rPr>
      <w:rFonts w:ascii="Calibri" w:hAnsi="Calibri"/>
      <w:sz w:val="28"/>
      <w:szCs w:val="28"/>
    </w:rPr>
  </w:style>
  <w:style w:type="paragraph" w:customStyle="1" w:styleId="xl184">
    <w:name w:val="xl184"/>
    <w:basedOn w:val="a"/>
    <w:rsid w:val="00827502"/>
    <w:pPr>
      <w:spacing w:before="100" w:beforeAutospacing="1" w:after="100" w:afterAutospacing="1"/>
      <w:textAlignment w:val="center"/>
    </w:pPr>
    <w:rPr>
      <w:rFonts w:ascii="Calibri" w:hAnsi="Calibri"/>
      <w:i/>
      <w:iCs/>
      <w:sz w:val="28"/>
      <w:szCs w:val="28"/>
    </w:rPr>
  </w:style>
  <w:style w:type="paragraph" w:customStyle="1" w:styleId="xl185">
    <w:name w:val="xl185"/>
    <w:basedOn w:val="a"/>
    <w:rsid w:val="00827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86">
    <w:name w:val="xl186"/>
    <w:basedOn w:val="a"/>
    <w:rsid w:val="00827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187">
    <w:name w:val="xl187"/>
    <w:basedOn w:val="a"/>
    <w:rsid w:val="0082750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88">
    <w:name w:val="xl188"/>
    <w:basedOn w:val="a"/>
    <w:rsid w:val="00827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89">
    <w:name w:val="xl189"/>
    <w:basedOn w:val="a"/>
    <w:rsid w:val="00827502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90">
    <w:name w:val="xl190"/>
    <w:basedOn w:val="a"/>
    <w:rsid w:val="00827502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91">
    <w:name w:val="xl191"/>
    <w:basedOn w:val="a"/>
    <w:rsid w:val="0082750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92">
    <w:name w:val="xl192"/>
    <w:basedOn w:val="a"/>
    <w:rsid w:val="0082750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93">
    <w:name w:val="xl193"/>
    <w:basedOn w:val="a"/>
    <w:rsid w:val="00827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94">
    <w:name w:val="xl194"/>
    <w:basedOn w:val="a"/>
    <w:rsid w:val="00827502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195">
    <w:name w:val="xl195"/>
    <w:basedOn w:val="a"/>
    <w:rsid w:val="0082750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196">
    <w:name w:val="xl196"/>
    <w:basedOn w:val="a"/>
    <w:rsid w:val="0082750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26"/>
      <w:szCs w:val="26"/>
    </w:rPr>
  </w:style>
  <w:style w:type="paragraph" w:customStyle="1" w:styleId="xl197">
    <w:name w:val="xl197"/>
    <w:basedOn w:val="a"/>
    <w:rsid w:val="00827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26"/>
      <w:szCs w:val="26"/>
    </w:rPr>
  </w:style>
  <w:style w:type="paragraph" w:customStyle="1" w:styleId="xl198">
    <w:name w:val="xl198"/>
    <w:basedOn w:val="a"/>
    <w:rsid w:val="0082750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199">
    <w:name w:val="xl199"/>
    <w:basedOn w:val="a"/>
    <w:rsid w:val="00827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00">
    <w:name w:val="xl200"/>
    <w:basedOn w:val="a"/>
    <w:rsid w:val="00827502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01">
    <w:name w:val="xl201"/>
    <w:basedOn w:val="a"/>
    <w:rsid w:val="0082750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02">
    <w:name w:val="xl202"/>
    <w:basedOn w:val="a"/>
    <w:rsid w:val="0082750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03">
    <w:name w:val="xl203"/>
    <w:basedOn w:val="a"/>
    <w:rsid w:val="00827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04">
    <w:name w:val="xl204"/>
    <w:basedOn w:val="a"/>
    <w:rsid w:val="0082750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05">
    <w:name w:val="xl205"/>
    <w:basedOn w:val="a"/>
    <w:rsid w:val="0082750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06">
    <w:name w:val="xl206"/>
    <w:basedOn w:val="a"/>
    <w:rsid w:val="0082750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07">
    <w:name w:val="xl207"/>
    <w:basedOn w:val="a"/>
    <w:rsid w:val="0082750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208">
    <w:name w:val="xl208"/>
    <w:basedOn w:val="a"/>
    <w:rsid w:val="0082750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209">
    <w:name w:val="xl209"/>
    <w:basedOn w:val="a"/>
    <w:rsid w:val="0082750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210">
    <w:name w:val="xl210"/>
    <w:basedOn w:val="a"/>
    <w:rsid w:val="00827502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11">
    <w:name w:val="xl211"/>
    <w:basedOn w:val="a"/>
    <w:rsid w:val="0082750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28"/>
      <w:szCs w:val="28"/>
    </w:rPr>
  </w:style>
  <w:style w:type="paragraph" w:customStyle="1" w:styleId="xl212">
    <w:name w:val="xl212"/>
    <w:basedOn w:val="a"/>
    <w:rsid w:val="00827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28"/>
      <w:szCs w:val="28"/>
    </w:rPr>
  </w:style>
  <w:style w:type="paragraph" w:customStyle="1" w:styleId="xl213">
    <w:name w:val="xl213"/>
    <w:basedOn w:val="a"/>
    <w:rsid w:val="0082750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8"/>
      <w:szCs w:val="28"/>
    </w:rPr>
  </w:style>
  <w:style w:type="paragraph" w:customStyle="1" w:styleId="xl214">
    <w:name w:val="xl214"/>
    <w:basedOn w:val="a"/>
    <w:rsid w:val="00827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8"/>
      <w:szCs w:val="28"/>
    </w:rPr>
  </w:style>
  <w:style w:type="paragraph" w:customStyle="1" w:styleId="xl215">
    <w:name w:val="xl215"/>
    <w:basedOn w:val="a"/>
    <w:rsid w:val="00827502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16">
    <w:name w:val="xl216"/>
    <w:basedOn w:val="a"/>
    <w:rsid w:val="0082750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17">
    <w:name w:val="xl217"/>
    <w:basedOn w:val="a"/>
    <w:rsid w:val="0082750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18">
    <w:name w:val="xl218"/>
    <w:basedOn w:val="a"/>
    <w:rsid w:val="00827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19">
    <w:name w:val="xl219"/>
    <w:basedOn w:val="a"/>
    <w:rsid w:val="00827502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20">
    <w:name w:val="xl220"/>
    <w:basedOn w:val="a"/>
    <w:rsid w:val="0082750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21">
    <w:name w:val="xl221"/>
    <w:basedOn w:val="a"/>
    <w:rsid w:val="0082750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22">
    <w:name w:val="xl222"/>
    <w:basedOn w:val="a"/>
    <w:rsid w:val="0082750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23">
    <w:name w:val="xl223"/>
    <w:basedOn w:val="a"/>
    <w:rsid w:val="0082750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24">
    <w:name w:val="xl224"/>
    <w:basedOn w:val="a"/>
    <w:rsid w:val="0082750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ymbol" w:eastAsia="Symbol" w:hAnsi="Symbol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2" w:uiPriority="39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2C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2E31D5"/>
    <w:pPr>
      <w:keepNext/>
      <w:ind w:firstLine="567"/>
      <w:jc w:val="both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2E31D5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E31D5"/>
    <w:pPr>
      <w:keepNext/>
      <w:jc w:val="center"/>
      <w:outlineLvl w:val="2"/>
    </w:pPr>
    <w:rPr>
      <w:b/>
      <w:sz w:val="18"/>
    </w:rPr>
  </w:style>
  <w:style w:type="paragraph" w:styleId="4">
    <w:name w:val="heading 4"/>
    <w:aliases w:val="EIA H4,- 1.1.1.1,Map Title"/>
    <w:basedOn w:val="a"/>
    <w:next w:val="a"/>
    <w:link w:val="40"/>
    <w:qFormat/>
    <w:rsid w:val="002E31D5"/>
    <w:pPr>
      <w:keepNext/>
      <w:tabs>
        <w:tab w:val="left" w:pos="1559"/>
      </w:tabs>
      <w:ind w:left="-14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2E31D5"/>
    <w:pPr>
      <w:keepNext/>
      <w:tabs>
        <w:tab w:val="left" w:pos="859"/>
      </w:tabs>
      <w:ind w:right="-213" w:hanging="133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2E31D5"/>
    <w:pPr>
      <w:keepNext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31D5"/>
    <w:pPr>
      <w:keepNext/>
      <w:outlineLvl w:val="6"/>
    </w:pPr>
    <w:rPr>
      <w:b/>
      <w:sz w:val="28"/>
      <w:u w:val="single"/>
    </w:rPr>
  </w:style>
  <w:style w:type="paragraph" w:styleId="8">
    <w:name w:val="heading 8"/>
    <w:basedOn w:val="a"/>
    <w:next w:val="a"/>
    <w:link w:val="80"/>
    <w:qFormat/>
    <w:rsid w:val="002E31D5"/>
    <w:pPr>
      <w:keepNext/>
      <w:jc w:val="center"/>
      <w:outlineLvl w:val="7"/>
    </w:pPr>
    <w:rPr>
      <w:u w:val="single"/>
    </w:rPr>
  </w:style>
  <w:style w:type="paragraph" w:styleId="9">
    <w:name w:val="heading 9"/>
    <w:basedOn w:val="a"/>
    <w:next w:val="a"/>
    <w:link w:val="90"/>
    <w:qFormat/>
    <w:rsid w:val="002E31D5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E31D5"/>
    <w:rPr>
      <w:b/>
    </w:rPr>
  </w:style>
  <w:style w:type="paragraph" w:styleId="a4">
    <w:name w:val="caption"/>
    <w:basedOn w:val="a"/>
    <w:next w:val="a"/>
    <w:qFormat/>
    <w:rsid w:val="002E31D5"/>
    <w:pPr>
      <w:framePr w:w="10182" w:h="14716" w:hSpace="141" w:wrap="around" w:vAnchor="text" w:hAnchor="page" w:x="1383" w:y="362"/>
      <w:jc w:val="center"/>
    </w:pPr>
    <w:rPr>
      <w:rFonts w:ascii="Symbol" w:hAnsi="Symbol"/>
      <w:sz w:val="32"/>
    </w:rPr>
  </w:style>
  <w:style w:type="paragraph" w:styleId="a5">
    <w:name w:val="header"/>
    <w:basedOn w:val="a"/>
    <w:link w:val="a6"/>
    <w:rsid w:val="002E31D5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rsid w:val="002E31D5"/>
    <w:pPr>
      <w:tabs>
        <w:tab w:val="center" w:pos="4153"/>
        <w:tab w:val="right" w:pos="8306"/>
      </w:tabs>
    </w:pPr>
  </w:style>
  <w:style w:type="paragraph" w:styleId="a9">
    <w:name w:val="Body Text"/>
    <w:basedOn w:val="a"/>
    <w:link w:val="aa"/>
    <w:rsid w:val="002E31D5"/>
    <w:pPr>
      <w:jc w:val="center"/>
    </w:pPr>
    <w:rPr>
      <w:sz w:val="18"/>
    </w:rPr>
  </w:style>
  <w:style w:type="paragraph" w:styleId="21">
    <w:name w:val="Body Text 2"/>
    <w:basedOn w:val="a"/>
    <w:link w:val="22"/>
    <w:rsid w:val="002E31D5"/>
    <w:rPr>
      <w:sz w:val="28"/>
    </w:rPr>
  </w:style>
  <w:style w:type="character" w:styleId="ab">
    <w:name w:val="page number"/>
    <w:basedOn w:val="a0"/>
    <w:rsid w:val="002E31D5"/>
  </w:style>
  <w:style w:type="paragraph" w:styleId="ac">
    <w:name w:val="Document Map"/>
    <w:basedOn w:val="a"/>
    <w:link w:val="ad"/>
    <w:rsid w:val="00C82C9C"/>
    <w:pPr>
      <w:shd w:val="clear" w:color="auto" w:fill="000080"/>
    </w:pPr>
    <w:rPr>
      <w:rFonts w:ascii="Tahoma" w:hAnsi="Tahoma" w:cs="Tahoma"/>
    </w:rPr>
  </w:style>
  <w:style w:type="paragraph" w:styleId="31">
    <w:name w:val="Body Text 3"/>
    <w:basedOn w:val="a"/>
    <w:link w:val="32"/>
    <w:rsid w:val="002E31D5"/>
    <w:pPr>
      <w:spacing w:line="180" w:lineRule="auto"/>
      <w:jc w:val="center"/>
    </w:pPr>
    <w:rPr>
      <w:spacing w:val="-18"/>
    </w:rPr>
  </w:style>
  <w:style w:type="paragraph" w:styleId="ae">
    <w:name w:val="Body Text Indent"/>
    <w:basedOn w:val="a"/>
    <w:link w:val="af"/>
    <w:rsid w:val="002E31D5"/>
    <w:pPr>
      <w:spacing w:after="120"/>
      <w:ind w:left="283"/>
    </w:pPr>
  </w:style>
  <w:style w:type="paragraph" w:styleId="af0">
    <w:name w:val="Block Text"/>
    <w:basedOn w:val="a"/>
    <w:rsid w:val="002E31D5"/>
    <w:pPr>
      <w:tabs>
        <w:tab w:val="left" w:pos="1418"/>
      </w:tabs>
      <w:overflowPunct w:val="0"/>
      <w:autoSpaceDE w:val="0"/>
      <w:autoSpaceDN w:val="0"/>
      <w:adjustRightInd w:val="0"/>
      <w:ind w:left="-426" w:right="708"/>
      <w:textAlignment w:val="baseline"/>
    </w:pPr>
    <w:rPr>
      <w:rFonts w:ascii="Arial" w:hAnsi="Arial" w:cs="Arial"/>
      <w:sz w:val="24"/>
    </w:rPr>
  </w:style>
  <w:style w:type="paragraph" w:customStyle="1" w:styleId="100">
    <w:name w:val="Заголовок 10"/>
    <w:basedOn w:val="2"/>
    <w:rsid w:val="002E31D5"/>
    <w:rPr>
      <w:rFonts w:ascii="Arial" w:hAnsi="Arial"/>
      <w:b w:val="0"/>
      <w:sz w:val="24"/>
    </w:rPr>
  </w:style>
  <w:style w:type="paragraph" w:styleId="33">
    <w:name w:val="Body Text Indent 3"/>
    <w:basedOn w:val="a"/>
    <w:link w:val="34"/>
    <w:rsid w:val="002E31D5"/>
    <w:pPr>
      <w:spacing w:after="120"/>
      <w:ind w:left="283"/>
    </w:pPr>
    <w:rPr>
      <w:sz w:val="16"/>
      <w:szCs w:val="16"/>
    </w:rPr>
  </w:style>
  <w:style w:type="paragraph" w:styleId="23">
    <w:name w:val="Body Text Indent 2"/>
    <w:basedOn w:val="a"/>
    <w:link w:val="24"/>
    <w:rsid w:val="002E31D5"/>
    <w:pPr>
      <w:spacing w:after="120" w:line="480" w:lineRule="auto"/>
      <w:ind w:left="283"/>
    </w:pPr>
  </w:style>
  <w:style w:type="table" w:styleId="af1">
    <w:name w:val="Table Grid"/>
    <w:basedOn w:val="a1"/>
    <w:rsid w:val="009A6D2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Indent"/>
    <w:basedOn w:val="a"/>
    <w:link w:val="11"/>
    <w:rsid w:val="007C0466"/>
    <w:pPr>
      <w:ind w:firstLine="397"/>
    </w:pPr>
    <w:rPr>
      <w:rFonts w:ascii="Arial" w:hAnsi="Arial"/>
      <w:sz w:val="24"/>
    </w:rPr>
  </w:style>
  <w:style w:type="character" w:customStyle="1" w:styleId="11">
    <w:name w:val="Обычный отступ Знак1"/>
    <w:basedOn w:val="a0"/>
    <w:link w:val="af2"/>
    <w:rsid w:val="00895EED"/>
    <w:rPr>
      <w:rFonts w:ascii="Arial" w:hAnsi="Arial"/>
      <w:sz w:val="24"/>
      <w:lang w:val="ru-RU" w:eastAsia="ru-RU" w:bidi="ar-SA"/>
    </w:rPr>
  </w:style>
  <w:style w:type="character" w:customStyle="1" w:styleId="PEStyleFont3">
    <w:name w:val="PEStyleFont3"/>
    <w:basedOn w:val="a0"/>
    <w:rsid w:val="0071662F"/>
    <w:rPr>
      <w:rFonts w:ascii="Arial CYR" w:hAnsi="Arial CYR"/>
      <w:spacing w:val="0"/>
      <w:position w:val="0"/>
      <w:sz w:val="20"/>
      <w:szCs w:val="20"/>
      <w:u w:val="none"/>
    </w:rPr>
  </w:style>
  <w:style w:type="paragraph" w:styleId="af3">
    <w:name w:val="Plain Text"/>
    <w:basedOn w:val="a"/>
    <w:link w:val="af4"/>
    <w:uiPriority w:val="99"/>
    <w:rsid w:val="0071662F"/>
    <w:rPr>
      <w:rFonts w:ascii="Courier New" w:hAnsi="Courier New" w:cs="Courier New"/>
    </w:rPr>
  </w:style>
  <w:style w:type="character" w:customStyle="1" w:styleId="PEStyleFont4">
    <w:name w:val="PEStyleFont4"/>
    <w:basedOn w:val="a0"/>
    <w:rsid w:val="0071662F"/>
    <w:rPr>
      <w:rFonts w:ascii="Arial CYR" w:hAnsi="Arial CYR"/>
      <w:b/>
      <w:i/>
      <w:spacing w:val="0"/>
      <w:position w:val="0"/>
      <w:sz w:val="28"/>
      <w:szCs w:val="28"/>
      <w:u w:val="none"/>
    </w:rPr>
  </w:style>
  <w:style w:type="paragraph" w:customStyle="1" w:styleId="PEStylePara2">
    <w:name w:val="PEStylePara2"/>
    <w:basedOn w:val="a"/>
    <w:next w:val="a"/>
    <w:rsid w:val="0071662F"/>
    <w:pPr>
      <w:keepNext/>
      <w:keepLines/>
      <w:jc w:val="center"/>
    </w:pPr>
    <w:rPr>
      <w:rFonts w:ascii="Courier New" w:hAnsi="Courier New" w:cs="Courier New"/>
    </w:rPr>
  </w:style>
  <w:style w:type="character" w:customStyle="1" w:styleId="PEStyleFont6">
    <w:name w:val="PEStyleFont6"/>
    <w:basedOn w:val="a0"/>
    <w:rsid w:val="0071662F"/>
    <w:rPr>
      <w:rFonts w:ascii="Arial CYR" w:hAnsi="Arial CYR"/>
      <w:b/>
      <w:spacing w:val="0"/>
      <w:position w:val="0"/>
      <w:sz w:val="16"/>
      <w:szCs w:val="16"/>
      <w:u w:val="none"/>
    </w:rPr>
  </w:style>
  <w:style w:type="character" w:customStyle="1" w:styleId="PEStyleFont8">
    <w:name w:val="PEStyleFont8"/>
    <w:basedOn w:val="a0"/>
    <w:rsid w:val="0071662F"/>
    <w:rPr>
      <w:rFonts w:ascii="Arial CYR" w:hAnsi="Arial CYR"/>
      <w:spacing w:val="0"/>
      <w:position w:val="0"/>
      <w:sz w:val="16"/>
      <w:szCs w:val="16"/>
      <w:u w:val="none"/>
    </w:rPr>
  </w:style>
  <w:style w:type="paragraph" w:customStyle="1" w:styleId="PEStylePara1">
    <w:name w:val="PEStylePara1"/>
    <w:basedOn w:val="a"/>
    <w:next w:val="a"/>
    <w:rsid w:val="0071662F"/>
    <w:pPr>
      <w:jc w:val="both"/>
    </w:pPr>
    <w:rPr>
      <w:rFonts w:ascii="Courier New" w:hAnsi="Courier New" w:cs="Courier New"/>
    </w:rPr>
  </w:style>
  <w:style w:type="character" w:customStyle="1" w:styleId="PEStyleFont7">
    <w:name w:val="PEStyleFont7"/>
    <w:basedOn w:val="a0"/>
    <w:rsid w:val="0071662F"/>
    <w:rPr>
      <w:rFonts w:ascii="Arial CYR" w:hAnsi="Arial CYR"/>
      <w:b/>
      <w:spacing w:val="0"/>
      <w:position w:val="0"/>
      <w:sz w:val="16"/>
      <w:szCs w:val="16"/>
      <w:u w:val="none"/>
    </w:rPr>
  </w:style>
  <w:style w:type="paragraph" w:customStyle="1" w:styleId="PEStylePara0">
    <w:name w:val="PEStylePara0"/>
    <w:basedOn w:val="af3"/>
    <w:rsid w:val="0071662F"/>
    <w:pPr>
      <w:keepNext/>
      <w:keepLines/>
      <w:jc w:val="center"/>
    </w:pPr>
  </w:style>
  <w:style w:type="character" w:customStyle="1" w:styleId="af5">
    <w:name w:val="Обычный отступ Знак"/>
    <w:basedOn w:val="a0"/>
    <w:rsid w:val="00CF0657"/>
    <w:rPr>
      <w:rFonts w:ascii="Arial" w:hAnsi="Arial"/>
      <w:sz w:val="24"/>
      <w:lang w:val="ru-RU" w:eastAsia="ru-RU" w:bidi="ar-SA"/>
    </w:rPr>
  </w:style>
  <w:style w:type="character" w:customStyle="1" w:styleId="af6">
    <w:name w:val="Знак Знак"/>
    <w:basedOn w:val="a0"/>
    <w:locked/>
    <w:rsid w:val="00844F6B"/>
    <w:rPr>
      <w:rFonts w:ascii="Arial" w:hAnsi="Arial" w:cs="Arial"/>
      <w:sz w:val="24"/>
      <w:lang w:val="ru-RU" w:eastAsia="ru-RU" w:bidi="ar-SA"/>
    </w:rPr>
  </w:style>
  <w:style w:type="paragraph" w:customStyle="1" w:styleId="Standard">
    <w:name w:val="Standard"/>
    <w:rsid w:val="00A857BB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41">
    <w:name w:val="Заголовок 41"/>
    <w:basedOn w:val="Standard"/>
    <w:next w:val="Standard"/>
    <w:rsid w:val="00A857BB"/>
    <w:pPr>
      <w:keepNext/>
      <w:jc w:val="center"/>
      <w:outlineLvl w:val="3"/>
    </w:pPr>
    <w:rPr>
      <w:sz w:val="22"/>
      <w:szCs w:val="20"/>
      <w:u w:val="single"/>
    </w:rPr>
  </w:style>
  <w:style w:type="paragraph" w:customStyle="1" w:styleId="310">
    <w:name w:val="Заголовок 31"/>
    <w:basedOn w:val="Standard"/>
    <w:next w:val="Standard"/>
    <w:rsid w:val="00D92FEB"/>
    <w:pPr>
      <w:keepNext/>
      <w:ind w:left="288"/>
      <w:outlineLvl w:val="2"/>
    </w:pPr>
    <w:rPr>
      <w:szCs w:val="20"/>
    </w:rPr>
  </w:style>
  <w:style w:type="character" w:customStyle="1" w:styleId="WW8Num2z0">
    <w:name w:val="WW8Num2z0"/>
    <w:rsid w:val="00E7590D"/>
    <w:rPr>
      <w:rFonts w:cs="Arial"/>
    </w:rPr>
  </w:style>
  <w:style w:type="character" w:customStyle="1" w:styleId="12">
    <w:name w:val="Основной шрифт абзаца1"/>
    <w:rsid w:val="00E7590D"/>
  </w:style>
  <w:style w:type="character" w:customStyle="1" w:styleId="af7">
    <w:name w:val="Маркеры списка"/>
    <w:rsid w:val="00E7590D"/>
    <w:rPr>
      <w:rFonts w:ascii="StarSymbol" w:eastAsia="StarSymbol" w:hAnsi="StarSymbol" w:cs="StarSymbol"/>
      <w:sz w:val="18"/>
      <w:szCs w:val="18"/>
    </w:rPr>
  </w:style>
  <w:style w:type="character" w:customStyle="1" w:styleId="af8">
    <w:name w:val="Символ нумерации"/>
    <w:rsid w:val="00E7590D"/>
  </w:style>
  <w:style w:type="paragraph" w:customStyle="1" w:styleId="af9">
    <w:name w:val="Заголовок"/>
    <w:basedOn w:val="a"/>
    <w:next w:val="a9"/>
    <w:rsid w:val="00E7590D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a">
    <w:name w:val="List"/>
    <w:basedOn w:val="a9"/>
    <w:rsid w:val="00E7590D"/>
    <w:rPr>
      <w:rFonts w:cs="Tahoma"/>
      <w:lang w:eastAsia="ar-SA"/>
    </w:rPr>
  </w:style>
  <w:style w:type="paragraph" w:customStyle="1" w:styleId="13">
    <w:name w:val="Название1"/>
    <w:basedOn w:val="a"/>
    <w:rsid w:val="00E7590D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E7590D"/>
    <w:pPr>
      <w:suppressLineNumbers/>
    </w:pPr>
    <w:rPr>
      <w:rFonts w:cs="Tahoma"/>
      <w:lang w:eastAsia="ar-SA"/>
    </w:rPr>
  </w:style>
  <w:style w:type="paragraph" w:customStyle="1" w:styleId="15">
    <w:name w:val="Название объекта1"/>
    <w:basedOn w:val="a"/>
    <w:next w:val="a"/>
    <w:rsid w:val="00E7590D"/>
    <w:pPr>
      <w:jc w:val="center"/>
    </w:pPr>
    <w:rPr>
      <w:rFonts w:ascii="Symbol" w:hAnsi="Symbol" w:cs="Symbol"/>
      <w:sz w:val="32"/>
      <w:lang w:eastAsia="ar-SA"/>
    </w:rPr>
  </w:style>
  <w:style w:type="paragraph" w:customStyle="1" w:styleId="210">
    <w:name w:val="Основной текст 21"/>
    <w:basedOn w:val="a"/>
    <w:rsid w:val="00E7590D"/>
    <w:rPr>
      <w:rFonts w:cs="Symbol"/>
      <w:sz w:val="28"/>
      <w:lang w:eastAsia="ar-SA"/>
    </w:rPr>
  </w:style>
  <w:style w:type="paragraph" w:customStyle="1" w:styleId="16">
    <w:name w:val="Схема документа1"/>
    <w:basedOn w:val="a"/>
    <w:rsid w:val="00E7590D"/>
    <w:pPr>
      <w:shd w:val="clear" w:color="auto" w:fill="000080"/>
    </w:pPr>
    <w:rPr>
      <w:rFonts w:ascii="Tahoma" w:hAnsi="Tahoma" w:cs="Tahoma"/>
      <w:lang w:eastAsia="ar-SA"/>
    </w:rPr>
  </w:style>
  <w:style w:type="paragraph" w:customStyle="1" w:styleId="311">
    <w:name w:val="Основной текст 31"/>
    <w:basedOn w:val="a"/>
    <w:rsid w:val="00E7590D"/>
    <w:pPr>
      <w:spacing w:line="180" w:lineRule="auto"/>
      <w:jc w:val="center"/>
    </w:pPr>
    <w:rPr>
      <w:rFonts w:cs="Symbol"/>
      <w:spacing w:val="-18"/>
      <w:lang w:eastAsia="ar-SA"/>
    </w:rPr>
  </w:style>
  <w:style w:type="paragraph" w:customStyle="1" w:styleId="17">
    <w:name w:val="Цитата1"/>
    <w:basedOn w:val="a"/>
    <w:rsid w:val="00E7590D"/>
    <w:pPr>
      <w:tabs>
        <w:tab w:val="left" w:pos="1418"/>
      </w:tabs>
      <w:overflowPunct w:val="0"/>
      <w:autoSpaceDE w:val="0"/>
      <w:ind w:left="-426" w:right="708"/>
      <w:textAlignment w:val="baseline"/>
    </w:pPr>
    <w:rPr>
      <w:rFonts w:ascii="Arial" w:hAnsi="Arial" w:cs="Arial"/>
      <w:sz w:val="24"/>
      <w:lang w:eastAsia="ar-SA"/>
    </w:rPr>
  </w:style>
  <w:style w:type="paragraph" w:customStyle="1" w:styleId="312">
    <w:name w:val="Основной текст с отступом 31"/>
    <w:basedOn w:val="a"/>
    <w:rsid w:val="00E7590D"/>
    <w:pPr>
      <w:spacing w:after="120"/>
      <w:ind w:left="283"/>
    </w:pPr>
    <w:rPr>
      <w:rFonts w:cs="Symbol"/>
      <w:sz w:val="16"/>
      <w:szCs w:val="16"/>
      <w:lang w:eastAsia="ar-SA"/>
    </w:rPr>
  </w:style>
  <w:style w:type="paragraph" w:customStyle="1" w:styleId="211">
    <w:name w:val="Основной текст с отступом 21"/>
    <w:basedOn w:val="a"/>
    <w:rsid w:val="00E7590D"/>
    <w:pPr>
      <w:spacing w:after="120" w:line="480" w:lineRule="auto"/>
      <w:ind w:left="283"/>
    </w:pPr>
    <w:rPr>
      <w:rFonts w:cs="Symbol"/>
      <w:lang w:eastAsia="ar-SA"/>
    </w:rPr>
  </w:style>
  <w:style w:type="paragraph" w:customStyle="1" w:styleId="18">
    <w:name w:val="Обычный отступ1"/>
    <w:basedOn w:val="a"/>
    <w:rsid w:val="00E7590D"/>
    <w:pPr>
      <w:ind w:firstLine="397"/>
    </w:pPr>
    <w:rPr>
      <w:rFonts w:ascii="Arial" w:hAnsi="Arial" w:cs="Symbol"/>
      <w:sz w:val="24"/>
      <w:lang w:eastAsia="ar-SA"/>
    </w:rPr>
  </w:style>
  <w:style w:type="paragraph" w:customStyle="1" w:styleId="19">
    <w:name w:val="Текст1"/>
    <w:basedOn w:val="a"/>
    <w:rsid w:val="00E7590D"/>
    <w:rPr>
      <w:rFonts w:ascii="Courier New" w:hAnsi="Courier New" w:cs="Courier New"/>
      <w:lang w:eastAsia="ar-SA"/>
    </w:rPr>
  </w:style>
  <w:style w:type="paragraph" w:customStyle="1" w:styleId="afb">
    <w:name w:val="Содержимое таблицы"/>
    <w:basedOn w:val="a"/>
    <w:rsid w:val="00E7590D"/>
    <w:pPr>
      <w:suppressLineNumbers/>
    </w:pPr>
    <w:rPr>
      <w:rFonts w:cs="Symbol"/>
      <w:lang w:eastAsia="ar-SA"/>
    </w:rPr>
  </w:style>
  <w:style w:type="paragraph" w:customStyle="1" w:styleId="afc">
    <w:name w:val="Заголовок таблицы"/>
    <w:basedOn w:val="afb"/>
    <w:rsid w:val="00E7590D"/>
    <w:pPr>
      <w:jc w:val="center"/>
    </w:pPr>
    <w:rPr>
      <w:b/>
      <w:bCs/>
    </w:rPr>
  </w:style>
  <w:style w:type="paragraph" w:customStyle="1" w:styleId="afd">
    <w:name w:val="Содержимое врезки"/>
    <w:basedOn w:val="a9"/>
    <w:rsid w:val="00E7590D"/>
    <w:rPr>
      <w:rFonts w:cs="Symbol"/>
      <w:lang w:eastAsia="ar-SA"/>
    </w:rPr>
  </w:style>
  <w:style w:type="paragraph" w:customStyle="1" w:styleId="1a">
    <w:name w:val="заголовок 1"/>
    <w:basedOn w:val="a"/>
    <w:next w:val="a"/>
    <w:uiPriority w:val="99"/>
    <w:rsid w:val="00E7590D"/>
    <w:pPr>
      <w:keepNext/>
      <w:widowControl w:val="0"/>
      <w:suppressAutoHyphens/>
      <w:jc w:val="center"/>
    </w:pPr>
    <w:rPr>
      <w:sz w:val="24"/>
      <w:lang w:eastAsia="ar-SA"/>
    </w:rPr>
  </w:style>
  <w:style w:type="character" w:customStyle="1" w:styleId="a6">
    <w:name w:val="Верхний колонтитул Знак"/>
    <w:basedOn w:val="a0"/>
    <w:link w:val="a5"/>
    <w:locked/>
    <w:rsid w:val="009800C1"/>
    <w:rPr>
      <w:rFonts w:ascii="Times New Roman" w:eastAsia="Times New Roman" w:hAnsi="Times New Roman"/>
    </w:rPr>
  </w:style>
  <w:style w:type="paragraph" w:customStyle="1" w:styleId="25">
    <w:name w:val="Обычный2"/>
    <w:link w:val="afe"/>
    <w:uiPriority w:val="99"/>
    <w:rsid w:val="007C2473"/>
    <w:pPr>
      <w:widowControl w:val="0"/>
    </w:pPr>
    <w:rPr>
      <w:rFonts w:ascii="Times New Roman" w:eastAsia="Times New Roman" w:hAnsi="Times New Roman"/>
      <w:lang w:val="en-GB"/>
    </w:rPr>
  </w:style>
  <w:style w:type="character" w:customStyle="1" w:styleId="afe">
    <w:name w:val="Обычный Знак"/>
    <w:basedOn w:val="a0"/>
    <w:link w:val="25"/>
    <w:uiPriority w:val="99"/>
    <w:locked/>
    <w:rsid w:val="007C2473"/>
    <w:rPr>
      <w:rFonts w:ascii="Times New Roman" w:eastAsia="Times New Roman" w:hAnsi="Times New Roman"/>
      <w:lang w:val="en-GB" w:eastAsia="ru-RU" w:bidi="ar-SA"/>
    </w:rPr>
  </w:style>
  <w:style w:type="paragraph" w:customStyle="1" w:styleId="aff">
    <w:name w:val="Чертежный"/>
    <w:rsid w:val="00CD49EB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aff0">
    <w:name w:val="Title"/>
    <w:basedOn w:val="a"/>
    <w:link w:val="aff1"/>
    <w:qFormat/>
    <w:rsid w:val="00CD49EB"/>
    <w:pPr>
      <w:jc w:val="center"/>
    </w:pPr>
    <w:rPr>
      <w:rFonts w:eastAsia="Прямой Проп"/>
      <w:b/>
      <w:sz w:val="28"/>
      <w:lang w:val="en-US"/>
    </w:rPr>
  </w:style>
  <w:style w:type="character" w:customStyle="1" w:styleId="aff1">
    <w:name w:val="Название Знак"/>
    <w:basedOn w:val="a0"/>
    <w:link w:val="aff0"/>
    <w:rsid w:val="00CD49EB"/>
    <w:rPr>
      <w:rFonts w:ascii="Times New Roman" w:eastAsia="Прямой Проп" w:hAnsi="Times New Roman"/>
      <w:b/>
      <w:sz w:val="28"/>
      <w:lang w:val="en-US"/>
    </w:rPr>
  </w:style>
  <w:style w:type="paragraph" w:customStyle="1" w:styleId="42">
    <w:name w:val="4 Знак Знак Знак Знак"/>
    <w:basedOn w:val="a"/>
    <w:uiPriority w:val="99"/>
    <w:rsid w:val="002820FE"/>
    <w:pPr>
      <w:spacing w:after="160" w:line="240" w:lineRule="exact"/>
    </w:pPr>
    <w:rPr>
      <w:lang w:val="en-US" w:eastAsia="en-US"/>
    </w:rPr>
  </w:style>
  <w:style w:type="character" w:customStyle="1" w:styleId="30">
    <w:name w:val="Заголовок 3 Знак"/>
    <w:basedOn w:val="a0"/>
    <w:link w:val="3"/>
    <w:locked/>
    <w:rsid w:val="002820FE"/>
    <w:rPr>
      <w:rFonts w:ascii="Times New Roman" w:eastAsia="Times New Roman" w:hAnsi="Times New Roman"/>
      <w:b/>
      <w:sz w:val="18"/>
    </w:rPr>
  </w:style>
  <w:style w:type="paragraph" w:customStyle="1" w:styleId="35">
    <w:name w:val="заголовок 3"/>
    <w:basedOn w:val="25"/>
    <w:next w:val="25"/>
    <w:uiPriority w:val="99"/>
    <w:rsid w:val="00A56108"/>
    <w:pPr>
      <w:keepNext/>
      <w:jc w:val="center"/>
    </w:pPr>
    <w:rPr>
      <w:rFonts w:ascii="Arial" w:hAnsi="Arial" w:cs="Arial"/>
      <w:b/>
      <w:bCs/>
      <w:sz w:val="24"/>
      <w:szCs w:val="24"/>
    </w:rPr>
  </w:style>
  <w:style w:type="paragraph" w:styleId="aff2">
    <w:name w:val="List Paragraph"/>
    <w:basedOn w:val="a"/>
    <w:uiPriority w:val="34"/>
    <w:qFormat/>
    <w:rsid w:val="00A56108"/>
    <w:pPr>
      <w:ind w:left="720"/>
      <w:contextualSpacing/>
    </w:pPr>
  </w:style>
  <w:style w:type="character" w:customStyle="1" w:styleId="af4">
    <w:name w:val="Текст Знак"/>
    <w:basedOn w:val="a0"/>
    <w:link w:val="af3"/>
    <w:uiPriority w:val="99"/>
    <w:locked/>
    <w:rsid w:val="00225BCF"/>
    <w:rPr>
      <w:rFonts w:ascii="Courier New" w:eastAsia="Times New Roman" w:hAnsi="Courier New" w:cs="Courier New"/>
    </w:rPr>
  </w:style>
  <w:style w:type="paragraph" w:styleId="aff3">
    <w:name w:val="No Spacing"/>
    <w:link w:val="aff4"/>
    <w:uiPriority w:val="1"/>
    <w:qFormat/>
    <w:rsid w:val="00EE7CED"/>
    <w:rPr>
      <w:rFonts w:ascii="Calibri" w:eastAsia="Calibri" w:hAnsi="Calibri"/>
      <w:sz w:val="24"/>
      <w:szCs w:val="24"/>
      <w:lang w:eastAsia="en-US"/>
    </w:rPr>
  </w:style>
  <w:style w:type="character" w:customStyle="1" w:styleId="aff4">
    <w:name w:val="Без интервала Знак"/>
    <w:basedOn w:val="a0"/>
    <w:link w:val="aff3"/>
    <w:uiPriority w:val="1"/>
    <w:rsid w:val="00EE7CED"/>
    <w:rPr>
      <w:rFonts w:ascii="Calibri" w:eastAsia="Calibri" w:hAnsi="Calibri"/>
      <w:sz w:val="24"/>
      <w:szCs w:val="24"/>
      <w:lang w:eastAsia="en-US"/>
    </w:rPr>
  </w:style>
  <w:style w:type="paragraph" w:styleId="aff5">
    <w:name w:val="Balloon Text"/>
    <w:basedOn w:val="a"/>
    <w:link w:val="aff6"/>
    <w:rsid w:val="001642E9"/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0"/>
    <w:link w:val="aff5"/>
    <w:rsid w:val="001642E9"/>
    <w:rPr>
      <w:rFonts w:ascii="Tahoma" w:eastAsia="Times New Roman" w:hAnsi="Tahoma" w:cs="Tahoma"/>
      <w:sz w:val="16"/>
      <w:szCs w:val="16"/>
    </w:rPr>
  </w:style>
  <w:style w:type="character" w:customStyle="1" w:styleId="text1">
    <w:name w:val="text1"/>
    <w:basedOn w:val="a0"/>
    <w:rsid w:val="00D74122"/>
    <w:rPr>
      <w:rFonts w:ascii="Arial" w:hAnsi="Arial" w:cs="Arial" w:hint="default"/>
      <w:sz w:val="13"/>
      <w:szCs w:val="13"/>
    </w:rPr>
  </w:style>
  <w:style w:type="character" w:styleId="aff7">
    <w:name w:val="annotation reference"/>
    <w:basedOn w:val="a0"/>
    <w:uiPriority w:val="99"/>
    <w:semiHidden/>
    <w:unhideWhenUsed/>
    <w:rsid w:val="00833286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833286"/>
  </w:style>
  <w:style w:type="character" w:customStyle="1" w:styleId="aff9">
    <w:name w:val="Текст примечания Знак"/>
    <w:basedOn w:val="a0"/>
    <w:link w:val="aff8"/>
    <w:uiPriority w:val="99"/>
    <w:semiHidden/>
    <w:rsid w:val="00833286"/>
    <w:rPr>
      <w:rFonts w:ascii="Times New Roman" w:eastAsia="Times New Roman" w:hAnsi="Times New Roman"/>
    </w:rPr>
  </w:style>
  <w:style w:type="paragraph" w:styleId="affa">
    <w:name w:val="annotation subject"/>
    <w:basedOn w:val="aff8"/>
    <w:next w:val="aff8"/>
    <w:link w:val="affb"/>
    <w:semiHidden/>
    <w:unhideWhenUsed/>
    <w:rsid w:val="00833286"/>
    <w:rPr>
      <w:b/>
      <w:bCs/>
    </w:rPr>
  </w:style>
  <w:style w:type="character" w:customStyle="1" w:styleId="affb">
    <w:name w:val="Тема примечания Знак"/>
    <w:basedOn w:val="aff9"/>
    <w:link w:val="affa"/>
    <w:semiHidden/>
    <w:rsid w:val="00833286"/>
    <w:rPr>
      <w:rFonts w:ascii="Times New Roman" w:eastAsia="Times New Roman" w:hAnsi="Times New Roman"/>
      <w:b/>
      <w:bCs/>
    </w:rPr>
  </w:style>
  <w:style w:type="character" w:customStyle="1" w:styleId="10">
    <w:name w:val="Заголовок 1 Знак"/>
    <w:basedOn w:val="a0"/>
    <w:link w:val="1"/>
    <w:rsid w:val="004E676F"/>
    <w:rPr>
      <w:rFonts w:ascii="Times New Roman" w:eastAsia="Times New Roman" w:hAnsi="Times New Roman"/>
      <w:sz w:val="32"/>
    </w:rPr>
  </w:style>
  <w:style w:type="paragraph" w:customStyle="1" w:styleId="Style7">
    <w:name w:val="Style7"/>
    <w:basedOn w:val="a"/>
    <w:uiPriority w:val="99"/>
    <w:rsid w:val="003D5CBF"/>
    <w:pPr>
      <w:widowControl w:val="0"/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paragraph" w:customStyle="1" w:styleId="Style93">
    <w:name w:val="Style93"/>
    <w:basedOn w:val="a"/>
    <w:uiPriority w:val="99"/>
    <w:rsid w:val="003D5CBF"/>
    <w:pPr>
      <w:widowControl w:val="0"/>
      <w:autoSpaceDE w:val="0"/>
      <w:autoSpaceDN w:val="0"/>
      <w:adjustRightInd w:val="0"/>
      <w:spacing w:line="325" w:lineRule="exact"/>
      <w:ind w:firstLine="720"/>
      <w:jc w:val="both"/>
    </w:pPr>
    <w:rPr>
      <w:rFonts w:eastAsiaTheme="minorEastAsia"/>
      <w:sz w:val="24"/>
      <w:szCs w:val="24"/>
    </w:rPr>
  </w:style>
  <w:style w:type="character" w:customStyle="1" w:styleId="FontStyle115">
    <w:name w:val="Font Style115"/>
    <w:basedOn w:val="a0"/>
    <w:uiPriority w:val="99"/>
    <w:rsid w:val="003D5CBF"/>
    <w:rPr>
      <w:rFonts w:ascii="Times New Roman" w:hAnsi="Times New Roman" w:cs="Times New Roman"/>
      <w:sz w:val="26"/>
      <w:szCs w:val="26"/>
    </w:rPr>
  </w:style>
  <w:style w:type="character" w:customStyle="1" w:styleId="FontStyle116">
    <w:name w:val="Font Style116"/>
    <w:basedOn w:val="a0"/>
    <w:uiPriority w:val="99"/>
    <w:rsid w:val="003D5CB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0">
    <w:name w:val="Style20"/>
    <w:basedOn w:val="a"/>
    <w:uiPriority w:val="99"/>
    <w:rsid w:val="003D5CBF"/>
    <w:pPr>
      <w:widowControl w:val="0"/>
      <w:autoSpaceDE w:val="0"/>
      <w:autoSpaceDN w:val="0"/>
      <w:adjustRightInd w:val="0"/>
      <w:spacing w:line="317" w:lineRule="exact"/>
    </w:pPr>
    <w:rPr>
      <w:rFonts w:eastAsiaTheme="minorEastAsia"/>
      <w:sz w:val="24"/>
      <w:szCs w:val="24"/>
    </w:rPr>
  </w:style>
  <w:style w:type="paragraph" w:customStyle="1" w:styleId="Style72">
    <w:name w:val="Style72"/>
    <w:basedOn w:val="a"/>
    <w:uiPriority w:val="99"/>
    <w:rsid w:val="003D5CBF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  <w:sz w:val="24"/>
      <w:szCs w:val="24"/>
    </w:rPr>
  </w:style>
  <w:style w:type="paragraph" w:customStyle="1" w:styleId="Style94">
    <w:name w:val="Style94"/>
    <w:basedOn w:val="a"/>
    <w:uiPriority w:val="99"/>
    <w:rsid w:val="003D5CBF"/>
    <w:pPr>
      <w:widowControl w:val="0"/>
      <w:autoSpaceDE w:val="0"/>
      <w:autoSpaceDN w:val="0"/>
      <w:adjustRightInd w:val="0"/>
      <w:spacing w:line="322" w:lineRule="exact"/>
      <w:ind w:firstLine="710"/>
    </w:pPr>
    <w:rPr>
      <w:rFonts w:eastAsiaTheme="minorEastAsia"/>
      <w:sz w:val="24"/>
      <w:szCs w:val="24"/>
    </w:rPr>
  </w:style>
  <w:style w:type="paragraph" w:customStyle="1" w:styleId="Style95">
    <w:name w:val="Style95"/>
    <w:basedOn w:val="a"/>
    <w:uiPriority w:val="99"/>
    <w:rsid w:val="003D5CBF"/>
    <w:pPr>
      <w:widowControl w:val="0"/>
      <w:autoSpaceDE w:val="0"/>
      <w:autoSpaceDN w:val="0"/>
      <w:adjustRightInd w:val="0"/>
      <w:spacing w:line="326" w:lineRule="exact"/>
      <w:jc w:val="both"/>
    </w:pPr>
    <w:rPr>
      <w:rFonts w:eastAsiaTheme="minorEastAsia"/>
      <w:sz w:val="24"/>
      <w:szCs w:val="24"/>
    </w:rPr>
  </w:style>
  <w:style w:type="paragraph" w:customStyle="1" w:styleId="Style73">
    <w:name w:val="Style73"/>
    <w:basedOn w:val="a"/>
    <w:uiPriority w:val="99"/>
    <w:rsid w:val="005E1A9C"/>
    <w:pPr>
      <w:widowControl w:val="0"/>
      <w:autoSpaceDE w:val="0"/>
      <w:autoSpaceDN w:val="0"/>
      <w:adjustRightInd w:val="0"/>
      <w:spacing w:line="643" w:lineRule="exact"/>
      <w:jc w:val="both"/>
    </w:pPr>
    <w:rPr>
      <w:rFonts w:eastAsiaTheme="minorEastAsia"/>
      <w:sz w:val="24"/>
      <w:szCs w:val="24"/>
    </w:rPr>
  </w:style>
  <w:style w:type="paragraph" w:customStyle="1" w:styleId="Style6">
    <w:name w:val="Style6"/>
    <w:basedOn w:val="a"/>
    <w:uiPriority w:val="99"/>
    <w:rsid w:val="005E1A9C"/>
    <w:pPr>
      <w:widowControl w:val="0"/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character" w:customStyle="1" w:styleId="FontStyle34">
    <w:name w:val="Font Style34"/>
    <w:rsid w:val="00147CB9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9">
    <w:name w:val="Style9"/>
    <w:basedOn w:val="a"/>
    <w:rsid w:val="00147CB9"/>
    <w:pPr>
      <w:widowControl w:val="0"/>
      <w:autoSpaceDE w:val="0"/>
      <w:autoSpaceDN w:val="0"/>
      <w:adjustRightInd w:val="0"/>
      <w:spacing w:line="259" w:lineRule="exact"/>
      <w:jc w:val="both"/>
    </w:pPr>
    <w:rPr>
      <w:sz w:val="24"/>
      <w:szCs w:val="24"/>
    </w:rPr>
  </w:style>
  <w:style w:type="character" w:customStyle="1" w:styleId="FontStyle137">
    <w:name w:val="Font Style137"/>
    <w:uiPriority w:val="99"/>
    <w:rsid w:val="00AD125D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FontStyle92">
    <w:name w:val="Font Style92"/>
    <w:uiPriority w:val="99"/>
    <w:rsid w:val="00AD125D"/>
    <w:rPr>
      <w:rFonts w:ascii="Times New Roman" w:hAnsi="Times New Roman" w:cs="Times New Roman" w:hint="default"/>
      <w:sz w:val="26"/>
      <w:szCs w:val="26"/>
    </w:rPr>
  </w:style>
  <w:style w:type="paragraph" w:customStyle="1" w:styleId="Style76">
    <w:name w:val="Style76"/>
    <w:basedOn w:val="a"/>
    <w:uiPriority w:val="99"/>
    <w:rsid w:val="00AD125D"/>
    <w:pPr>
      <w:widowControl w:val="0"/>
      <w:autoSpaceDE w:val="0"/>
      <w:autoSpaceDN w:val="0"/>
      <w:adjustRightInd w:val="0"/>
      <w:spacing w:line="322" w:lineRule="exact"/>
      <w:ind w:firstLine="720"/>
    </w:pPr>
    <w:rPr>
      <w:sz w:val="24"/>
      <w:szCs w:val="24"/>
    </w:rPr>
  </w:style>
  <w:style w:type="paragraph" w:customStyle="1" w:styleId="Style43">
    <w:name w:val="Style43"/>
    <w:basedOn w:val="a"/>
    <w:uiPriority w:val="99"/>
    <w:rsid w:val="00AD125D"/>
    <w:pPr>
      <w:widowControl w:val="0"/>
      <w:autoSpaceDE w:val="0"/>
      <w:autoSpaceDN w:val="0"/>
      <w:adjustRightInd w:val="0"/>
      <w:spacing w:line="326" w:lineRule="exact"/>
      <w:jc w:val="both"/>
    </w:pPr>
    <w:rPr>
      <w:sz w:val="24"/>
      <w:szCs w:val="24"/>
    </w:rPr>
  </w:style>
  <w:style w:type="character" w:customStyle="1" w:styleId="FontStyle123">
    <w:name w:val="Font Style123"/>
    <w:basedOn w:val="a0"/>
    <w:uiPriority w:val="99"/>
    <w:rsid w:val="00AD125D"/>
    <w:rPr>
      <w:rFonts w:ascii="Times New Roman" w:hAnsi="Times New Roman" w:cs="Times New Roman"/>
      <w:sz w:val="26"/>
      <w:szCs w:val="26"/>
    </w:rPr>
  </w:style>
  <w:style w:type="paragraph" w:customStyle="1" w:styleId="Style113">
    <w:name w:val="Style113"/>
    <w:basedOn w:val="a"/>
    <w:uiPriority w:val="99"/>
    <w:rsid w:val="00AD125D"/>
    <w:pPr>
      <w:widowControl w:val="0"/>
      <w:autoSpaceDE w:val="0"/>
      <w:autoSpaceDN w:val="0"/>
      <w:adjustRightInd w:val="0"/>
      <w:spacing w:line="276" w:lineRule="exact"/>
    </w:pPr>
    <w:rPr>
      <w:rFonts w:ascii="Tahoma" w:hAnsi="Tahoma" w:cs="Tahoma"/>
      <w:sz w:val="24"/>
      <w:szCs w:val="24"/>
    </w:rPr>
  </w:style>
  <w:style w:type="character" w:customStyle="1" w:styleId="FontStyle84">
    <w:name w:val="Font Style84"/>
    <w:uiPriority w:val="99"/>
    <w:rsid w:val="00E56586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29">
    <w:name w:val="Style29"/>
    <w:basedOn w:val="a"/>
    <w:uiPriority w:val="99"/>
    <w:rsid w:val="00B06AF2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Style31">
    <w:name w:val="Style31"/>
    <w:basedOn w:val="a"/>
    <w:uiPriority w:val="99"/>
    <w:rsid w:val="00B06AF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B06AF2"/>
    <w:pPr>
      <w:widowControl w:val="0"/>
      <w:autoSpaceDE w:val="0"/>
      <w:autoSpaceDN w:val="0"/>
      <w:adjustRightInd w:val="0"/>
      <w:jc w:val="right"/>
    </w:pPr>
    <w:rPr>
      <w:sz w:val="24"/>
      <w:szCs w:val="24"/>
    </w:rPr>
  </w:style>
  <w:style w:type="character" w:customStyle="1" w:styleId="FontStyle105">
    <w:name w:val="Font Style105"/>
    <w:uiPriority w:val="99"/>
    <w:rsid w:val="00B06AF2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5">
    <w:name w:val="Style5"/>
    <w:basedOn w:val="a"/>
    <w:uiPriority w:val="99"/>
    <w:rsid w:val="007776DE"/>
    <w:pPr>
      <w:widowControl w:val="0"/>
      <w:autoSpaceDE w:val="0"/>
      <w:autoSpaceDN w:val="0"/>
      <w:adjustRightInd w:val="0"/>
      <w:spacing w:line="278" w:lineRule="exact"/>
      <w:ind w:hanging="1349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7776DE"/>
    <w:pPr>
      <w:widowControl w:val="0"/>
      <w:autoSpaceDE w:val="0"/>
      <w:autoSpaceDN w:val="0"/>
      <w:adjustRightInd w:val="0"/>
      <w:spacing w:line="226" w:lineRule="exact"/>
      <w:ind w:firstLine="230"/>
      <w:jc w:val="both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7776DE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45">
    <w:name w:val="Style45"/>
    <w:basedOn w:val="a"/>
    <w:uiPriority w:val="99"/>
    <w:rsid w:val="007776DE"/>
    <w:pPr>
      <w:widowControl w:val="0"/>
      <w:autoSpaceDE w:val="0"/>
      <w:autoSpaceDN w:val="0"/>
      <w:adjustRightInd w:val="0"/>
      <w:spacing w:line="270" w:lineRule="exact"/>
    </w:pPr>
    <w:rPr>
      <w:sz w:val="24"/>
      <w:szCs w:val="24"/>
    </w:rPr>
  </w:style>
  <w:style w:type="paragraph" w:customStyle="1" w:styleId="Style75">
    <w:name w:val="Style75"/>
    <w:basedOn w:val="a"/>
    <w:uiPriority w:val="99"/>
    <w:rsid w:val="007776DE"/>
    <w:pPr>
      <w:widowControl w:val="0"/>
      <w:autoSpaceDE w:val="0"/>
      <w:autoSpaceDN w:val="0"/>
      <w:adjustRightInd w:val="0"/>
      <w:spacing w:line="323" w:lineRule="exact"/>
      <w:ind w:firstLine="720"/>
      <w:jc w:val="both"/>
    </w:pPr>
    <w:rPr>
      <w:sz w:val="24"/>
      <w:szCs w:val="24"/>
    </w:rPr>
  </w:style>
  <w:style w:type="paragraph" w:customStyle="1" w:styleId="Style38">
    <w:name w:val="Style38"/>
    <w:basedOn w:val="a"/>
    <w:uiPriority w:val="99"/>
    <w:rsid w:val="007776D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1">
    <w:name w:val="Style61"/>
    <w:basedOn w:val="a"/>
    <w:uiPriority w:val="99"/>
    <w:rsid w:val="007776D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3">
    <w:name w:val="Style63"/>
    <w:basedOn w:val="a"/>
    <w:uiPriority w:val="99"/>
    <w:rsid w:val="007776DE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 w:val="24"/>
      <w:szCs w:val="24"/>
    </w:rPr>
  </w:style>
  <w:style w:type="paragraph" w:customStyle="1" w:styleId="Style102">
    <w:name w:val="Style102"/>
    <w:basedOn w:val="a"/>
    <w:uiPriority w:val="99"/>
    <w:rsid w:val="007776DE"/>
    <w:pPr>
      <w:widowControl w:val="0"/>
      <w:autoSpaceDE w:val="0"/>
      <w:autoSpaceDN w:val="0"/>
      <w:adjustRightInd w:val="0"/>
      <w:spacing w:line="317" w:lineRule="exact"/>
      <w:ind w:firstLine="2208"/>
    </w:pPr>
    <w:rPr>
      <w:rFonts w:ascii="Tahoma" w:hAnsi="Tahoma" w:cs="Tahoma"/>
      <w:sz w:val="24"/>
      <w:szCs w:val="24"/>
    </w:rPr>
  </w:style>
  <w:style w:type="paragraph" w:customStyle="1" w:styleId="1b">
    <w:name w:val="Стиль1"/>
    <w:basedOn w:val="Style93"/>
    <w:qFormat/>
    <w:rsid w:val="00F85424"/>
    <w:pPr>
      <w:widowControl/>
      <w:spacing w:before="67" w:line="240" w:lineRule="auto"/>
      <w:ind w:left="142" w:firstLine="425"/>
    </w:pPr>
    <w:rPr>
      <w:sz w:val="28"/>
      <w:szCs w:val="28"/>
    </w:rPr>
  </w:style>
  <w:style w:type="character" w:customStyle="1" w:styleId="apple-converted-space">
    <w:name w:val="apple-converted-space"/>
    <w:basedOn w:val="a0"/>
    <w:rsid w:val="00923AAE"/>
  </w:style>
  <w:style w:type="paragraph" w:styleId="affc">
    <w:name w:val="Normal (Web)"/>
    <w:basedOn w:val="a"/>
    <w:uiPriority w:val="99"/>
    <w:unhideWhenUsed/>
    <w:rsid w:val="005E6EDA"/>
    <w:pPr>
      <w:spacing w:after="150"/>
    </w:pPr>
    <w:rPr>
      <w:sz w:val="24"/>
      <w:szCs w:val="24"/>
    </w:rPr>
  </w:style>
  <w:style w:type="character" w:customStyle="1" w:styleId="sobi2listingfieldstreet">
    <w:name w:val="sobi2listing_field_street"/>
    <w:basedOn w:val="a0"/>
    <w:rsid w:val="005E6EDA"/>
  </w:style>
  <w:style w:type="paragraph" w:customStyle="1" w:styleId="sobi2itemtitle">
    <w:name w:val="sobi2itemtitle"/>
    <w:basedOn w:val="a"/>
    <w:rsid w:val="005E6EDA"/>
    <w:pPr>
      <w:spacing w:before="75"/>
      <w:ind w:left="75"/>
    </w:pPr>
    <w:rPr>
      <w:sz w:val="24"/>
      <w:szCs w:val="24"/>
    </w:rPr>
  </w:style>
  <w:style w:type="character" w:styleId="affd">
    <w:name w:val="Hyperlink"/>
    <w:basedOn w:val="a0"/>
    <w:uiPriority w:val="99"/>
    <w:unhideWhenUsed/>
    <w:rsid w:val="008601AB"/>
    <w:rPr>
      <w:color w:val="0000FF"/>
      <w:u w:val="single"/>
    </w:rPr>
  </w:style>
  <w:style w:type="paragraph" w:styleId="26">
    <w:name w:val="toc 2"/>
    <w:basedOn w:val="a"/>
    <w:next w:val="a"/>
    <w:autoRedefine/>
    <w:uiPriority w:val="39"/>
    <w:unhideWhenUsed/>
    <w:rsid w:val="00741624"/>
    <w:pPr>
      <w:tabs>
        <w:tab w:val="right" w:leader="dot" w:pos="10348"/>
      </w:tabs>
      <w:spacing w:after="100" w:line="240" w:lineRule="exact"/>
      <w:ind w:left="-142" w:right="425" w:firstLine="425"/>
    </w:pPr>
    <w:rPr>
      <w:b/>
      <w:noProof/>
      <w:sz w:val="28"/>
      <w:szCs w:val="28"/>
      <w:lang w:eastAsia="en-US"/>
    </w:rPr>
  </w:style>
  <w:style w:type="character" w:customStyle="1" w:styleId="91">
    <w:name w:val="Основной текст (9)_"/>
    <w:basedOn w:val="a0"/>
    <w:link w:val="92"/>
    <w:rsid w:val="00A01A00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A01A00"/>
    <w:pPr>
      <w:widowControl w:val="0"/>
      <w:shd w:val="clear" w:color="auto" w:fill="FFFFFF"/>
      <w:spacing w:before="420" w:after="480" w:line="0" w:lineRule="atLeast"/>
      <w:ind w:hanging="1200"/>
      <w:jc w:val="center"/>
    </w:pPr>
    <w:rPr>
      <w:b/>
      <w:bCs/>
      <w:sz w:val="26"/>
      <w:szCs w:val="26"/>
    </w:rPr>
  </w:style>
  <w:style w:type="character" w:customStyle="1" w:styleId="affe">
    <w:name w:val="Основной текст_"/>
    <w:basedOn w:val="a0"/>
    <w:link w:val="51"/>
    <w:rsid w:val="00495878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afff">
    <w:name w:val="Основной текст + Курсив"/>
    <w:basedOn w:val="affe"/>
    <w:rsid w:val="00495878"/>
    <w:rPr>
      <w:rFonts w:ascii="Times New Roman" w:eastAsia="Times New Roman" w:hAnsi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51">
    <w:name w:val="Основной текст5"/>
    <w:basedOn w:val="a"/>
    <w:link w:val="affe"/>
    <w:rsid w:val="00495878"/>
    <w:pPr>
      <w:widowControl w:val="0"/>
      <w:shd w:val="clear" w:color="auto" w:fill="FFFFFF"/>
      <w:spacing w:after="240" w:line="288" w:lineRule="exact"/>
      <w:ind w:hanging="820"/>
    </w:pPr>
    <w:rPr>
      <w:sz w:val="26"/>
      <w:szCs w:val="26"/>
    </w:rPr>
  </w:style>
  <w:style w:type="paragraph" w:styleId="afff0">
    <w:name w:val="Revision"/>
    <w:hidden/>
    <w:uiPriority w:val="99"/>
    <w:semiHidden/>
    <w:rsid w:val="00182CDA"/>
    <w:rPr>
      <w:rFonts w:ascii="Times New Roman" w:eastAsia="Times New Roman" w:hAnsi="Times New Roman"/>
    </w:rPr>
  </w:style>
  <w:style w:type="paragraph" w:customStyle="1" w:styleId="TableContents">
    <w:name w:val="Table Contents"/>
    <w:basedOn w:val="Standard"/>
    <w:rsid w:val="007743F1"/>
    <w:pPr>
      <w:suppressLineNumbers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Bodytext212pt">
    <w:name w:val="Body text (2) + 12 pt"/>
    <w:rsid w:val="007743F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subscript"/>
      <w:lang w:val="ru-RU" w:eastAsia="ru-RU" w:bidi="ru-RU"/>
    </w:rPr>
  </w:style>
  <w:style w:type="numbering" w:customStyle="1" w:styleId="WWNum1">
    <w:name w:val="WWNum1"/>
    <w:basedOn w:val="a2"/>
    <w:rsid w:val="007743F1"/>
    <w:pPr>
      <w:numPr>
        <w:numId w:val="6"/>
      </w:numPr>
    </w:pPr>
  </w:style>
  <w:style w:type="paragraph" w:customStyle="1" w:styleId="xl64">
    <w:name w:val="xl64"/>
    <w:basedOn w:val="a"/>
    <w:rsid w:val="00C84499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paragraph" w:customStyle="1" w:styleId="xl65">
    <w:name w:val="xl65"/>
    <w:basedOn w:val="a"/>
    <w:rsid w:val="00C84499"/>
    <w:pPr>
      <w:spacing w:before="100" w:beforeAutospacing="1" w:after="100" w:afterAutospacing="1"/>
    </w:pPr>
    <w:rPr>
      <w:rFonts w:ascii="Calibri" w:hAnsi="Calibri"/>
      <w:b/>
      <w:bCs/>
      <w:sz w:val="24"/>
      <w:szCs w:val="24"/>
    </w:rPr>
  </w:style>
  <w:style w:type="paragraph" w:customStyle="1" w:styleId="xl66">
    <w:name w:val="xl66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68">
    <w:name w:val="xl68"/>
    <w:basedOn w:val="a"/>
    <w:rsid w:val="00C84499"/>
    <w:pPr>
      <w:spacing w:before="100" w:beforeAutospacing="1" w:after="100" w:afterAutospacing="1"/>
    </w:pPr>
    <w:rPr>
      <w:rFonts w:ascii="Calibri" w:hAnsi="Calibri"/>
      <w:color w:val="FF0000"/>
      <w:sz w:val="24"/>
      <w:szCs w:val="24"/>
    </w:rPr>
  </w:style>
  <w:style w:type="paragraph" w:customStyle="1" w:styleId="xl69">
    <w:name w:val="xl69"/>
    <w:basedOn w:val="a"/>
    <w:rsid w:val="00C84499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paragraph" w:customStyle="1" w:styleId="xl70">
    <w:name w:val="xl70"/>
    <w:basedOn w:val="a"/>
    <w:rsid w:val="00C84499"/>
    <w:pPr>
      <w:spacing w:before="100" w:beforeAutospacing="1" w:after="100" w:afterAutospacing="1"/>
    </w:pPr>
    <w:rPr>
      <w:rFonts w:ascii="Calibri" w:hAnsi="Calibri"/>
      <w:b/>
      <w:bCs/>
      <w:sz w:val="24"/>
      <w:szCs w:val="24"/>
    </w:rPr>
  </w:style>
  <w:style w:type="paragraph" w:customStyle="1" w:styleId="xl71">
    <w:name w:val="xl71"/>
    <w:basedOn w:val="a"/>
    <w:rsid w:val="00C84499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paragraph" w:customStyle="1" w:styleId="xl72">
    <w:name w:val="xl72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4">
    <w:name w:val="xl74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5">
    <w:name w:val="xl75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6">
    <w:name w:val="xl76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7">
    <w:name w:val="xl77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80">
    <w:name w:val="xl80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1">
    <w:name w:val="xl81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3">
    <w:name w:val="xl83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86">
    <w:name w:val="xl86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87">
    <w:name w:val="xl87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88">
    <w:name w:val="xl88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89">
    <w:name w:val="xl89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90">
    <w:name w:val="xl90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91">
    <w:name w:val="xl91"/>
    <w:basedOn w:val="a"/>
    <w:rsid w:val="00C84499"/>
    <w:pPr>
      <w:spacing w:before="100" w:beforeAutospacing="1" w:after="100" w:afterAutospacing="1"/>
    </w:pPr>
    <w:rPr>
      <w:rFonts w:ascii="Calibri" w:hAnsi="Calibri"/>
      <w:i/>
      <w:iCs/>
      <w:sz w:val="24"/>
      <w:szCs w:val="24"/>
    </w:rPr>
  </w:style>
  <w:style w:type="paragraph" w:customStyle="1" w:styleId="xl92">
    <w:name w:val="xl92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93">
    <w:name w:val="xl93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94">
    <w:name w:val="xl94"/>
    <w:basedOn w:val="a"/>
    <w:rsid w:val="00C84499"/>
    <w:pPr>
      <w:spacing w:before="100" w:beforeAutospacing="1" w:after="100" w:afterAutospacing="1"/>
    </w:pPr>
    <w:rPr>
      <w:rFonts w:ascii="Calibri" w:hAnsi="Calibri"/>
      <w:b/>
      <w:bCs/>
      <w:i/>
      <w:iCs/>
      <w:sz w:val="24"/>
      <w:szCs w:val="24"/>
    </w:rPr>
  </w:style>
  <w:style w:type="paragraph" w:customStyle="1" w:styleId="xl95">
    <w:name w:val="xl95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96">
    <w:name w:val="xl96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97">
    <w:name w:val="xl97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a"/>
    <w:rsid w:val="00C844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9">
    <w:name w:val="xl99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00">
    <w:name w:val="xl100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01">
    <w:name w:val="xl101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02">
    <w:name w:val="xl102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03">
    <w:name w:val="xl103"/>
    <w:basedOn w:val="a"/>
    <w:rsid w:val="00C84499"/>
    <w:pPr>
      <w:spacing w:before="100" w:beforeAutospacing="1" w:after="100" w:afterAutospacing="1"/>
    </w:pPr>
    <w:rPr>
      <w:rFonts w:ascii="Calibri" w:hAnsi="Calibri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5">
    <w:name w:val="xl105"/>
    <w:basedOn w:val="a"/>
    <w:rsid w:val="00C844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6">
    <w:name w:val="xl106"/>
    <w:basedOn w:val="a"/>
    <w:rsid w:val="00C844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07">
    <w:name w:val="xl107"/>
    <w:basedOn w:val="a"/>
    <w:rsid w:val="00C844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08">
    <w:name w:val="xl108"/>
    <w:basedOn w:val="a"/>
    <w:rsid w:val="00C844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09">
    <w:name w:val="xl109"/>
    <w:basedOn w:val="a"/>
    <w:rsid w:val="00C8449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110">
    <w:name w:val="xl110"/>
    <w:basedOn w:val="a"/>
    <w:rsid w:val="00C844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C84499"/>
    <w:pPr>
      <w:spacing w:before="100" w:beforeAutospacing="1" w:after="100" w:afterAutospacing="1"/>
    </w:pPr>
    <w:rPr>
      <w:rFonts w:ascii="Calibri" w:hAnsi="Calibri"/>
      <w:sz w:val="28"/>
      <w:szCs w:val="28"/>
    </w:rPr>
  </w:style>
  <w:style w:type="paragraph" w:customStyle="1" w:styleId="xl112">
    <w:name w:val="xl112"/>
    <w:basedOn w:val="a"/>
    <w:rsid w:val="00C844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C844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115">
    <w:name w:val="xl115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xl116">
    <w:name w:val="xl116"/>
    <w:basedOn w:val="a"/>
    <w:rsid w:val="00C84499"/>
    <w:pPr>
      <w:spacing w:before="100" w:beforeAutospacing="1" w:after="100" w:afterAutospacing="1"/>
    </w:pPr>
    <w:rPr>
      <w:rFonts w:ascii="Calibri" w:hAnsi="Calibri"/>
      <w:i/>
      <w:iCs/>
      <w:sz w:val="28"/>
      <w:szCs w:val="28"/>
    </w:rPr>
  </w:style>
  <w:style w:type="paragraph" w:customStyle="1" w:styleId="xl117">
    <w:name w:val="xl117"/>
    <w:basedOn w:val="a"/>
    <w:rsid w:val="00C844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8">
    <w:name w:val="xl118"/>
    <w:basedOn w:val="a"/>
    <w:rsid w:val="00C844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9">
    <w:name w:val="xl119"/>
    <w:basedOn w:val="a"/>
    <w:rsid w:val="00C844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20">
    <w:name w:val="xl120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21">
    <w:name w:val="xl121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8"/>
      <w:szCs w:val="28"/>
    </w:rPr>
  </w:style>
  <w:style w:type="paragraph" w:customStyle="1" w:styleId="xl122">
    <w:name w:val="xl122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8"/>
      <w:szCs w:val="28"/>
    </w:rPr>
  </w:style>
  <w:style w:type="paragraph" w:customStyle="1" w:styleId="xl123">
    <w:name w:val="xl123"/>
    <w:basedOn w:val="a"/>
    <w:rsid w:val="00C844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24">
    <w:name w:val="xl124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125">
    <w:name w:val="xl125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126">
    <w:name w:val="xl126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127">
    <w:name w:val="xl127"/>
    <w:basedOn w:val="a"/>
    <w:rsid w:val="00C84499"/>
    <w:pPr>
      <w:spacing w:before="100" w:beforeAutospacing="1" w:after="100" w:afterAutospacing="1"/>
    </w:pPr>
    <w:rPr>
      <w:rFonts w:ascii="Calibri" w:hAnsi="Calibri"/>
      <w:sz w:val="26"/>
      <w:szCs w:val="26"/>
    </w:rPr>
  </w:style>
  <w:style w:type="paragraph" w:customStyle="1" w:styleId="xl128">
    <w:name w:val="xl128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6"/>
      <w:szCs w:val="26"/>
    </w:rPr>
  </w:style>
  <w:style w:type="paragraph" w:customStyle="1" w:styleId="xl129">
    <w:name w:val="xl129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6"/>
      <w:szCs w:val="26"/>
    </w:rPr>
  </w:style>
  <w:style w:type="paragraph" w:customStyle="1" w:styleId="xl130">
    <w:name w:val="xl130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6"/>
      <w:szCs w:val="26"/>
    </w:rPr>
  </w:style>
  <w:style w:type="paragraph" w:customStyle="1" w:styleId="xl131">
    <w:name w:val="xl131"/>
    <w:basedOn w:val="a"/>
    <w:rsid w:val="00C84499"/>
    <w:pPr>
      <w:spacing w:before="100" w:beforeAutospacing="1" w:after="100" w:afterAutospacing="1"/>
    </w:pPr>
    <w:rPr>
      <w:rFonts w:ascii="Calibri" w:hAnsi="Calibri"/>
      <w:i/>
      <w:iCs/>
      <w:sz w:val="26"/>
      <w:szCs w:val="26"/>
    </w:rPr>
  </w:style>
  <w:style w:type="paragraph" w:customStyle="1" w:styleId="xl132">
    <w:name w:val="xl132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133">
    <w:name w:val="xl133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35">
    <w:name w:val="xl135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136">
    <w:name w:val="xl136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37">
    <w:name w:val="xl137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26"/>
      <w:szCs w:val="26"/>
    </w:rPr>
  </w:style>
  <w:style w:type="paragraph" w:customStyle="1" w:styleId="xl138">
    <w:name w:val="xl138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139">
    <w:name w:val="xl139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0">
    <w:name w:val="xl140"/>
    <w:basedOn w:val="a"/>
    <w:rsid w:val="00C844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C844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2">
    <w:name w:val="xl142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28"/>
      <w:szCs w:val="28"/>
    </w:rPr>
  </w:style>
  <w:style w:type="paragraph" w:customStyle="1" w:styleId="xl143">
    <w:name w:val="xl143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8"/>
      <w:szCs w:val="28"/>
    </w:rPr>
  </w:style>
  <w:style w:type="paragraph" w:customStyle="1" w:styleId="xl144">
    <w:name w:val="xl144"/>
    <w:basedOn w:val="a"/>
    <w:rsid w:val="00C844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45">
    <w:name w:val="xl145"/>
    <w:basedOn w:val="a"/>
    <w:rsid w:val="00C844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46">
    <w:name w:val="xl146"/>
    <w:basedOn w:val="a"/>
    <w:rsid w:val="00C844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47">
    <w:name w:val="xl147"/>
    <w:basedOn w:val="a"/>
    <w:rsid w:val="00C844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C844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9">
    <w:name w:val="xl149"/>
    <w:basedOn w:val="a"/>
    <w:rsid w:val="00C8449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"/>
    <w:rsid w:val="00C8449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character" w:styleId="afff1">
    <w:name w:val="FollowedHyperlink"/>
    <w:basedOn w:val="a0"/>
    <w:uiPriority w:val="99"/>
    <w:semiHidden/>
    <w:unhideWhenUsed/>
    <w:rsid w:val="003967C3"/>
    <w:rPr>
      <w:color w:val="800080"/>
      <w:u w:val="single"/>
    </w:rPr>
  </w:style>
  <w:style w:type="paragraph" w:customStyle="1" w:styleId="font5">
    <w:name w:val="font5"/>
    <w:basedOn w:val="a"/>
    <w:rsid w:val="003967C3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6">
    <w:name w:val="font6"/>
    <w:basedOn w:val="a"/>
    <w:rsid w:val="003967C3"/>
    <w:pPr>
      <w:spacing w:before="100" w:beforeAutospacing="1" w:after="100" w:afterAutospacing="1"/>
    </w:pPr>
    <w:rPr>
      <w:rFonts w:ascii="Calibri" w:hAnsi="Calibri"/>
      <w:b/>
      <w:bCs/>
      <w:color w:val="000000"/>
    </w:rPr>
  </w:style>
  <w:style w:type="character" w:customStyle="1" w:styleId="aa">
    <w:name w:val="Основной текст Знак"/>
    <w:basedOn w:val="a0"/>
    <w:link w:val="a9"/>
    <w:rsid w:val="00485B27"/>
    <w:rPr>
      <w:rFonts w:ascii="Times New Roman" w:eastAsia="Times New Roman" w:hAnsi="Times New Roman"/>
      <w:sz w:val="18"/>
    </w:rPr>
  </w:style>
  <w:style w:type="character" w:customStyle="1" w:styleId="ad">
    <w:name w:val="Схема документа Знак"/>
    <w:basedOn w:val="a0"/>
    <w:link w:val="ac"/>
    <w:rsid w:val="00485B27"/>
    <w:rPr>
      <w:rFonts w:ascii="Tahoma" w:eastAsia="Times New Roman" w:hAnsi="Tahoma" w:cs="Tahoma"/>
      <w:shd w:val="clear" w:color="auto" w:fill="000080"/>
    </w:rPr>
  </w:style>
  <w:style w:type="character" w:customStyle="1" w:styleId="20">
    <w:name w:val="Заголовок 2 Знак"/>
    <w:basedOn w:val="a0"/>
    <w:link w:val="2"/>
    <w:rsid w:val="00EB6957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aliases w:val="EIA H4 Знак,- 1.1.1.1 Знак,Map Title Знак"/>
    <w:basedOn w:val="a0"/>
    <w:link w:val="4"/>
    <w:rsid w:val="00EB6957"/>
    <w:rPr>
      <w:rFonts w:ascii="Times New Roman" w:eastAsia="Times New Roman" w:hAnsi="Times New Roman"/>
      <w:b/>
      <w:sz w:val="28"/>
    </w:rPr>
  </w:style>
  <w:style w:type="character" w:customStyle="1" w:styleId="50">
    <w:name w:val="Заголовок 5 Знак"/>
    <w:basedOn w:val="a0"/>
    <w:link w:val="5"/>
    <w:rsid w:val="00EB6957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basedOn w:val="a0"/>
    <w:link w:val="6"/>
    <w:rsid w:val="00EB6957"/>
    <w:rPr>
      <w:rFonts w:ascii="Times New Roman" w:eastAsia="Times New Roman" w:hAnsi="Times New Roman"/>
      <w:sz w:val="28"/>
    </w:rPr>
  </w:style>
  <w:style w:type="character" w:customStyle="1" w:styleId="70">
    <w:name w:val="Заголовок 7 Знак"/>
    <w:basedOn w:val="a0"/>
    <w:link w:val="7"/>
    <w:rsid w:val="00EB6957"/>
    <w:rPr>
      <w:rFonts w:ascii="Times New Roman" w:eastAsia="Times New Roman" w:hAnsi="Times New Roman"/>
      <w:b/>
      <w:sz w:val="28"/>
      <w:u w:val="single"/>
    </w:rPr>
  </w:style>
  <w:style w:type="character" w:customStyle="1" w:styleId="80">
    <w:name w:val="Заголовок 8 Знак"/>
    <w:basedOn w:val="a0"/>
    <w:link w:val="8"/>
    <w:rsid w:val="00EB6957"/>
    <w:rPr>
      <w:rFonts w:ascii="Times New Roman" w:eastAsia="Times New Roman" w:hAnsi="Times New Roman"/>
      <w:u w:val="single"/>
    </w:rPr>
  </w:style>
  <w:style w:type="character" w:customStyle="1" w:styleId="90">
    <w:name w:val="Заголовок 9 Знак"/>
    <w:basedOn w:val="a0"/>
    <w:link w:val="9"/>
    <w:rsid w:val="00EB6957"/>
    <w:rPr>
      <w:rFonts w:ascii="Times New Roman" w:eastAsia="Times New Roman" w:hAnsi="Times New Roman"/>
      <w:b/>
    </w:rPr>
  </w:style>
  <w:style w:type="character" w:customStyle="1" w:styleId="a8">
    <w:name w:val="Нижний колонтитул Знак"/>
    <w:basedOn w:val="a0"/>
    <w:link w:val="a7"/>
    <w:rsid w:val="00EB6957"/>
    <w:rPr>
      <w:rFonts w:ascii="Times New Roman" w:eastAsia="Times New Roman" w:hAnsi="Times New Roman"/>
    </w:rPr>
  </w:style>
  <w:style w:type="character" w:customStyle="1" w:styleId="22">
    <w:name w:val="Основной текст 2 Знак"/>
    <w:basedOn w:val="a0"/>
    <w:link w:val="21"/>
    <w:rsid w:val="00EB6957"/>
    <w:rPr>
      <w:rFonts w:ascii="Times New Roman" w:eastAsia="Times New Roman" w:hAnsi="Times New Roman"/>
      <w:sz w:val="28"/>
    </w:rPr>
  </w:style>
  <w:style w:type="character" w:customStyle="1" w:styleId="32">
    <w:name w:val="Основной текст 3 Знак"/>
    <w:basedOn w:val="a0"/>
    <w:link w:val="31"/>
    <w:rsid w:val="00EB6957"/>
    <w:rPr>
      <w:rFonts w:ascii="Times New Roman" w:eastAsia="Times New Roman" w:hAnsi="Times New Roman"/>
      <w:spacing w:val="-18"/>
    </w:rPr>
  </w:style>
  <w:style w:type="character" w:customStyle="1" w:styleId="af">
    <w:name w:val="Основной текст с отступом Знак"/>
    <w:basedOn w:val="a0"/>
    <w:link w:val="ae"/>
    <w:rsid w:val="00EB6957"/>
    <w:rPr>
      <w:rFonts w:ascii="Times New Roman" w:eastAsia="Times New Roman" w:hAnsi="Times New Roman"/>
    </w:rPr>
  </w:style>
  <w:style w:type="character" w:customStyle="1" w:styleId="34">
    <w:name w:val="Основной текст с отступом 3 Знак"/>
    <w:basedOn w:val="a0"/>
    <w:link w:val="33"/>
    <w:rsid w:val="00EB6957"/>
    <w:rPr>
      <w:rFonts w:ascii="Times New Roman" w:eastAsia="Times New Roman" w:hAnsi="Times New Roman"/>
      <w:sz w:val="16"/>
      <w:szCs w:val="16"/>
    </w:rPr>
  </w:style>
  <w:style w:type="character" w:customStyle="1" w:styleId="24">
    <w:name w:val="Основной текст с отступом 2 Знак"/>
    <w:basedOn w:val="a0"/>
    <w:link w:val="23"/>
    <w:rsid w:val="00EB6957"/>
    <w:rPr>
      <w:rFonts w:ascii="Times New Roman" w:eastAsia="Times New Roman" w:hAnsi="Times New Roman"/>
    </w:rPr>
  </w:style>
  <w:style w:type="paragraph" w:customStyle="1" w:styleId="xl151">
    <w:name w:val="xl151"/>
    <w:basedOn w:val="a"/>
    <w:rsid w:val="0082750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2">
    <w:name w:val="xl152"/>
    <w:basedOn w:val="a"/>
    <w:rsid w:val="0082750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3">
    <w:name w:val="xl153"/>
    <w:basedOn w:val="a"/>
    <w:rsid w:val="0082750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4">
    <w:name w:val="xl154"/>
    <w:basedOn w:val="a"/>
    <w:rsid w:val="0082750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5">
    <w:name w:val="xl155"/>
    <w:basedOn w:val="a"/>
    <w:rsid w:val="0082750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6">
    <w:name w:val="xl156"/>
    <w:basedOn w:val="a"/>
    <w:rsid w:val="00827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157">
    <w:name w:val="xl157"/>
    <w:basedOn w:val="a"/>
    <w:rsid w:val="0082750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8">
    <w:name w:val="xl158"/>
    <w:basedOn w:val="a"/>
    <w:rsid w:val="00827502"/>
    <w:pPr>
      <w:spacing w:before="100" w:beforeAutospacing="1" w:after="100" w:afterAutospacing="1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159">
    <w:name w:val="xl159"/>
    <w:basedOn w:val="a"/>
    <w:rsid w:val="0082750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4"/>
      <w:szCs w:val="24"/>
    </w:rPr>
  </w:style>
  <w:style w:type="paragraph" w:customStyle="1" w:styleId="xl160">
    <w:name w:val="xl160"/>
    <w:basedOn w:val="a"/>
    <w:rsid w:val="0082750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61">
    <w:name w:val="xl161"/>
    <w:basedOn w:val="a"/>
    <w:rsid w:val="0082750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62">
    <w:name w:val="xl162"/>
    <w:basedOn w:val="a"/>
    <w:rsid w:val="00827502"/>
    <w:pPr>
      <w:spacing w:before="100" w:beforeAutospacing="1" w:after="100" w:afterAutospacing="1"/>
      <w:textAlignment w:val="center"/>
    </w:pPr>
    <w:rPr>
      <w:rFonts w:ascii="Calibri" w:hAnsi="Calibri"/>
      <w:sz w:val="24"/>
      <w:szCs w:val="24"/>
    </w:rPr>
  </w:style>
  <w:style w:type="paragraph" w:customStyle="1" w:styleId="xl163">
    <w:name w:val="xl163"/>
    <w:basedOn w:val="a"/>
    <w:rsid w:val="00827502"/>
    <w:pPr>
      <w:spacing w:before="100" w:beforeAutospacing="1" w:after="100" w:afterAutospacing="1"/>
      <w:textAlignment w:val="center"/>
    </w:pPr>
    <w:rPr>
      <w:rFonts w:ascii="Calibri" w:hAnsi="Calibri"/>
      <w:i/>
      <w:iCs/>
      <w:sz w:val="24"/>
      <w:szCs w:val="24"/>
    </w:rPr>
  </w:style>
  <w:style w:type="paragraph" w:customStyle="1" w:styleId="xl164">
    <w:name w:val="xl164"/>
    <w:basedOn w:val="a"/>
    <w:rsid w:val="0082750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5">
    <w:name w:val="xl165"/>
    <w:basedOn w:val="a"/>
    <w:rsid w:val="0082750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66">
    <w:name w:val="xl166"/>
    <w:basedOn w:val="a"/>
    <w:rsid w:val="00827502"/>
    <w:pPr>
      <w:spacing w:before="100" w:beforeAutospacing="1" w:after="100" w:afterAutospacing="1"/>
      <w:textAlignment w:val="center"/>
    </w:pPr>
    <w:rPr>
      <w:rFonts w:ascii="Calibri" w:hAnsi="Calibri"/>
      <w:b/>
      <w:bCs/>
      <w:i/>
      <w:iCs/>
      <w:sz w:val="24"/>
      <w:szCs w:val="24"/>
    </w:rPr>
  </w:style>
  <w:style w:type="paragraph" w:customStyle="1" w:styleId="xl167">
    <w:name w:val="xl167"/>
    <w:basedOn w:val="a"/>
    <w:rsid w:val="0082750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8">
    <w:name w:val="xl168"/>
    <w:basedOn w:val="a"/>
    <w:rsid w:val="0082750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69">
    <w:name w:val="xl169"/>
    <w:basedOn w:val="a"/>
    <w:rsid w:val="0082750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70">
    <w:name w:val="xl170"/>
    <w:basedOn w:val="a"/>
    <w:rsid w:val="00827502"/>
    <w:pPr>
      <w:spacing w:before="100" w:beforeAutospacing="1" w:after="100" w:afterAutospacing="1"/>
      <w:textAlignment w:val="center"/>
    </w:pPr>
    <w:rPr>
      <w:rFonts w:ascii="Calibri" w:hAnsi="Calibri"/>
      <w:sz w:val="26"/>
      <w:szCs w:val="26"/>
    </w:rPr>
  </w:style>
  <w:style w:type="paragraph" w:customStyle="1" w:styleId="xl171">
    <w:name w:val="xl171"/>
    <w:basedOn w:val="a"/>
    <w:rsid w:val="0082750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172">
    <w:name w:val="xl172"/>
    <w:basedOn w:val="a"/>
    <w:rsid w:val="00827502"/>
    <w:pPr>
      <w:spacing w:before="100" w:beforeAutospacing="1" w:after="100" w:afterAutospacing="1"/>
      <w:textAlignment w:val="center"/>
    </w:pPr>
    <w:rPr>
      <w:rFonts w:ascii="Calibri" w:hAnsi="Calibri"/>
      <w:i/>
      <w:iCs/>
      <w:sz w:val="26"/>
      <w:szCs w:val="26"/>
    </w:rPr>
  </w:style>
  <w:style w:type="paragraph" w:customStyle="1" w:styleId="xl173">
    <w:name w:val="xl173"/>
    <w:basedOn w:val="a"/>
    <w:rsid w:val="0082750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74">
    <w:name w:val="xl174"/>
    <w:basedOn w:val="a"/>
    <w:rsid w:val="00827502"/>
    <w:pPr>
      <w:spacing w:before="100" w:beforeAutospacing="1" w:after="100" w:afterAutospacing="1"/>
      <w:textAlignment w:val="center"/>
    </w:pPr>
    <w:rPr>
      <w:rFonts w:ascii="Calibri" w:hAnsi="Calibri"/>
      <w:sz w:val="24"/>
      <w:szCs w:val="24"/>
    </w:rPr>
  </w:style>
  <w:style w:type="paragraph" w:customStyle="1" w:styleId="xl175">
    <w:name w:val="xl175"/>
    <w:basedOn w:val="a"/>
    <w:rsid w:val="00827502"/>
    <w:pPr>
      <w:spacing w:before="100" w:beforeAutospacing="1" w:after="100" w:afterAutospacing="1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176">
    <w:name w:val="xl176"/>
    <w:basedOn w:val="a"/>
    <w:rsid w:val="00827502"/>
    <w:pPr>
      <w:spacing w:before="100" w:beforeAutospacing="1" w:after="100" w:afterAutospacing="1"/>
      <w:textAlignment w:val="center"/>
    </w:pPr>
    <w:rPr>
      <w:rFonts w:ascii="Calibri" w:hAnsi="Calibri"/>
      <w:color w:val="FF0000"/>
      <w:sz w:val="24"/>
      <w:szCs w:val="24"/>
    </w:rPr>
  </w:style>
  <w:style w:type="paragraph" w:customStyle="1" w:styleId="xl177">
    <w:name w:val="xl177"/>
    <w:basedOn w:val="a"/>
    <w:rsid w:val="00827502"/>
    <w:pPr>
      <w:spacing w:before="100" w:beforeAutospacing="1" w:after="100" w:afterAutospacing="1"/>
      <w:textAlignment w:val="center"/>
    </w:pPr>
    <w:rPr>
      <w:rFonts w:ascii="Calibri" w:hAnsi="Calibri"/>
      <w:sz w:val="24"/>
      <w:szCs w:val="24"/>
    </w:rPr>
  </w:style>
  <w:style w:type="paragraph" w:customStyle="1" w:styleId="xl178">
    <w:name w:val="xl178"/>
    <w:basedOn w:val="a"/>
    <w:rsid w:val="00827502"/>
    <w:pPr>
      <w:spacing w:before="100" w:beforeAutospacing="1" w:after="100" w:afterAutospacing="1"/>
      <w:textAlignment w:val="center"/>
    </w:pPr>
    <w:rPr>
      <w:rFonts w:ascii="Calibri" w:hAnsi="Calibri"/>
      <w:b/>
      <w:bCs/>
      <w:i/>
      <w:iCs/>
      <w:sz w:val="24"/>
      <w:szCs w:val="24"/>
    </w:rPr>
  </w:style>
  <w:style w:type="paragraph" w:customStyle="1" w:styleId="xl179">
    <w:name w:val="xl179"/>
    <w:basedOn w:val="a"/>
    <w:rsid w:val="0082750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80">
    <w:name w:val="xl180"/>
    <w:basedOn w:val="a"/>
    <w:rsid w:val="00827502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4"/>
      <w:szCs w:val="24"/>
    </w:rPr>
  </w:style>
  <w:style w:type="paragraph" w:customStyle="1" w:styleId="xl181">
    <w:name w:val="xl181"/>
    <w:basedOn w:val="a"/>
    <w:rsid w:val="0082750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82">
    <w:name w:val="xl182"/>
    <w:basedOn w:val="a"/>
    <w:rsid w:val="0082750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83">
    <w:name w:val="xl183"/>
    <w:basedOn w:val="a"/>
    <w:rsid w:val="00827502"/>
    <w:pPr>
      <w:spacing w:before="100" w:beforeAutospacing="1" w:after="100" w:afterAutospacing="1"/>
      <w:textAlignment w:val="center"/>
    </w:pPr>
    <w:rPr>
      <w:rFonts w:ascii="Calibri" w:hAnsi="Calibri"/>
      <w:sz w:val="28"/>
      <w:szCs w:val="28"/>
    </w:rPr>
  </w:style>
  <w:style w:type="paragraph" w:customStyle="1" w:styleId="xl184">
    <w:name w:val="xl184"/>
    <w:basedOn w:val="a"/>
    <w:rsid w:val="00827502"/>
    <w:pPr>
      <w:spacing w:before="100" w:beforeAutospacing="1" w:after="100" w:afterAutospacing="1"/>
      <w:textAlignment w:val="center"/>
    </w:pPr>
    <w:rPr>
      <w:rFonts w:ascii="Calibri" w:hAnsi="Calibri"/>
      <w:i/>
      <w:iCs/>
      <w:sz w:val="28"/>
      <w:szCs w:val="28"/>
    </w:rPr>
  </w:style>
  <w:style w:type="paragraph" w:customStyle="1" w:styleId="xl185">
    <w:name w:val="xl185"/>
    <w:basedOn w:val="a"/>
    <w:rsid w:val="00827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86">
    <w:name w:val="xl186"/>
    <w:basedOn w:val="a"/>
    <w:rsid w:val="00827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187">
    <w:name w:val="xl187"/>
    <w:basedOn w:val="a"/>
    <w:rsid w:val="0082750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88">
    <w:name w:val="xl188"/>
    <w:basedOn w:val="a"/>
    <w:rsid w:val="00827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89">
    <w:name w:val="xl189"/>
    <w:basedOn w:val="a"/>
    <w:rsid w:val="00827502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90">
    <w:name w:val="xl190"/>
    <w:basedOn w:val="a"/>
    <w:rsid w:val="00827502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91">
    <w:name w:val="xl191"/>
    <w:basedOn w:val="a"/>
    <w:rsid w:val="0082750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92">
    <w:name w:val="xl192"/>
    <w:basedOn w:val="a"/>
    <w:rsid w:val="0082750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93">
    <w:name w:val="xl193"/>
    <w:basedOn w:val="a"/>
    <w:rsid w:val="00827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94">
    <w:name w:val="xl194"/>
    <w:basedOn w:val="a"/>
    <w:rsid w:val="00827502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195">
    <w:name w:val="xl195"/>
    <w:basedOn w:val="a"/>
    <w:rsid w:val="0082750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196">
    <w:name w:val="xl196"/>
    <w:basedOn w:val="a"/>
    <w:rsid w:val="0082750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26"/>
      <w:szCs w:val="26"/>
    </w:rPr>
  </w:style>
  <w:style w:type="paragraph" w:customStyle="1" w:styleId="xl197">
    <w:name w:val="xl197"/>
    <w:basedOn w:val="a"/>
    <w:rsid w:val="00827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26"/>
      <w:szCs w:val="26"/>
    </w:rPr>
  </w:style>
  <w:style w:type="paragraph" w:customStyle="1" w:styleId="xl198">
    <w:name w:val="xl198"/>
    <w:basedOn w:val="a"/>
    <w:rsid w:val="0082750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199">
    <w:name w:val="xl199"/>
    <w:basedOn w:val="a"/>
    <w:rsid w:val="00827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00">
    <w:name w:val="xl200"/>
    <w:basedOn w:val="a"/>
    <w:rsid w:val="00827502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01">
    <w:name w:val="xl201"/>
    <w:basedOn w:val="a"/>
    <w:rsid w:val="0082750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02">
    <w:name w:val="xl202"/>
    <w:basedOn w:val="a"/>
    <w:rsid w:val="0082750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03">
    <w:name w:val="xl203"/>
    <w:basedOn w:val="a"/>
    <w:rsid w:val="00827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04">
    <w:name w:val="xl204"/>
    <w:basedOn w:val="a"/>
    <w:rsid w:val="0082750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05">
    <w:name w:val="xl205"/>
    <w:basedOn w:val="a"/>
    <w:rsid w:val="0082750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06">
    <w:name w:val="xl206"/>
    <w:basedOn w:val="a"/>
    <w:rsid w:val="0082750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07">
    <w:name w:val="xl207"/>
    <w:basedOn w:val="a"/>
    <w:rsid w:val="0082750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208">
    <w:name w:val="xl208"/>
    <w:basedOn w:val="a"/>
    <w:rsid w:val="0082750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209">
    <w:name w:val="xl209"/>
    <w:basedOn w:val="a"/>
    <w:rsid w:val="0082750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210">
    <w:name w:val="xl210"/>
    <w:basedOn w:val="a"/>
    <w:rsid w:val="00827502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11">
    <w:name w:val="xl211"/>
    <w:basedOn w:val="a"/>
    <w:rsid w:val="0082750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28"/>
      <w:szCs w:val="28"/>
    </w:rPr>
  </w:style>
  <w:style w:type="paragraph" w:customStyle="1" w:styleId="xl212">
    <w:name w:val="xl212"/>
    <w:basedOn w:val="a"/>
    <w:rsid w:val="00827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28"/>
      <w:szCs w:val="28"/>
    </w:rPr>
  </w:style>
  <w:style w:type="paragraph" w:customStyle="1" w:styleId="xl213">
    <w:name w:val="xl213"/>
    <w:basedOn w:val="a"/>
    <w:rsid w:val="0082750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8"/>
      <w:szCs w:val="28"/>
    </w:rPr>
  </w:style>
  <w:style w:type="paragraph" w:customStyle="1" w:styleId="xl214">
    <w:name w:val="xl214"/>
    <w:basedOn w:val="a"/>
    <w:rsid w:val="00827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8"/>
      <w:szCs w:val="28"/>
    </w:rPr>
  </w:style>
  <w:style w:type="paragraph" w:customStyle="1" w:styleId="xl215">
    <w:name w:val="xl215"/>
    <w:basedOn w:val="a"/>
    <w:rsid w:val="00827502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16">
    <w:name w:val="xl216"/>
    <w:basedOn w:val="a"/>
    <w:rsid w:val="0082750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17">
    <w:name w:val="xl217"/>
    <w:basedOn w:val="a"/>
    <w:rsid w:val="0082750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18">
    <w:name w:val="xl218"/>
    <w:basedOn w:val="a"/>
    <w:rsid w:val="00827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19">
    <w:name w:val="xl219"/>
    <w:basedOn w:val="a"/>
    <w:rsid w:val="00827502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20">
    <w:name w:val="xl220"/>
    <w:basedOn w:val="a"/>
    <w:rsid w:val="0082750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21">
    <w:name w:val="xl221"/>
    <w:basedOn w:val="a"/>
    <w:rsid w:val="0082750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22">
    <w:name w:val="xl222"/>
    <w:basedOn w:val="a"/>
    <w:rsid w:val="0082750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23">
    <w:name w:val="xl223"/>
    <w:basedOn w:val="a"/>
    <w:rsid w:val="0082750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24">
    <w:name w:val="xl224"/>
    <w:basedOn w:val="a"/>
    <w:rsid w:val="0082750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69473">
          <w:blockQuote w:val="1"/>
          <w:marLeft w:val="0"/>
          <w:marRight w:val="-178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9" w:color="auto"/>
                <w:bottom w:val="none" w:sz="0" w:space="0" w:color="auto"/>
                <w:right w:val="single" w:sz="6" w:space="9" w:color="auto"/>
              </w:divBdr>
              <w:divsChild>
                <w:div w:id="1147013362">
                  <w:marLeft w:val="0"/>
                  <w:marRight w:val="-17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5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XOT\&#1057;&#1048;&#1057;&#1058;&#1045;&#1052;&#1040;%20&#1050;&#1040;&#1063;&#1045;&#1057;&#1058;&#1042;&#1040;\&#1064;&#1072;&#1073;&#1083;&#1086;&#1085;&#1099;\&#1064;&#1072;&#1073;&#1083;&#1086;&#1085;&#1099;_&#1055;&#1061;&#1057;\&#1044;&#1086;&#1082;&#1091;&#1084;&#1050;&#1085;1_2&#1089;&#1090;&#108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AFCEC-1D93-4BCD-B325-EBA3BF6BA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ДокумКн1_2стр</Template>
  <TotalTime>1</TotalTime>
  <Pages>3</Pages>
  <Words>4549</Words>
  <Characters>25934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Люхина</dc:creator>
  <cp:lastModifiedBy>Максимов Александр</cp:lastModifiedBy>
  <cp:revision>2</cp:revision>
  <cp:lastPrinted>2016-07-05T09:15:00Z</cp:lastPrinted>
  <dcterms:created xsi:type="dcterms:W3CDTF">2016-07-14T12:34:00Z</dcterms:created>
  <dcterms:modified xsi:type="dcterms:W3CDTF">2016-07-14T12:34:00Z</dcterms:modified>
</cp:coreProperties>
</file>